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56FD6" w14:textId="77777777" w:rsidR="0025617A" w:rsidRPr="008E7767" w:rsidRDefault="00CE056E" w:rsidP="00211BAE">
      <w:pPr>
        <w:pStyle w:val="Heading1"/>
        <w:ind w:firstLine="720"/>
        <w:jc w:val="center"/>
        <w:rPr>
          <w:rFonts w:asciiTheme="minorHAnsi" w:hAnsiTheme="minorHAnsi" w:cs="Arial"/>
          <w:sz w:val="40"/>
          <w:lang w:val="en-US"/>
        </w:rPr>
      </w:pPr>
      <w:r w:rsidRPr="00074158">
        <w:rPr>
          <w:rFonts w:asciiTheme="minorHAnsi" w:hAnsiTheme="minorHAnsi" w:cs="Arial"/>
          <w:sz w:val="40"/>
        </w:rPr>
        <w:t>Impact Analysis Report</w:t>
      </w:r>
      <w:r w:rsidR="008E7767">
        <w:rPr>
          <w:rFonts w:asciiTheme="minorHAnsi" w:hAnsiTheme="minorHAnsi" w:cs="Arial"/>
          <w:sz w:val="40"/>
          <w:lang w:val="en-US"/>
        </w:rPr>
        <w:t xml:space="preserve"> </w:t>
      </w:r>
      <w:bookmarkStart w:id="0" w:name="_Hlk90467927"/>
      <w:r w:rsidR="008E7767" w:rsidRPr="00B32797">
        <w:rPr>
          <w:rFonts w:asciiTheme="minorHAnsi" w:hAnsiTheme="minorHAnsi" w:cs="Arial"/>
          <w:sz w:val="40"/>
          <w:szCs w:val="40"/>
          <w:lang w:val="en-IE"/>
        </w:rPr>
        <w:t>/ RFC-</w:t>
      </w:r>
      <w:r w:rsidR="008E7767" w:rsidRPr="00052CCA">
        <w:rPr>
          <w:rFonts w:asciiTheme="minorHAnsi" w:hAnsiTheme="minorHAnsi" w:cs="Arial"/>
          <w:sz w:val="40"/>
          <w:szCs w:val="40"/>
          <w:lang w:val="en-GB"/>
        </w:rPr>
        <w:t>Proposal</w:t>
      </w:r>
      <w:r w:rsidR="008E7767">
        <w:rPr>
          <w:rFonts w:asciiTheme="minorHAnsi" w:hAnsiTheme="minorHAnsi" w:cs="Arial"/>
          <w:sz w:val="40"/>
        </w:rPr>
        <w:tab/>
      </w:r>
      <w:bookmarkEnd w:id="0"/>
    </w:p>
    <w:p w14:paraId="4920694A" w14:textId="77777777" w:rsidR="0025617A" w:rsidRPr="00074158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7B742228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5982"/>
      </w:tblGrid>
      <w:tr w:rsidR="00CE056E" w:rsidRPr="002337D9" w14:paraId="276131E0" w14:textId="77777777" w:rsidTr="00B23911">
        <w:tc>
          <w:tcPr>
            <w:tcW w:w="3085" w:type="dxa"/>
            <w:shd w:val="clear" w:color="auto" w:fill="D9D9D9"/>
          </w:tcPr>
          <w:p w14:paraId="314F5669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5982" w:type="dxa"/>
          </w:tcPr>
          <w:p w14:paraId="4BB2D9FA" w14:textId="40FC152B" w:rsidR="00CE056E" w:rsidRPr="000519FE" w:rsidRDefault="0009367D" w:rsidP="00074158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bCs/>
                <w:sz w:val="22"/>
                <w:szCs w:val="22"/>
                <w:lang w:val="en-US"/>
              </w:rPr>
            </w:pPr>
            <w:r w:rsidRPr="002C770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RFC_N</w:t>
            </w:r>
            <w:r w:rsidRPr="0030291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CTS</w:t>
            </w:r>
            <w:r w:rsidR="005C79C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-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P6_</w:t>
            </w:r>
            <w:r w:rsidR="005C79C1" w:rsidRPr="00B12D6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0291</w:t>
            </w:r>
            <w:r w:rsidRPr="6F9A27BB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6F9A27BB">
              <w:rPr>
                <w:rFonts w:asciiTheme="minorHAnsi" w:hAnsiTheme="minorHAnsi" w:cstheme="minorBidi"/>
                <w:sz w:val="22"/>
                <w:szCs w:val="22"/>
                <w:lang w:val="en-US"/>
              </w:rPr>
              <w:t>(</w:t>
            </w:r>
            <w:r w:rsidRPr="005C72C6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UCCNCTS</w:t>
            </w:r>
            <w:r w:rsidR="005C72C6" w:rsidRPr="005C72C6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P</w:t>
            </w:r>
            <w:r w:rsidR="005C72C6" w:rsidRPr="005C72C6">
              <w:rPr>
                <w:rFonts w:asciiTheme="minorHAnsi" w:hAnsiTheme="minorHAnsi" w:cstheme="minorHAnsi"/>
                <w:bCs/>
                <w:sz w:val="22"/>
                <w:szCs w:val="22"/>
              </w:rPr>
              <w:t>6</w:t>
            </w:r>
            <w:r w:rsidRPr="005C72C6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-</w:t>
            </w:r>
            <w:r w:rsidR="00E4116E" w:rsidRPr="005C72C6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21</w:t>
            </w:r>
            <w:r w:rsidR="00D66002" w:rsidRPr="005C72C6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6</w:t>
            </w:r>
            <w:r w:rsidR="003571C4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)</w:t>
            </w:r>
          </w:p>
        </w:tc>
      </w:tr>
      <w:tr w:rsidR="00FE4EC9" w:rsidRPr="002337D9" w14:paraId="106110F4" w14:textId="77777777" w:rsidTr="00B23911">
        <w:tc>
          <w:tcPr>
            <w:tcW w:w="3085" w:type="dxa"/>
            <w:shd w:val="clear" w:color="auto" w:fill="D9D9D9"/>
          </w:tcPr>
          <w:p w14:paraId="56C320FC" w14:textId="77777777" w:rsidR="00FE4EC9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Related 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Incident</w:t>
            </w: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E4EC9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5982" w:type="dxa"/>
          </w:tcPr>
          <w:p w14:paraId="16D54FBF" w14:textId="5EA5128A" w:rsidR="00FE4EC9" w:rsidRPr="0044441C" w:rsidRDefault="009D2BA3" w:rsidP="0004792F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b/>
                <w:bCs/>
                <w:sz w:val="22"/>
                <w:szCs w:val="22"/>
                <w:lang w:val="en-GB"/>
              </w:rPr>
            </w:pPr>
            <w:r w:rsidRPr="0044441C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N/A</w:t>
            </w:r>
          </w:p>
        </w:tc>
      </w:tr>
      <w:tr w:rsidR="00EE7CA2" w:rsidRPr="002337D9" w14:paraId="0DEC5F01" w14:textId="77777777" w:rsidTr="00B23911">
        <w:tc>
          <w:tcPr>
            <w:tcW w:w="3085" w:type="dxa"/>
            <w:shd w:val="clear" w:color="auto" w:fill="D9D9D9"/>
          </w:tcPr>
          <w:p w14:paraId="76D42DD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5982" w:type="dxa"/>
          </w:tcPr>
          <w:p w14:paraId="44EE8836" w14:textId="6AA1F719" w:rsidR="00EE7CA2" w:rsidRPr="00F93EE3" w:rsidRDefault="003571C4" w:rsidP="00E92DD1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DG TAXUD</w:t>
            </w:r>
            <w:r w:rsidR="002C7707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 xml:space="preserve"> IT</w:t>
            </w:r>
          </w:p>
        </w:tc>
      </w:tr>
      <w:tr w:rsidR="00CE056E" w:rsidRPr="002337D9" w14:paraId="6D2C91E3" w14:textId="77777777" w:rsidTr="00B23911">
        <w:tc>
          <w:tcPr>
            <w:tcW w:w="3085" w:type="dxa"/>
            <w:shd w:val="clear" w:color="auto" w:fill="D9D9D9"/>
          </w:tcPr>
          <w:p w14:paraId="4005659B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5982" w:type="dxa"/>
          </w:tcPr>
          <w:p w14:paraId="2A17C6A6" w14:textId="7908F8EF" w:rsidR="00CE056E" w:rsidRPr="00402055" w:rsidRDefault="00982D91" w:rsidP="00E2743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BF6F5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NCTS-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</w:t>
            </w:r>
            <w:r w:rsidR="00E4116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6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(DDNTA-</w:t>
            </w:r>
            <w:r w:rsidR="00FF68A1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6.3.0-v1.00</w:t>
            </w:r>
            <w:r w:rsidR="00657011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 – CSE-</w:t>
            </w:r>
            <w:r w:rsidR="0089513B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v</w:t>
            </w:r>
            <w:r w:rsidR="00657011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6</w:t>
            </w:r>
            <w:r w:rsidR="0089513B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0</w:t>
            </w:r>
            <w:r w:rsidR="00657011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.</w:t>
            </w:r>
            <w:r w:rsidR="0089513B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4.4</w:t>
            </w:r>
            <w:r w:rsidRPr="0016427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)</w:t>
            </w:r>
          </w:p>
        </w:tc>
      </w:tr>
      <w:tr w:rsidR="00FE4EC9" w:rsidRPr="002337D9" w14:paraId="5A623FF8" w14:textId="77777777" w:rsidTr="00B23911">
        <w:tc>
          <w:tcPr>
            <w:tcW w:w="3085" w:type="dxa"/>
            <w:shd w:val="clear" w:color="auto" w:fill="D9D9D9"/>
          </w:tcPr>
          <w:p w14:paraId="61E5AB85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5982" w:type="dxa"/>
          </w:tcPr>
          <w:p w14:paraId="42F20979" w14:textId="77777777" w:rsidR="00FE4EC9" w:rsidRPr="002337D9" w:rsidRDefault="0004792F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ritical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94724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94724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94724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94724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88067D" w14:paraId="719E5443" w14:textId="77777777" w:rsidTr="00B23911">
        <w:trPr>
          <w:trHeight w:val="1796"/>
        </w:trPr>
        <w:tc>
          <w:tcPr>
            <w:tcW w:w="3085" w:type="dxa"/>
            <w:shd w:val="clear" w:color="auto" w:fill="D9D9D9"/>
          </w:tcPr>
          <w:p w14:paraId="063D0535" w14:textId="77777777" w:rsidR="003643E4" w:rsidRPr="00582723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5982" w:type="dxa"/>
          </w:tcPr>
          <w:p w14:paraId="6DFD7C3F" w14:textId="61666C0E" w:rsidR="003643E4" w:rsidRPr="000440A7" w:rsidRDefault="00A553A0" w:rsidP="003643E4">
            <w:pPr>
              <w:spacing w:before="40"/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  <w:r w:rsidRPr="000440A7">
              <w:rPr>
                <w:rFonts w:cs="Arial"/>
                <w:lang w:eastAsia="x-none"/>
              </w:rPr>
              <w:object w:dxaOrig="225" w:dyaOrig="225" w14:anchorId="632A021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4.8pt;height:22.55pt" o:ole="">
                  <v:imagedata r:id="rId11" o:title=""/>
                  <o:lock v:ext="edit" aspectratio="f"/>
                </v:shape>
                <w:control r:id="rId12" w:name="OptionButton1" w:shapeid="_x0000_i1029"/>
              </w:object>
            </w:r>
            <w:r w:rsidRPr="000440A7">
              <w:rPr>
                <w:rFonts w:cs="Arial"/>
                <w:lang w:eastAsia="x-none"/>
              </w:rPr>
              <w:object w:dxaOrig="225" w:dyaOrig="225" w14:anchorId="5D9F98FA">
                <v:shape id="_x0000_i1031" type="#_x0000_t75" style="width:194.8pt;height:22.55pt" o:ole="">
                  <v:imagedata r:id="rId13" o:title=""/>
                  <o:lock v:ext="edit" aspectratio="f"/>
                </v:shape>
                <w:control r:id="rId14" w:name="OptionButton2" w:shapeid="_x0000_i1031"/>
              </w:object>
            </w:r>
          </w:p>
          <w:p w14:paraId="30946D5B" w14:textId="77777777" w:rsidR="003643E4" w:rsidRPr="000440A7" w:rsidRDefault="003643E4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  <w:r w:rsidRPr="000440A7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Justification for Evolutive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756"/>
            </w:tblGrid>
            <w:tr w:rsidR="00AC7F03" w:rsidRPr="000440A7" w14:paraId="6C2DC1C3" w14:textId="77777777" w:rsidTr="00AC7F03">
              <w:trPr>
                <w:trHeight w:val="916"/>
              </w:trPr>
              <w:tc>
                <w:tcPr>
                  <w:tcW w:w="6573" w:type="dxa"/>
                </w:tcPr>
                <w:p w14:paraId="49340843" w14:textId="0C4BA07E" w:rsidR="0085152A" w:rsidRPr="008B5E9E" w:rsidRDefault="00DF689D" w:rsidP="0085152A">
                  <w:pPr>
                    <w:pStyle w:val="HTMLPreformatted"/>
                    <w:spacing w:before="40" w:line="225" w:lineRule="atLeast"/>
                    <w:rPr>
                      <w:rFonts w:asciiTheme="minorHAnsi" w:hAnsiTheme="minorHAnsi" w:cs="Arial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2"/>
                      <w:lang w:val="en-GB"/>
                    </w:rPr>
                    <w:t xml:space="preserve">Update </w:t>
                  </w:r>
                  <w:r w:rsidR="002C7707">
                    <w:rPr>
                      <w:rFonts w:asciiTheme="minorHAnsi" w:hAnsiTheme="minorHAnsi" w:cs="Arial"/>
                      <w:sz w:val="22"/>
                      <w:szCs w:val="22"/>
                      <w:lang w:val="en-GB"/>
                    </w:rPr>
                    <w:t xml:space="preserve">justified by </w:t>
                  </w:r>
                  <w:r w:rsidR="000519FE" w:rsidRPr="000519FE">
                    <w:rPr>
                      <w:rFonts w:asciiTheme="minorHAnsi" w:hAnsiTheme="minorHAnsi" w:cs="Arial"/>
                      <w:sz w:val="22"/>
                      <w:szCs w:val="22"/>
                      <w:lang w:val="en-GB"/>
                    </w:rPr>
                    <w:t xml:space="preserve">suffix </w:t>
                  </w:r>
                  <w:r w:rsidR="008757D4">
                    <w:rPr>
                      <w:rFonts w:asciiTheme="minorHAnsi" w:hAnsiTheme="minorHAnsi" w:cs="Arial"/>
                      <w:sz w:val="22"/>
                      <w:szCs w:val="22"/>
                      <w:lang w:val="en-GB"/>
                    </w:rPr>
                    <w:t>c</w:t>
                  </w:r>
                  <w:r w:rsidR="000519FE" w:rsidRPr="000519FE">
                    <w:rPr>
                      <w:rFonts w:asciiTheme="minorHAnsi" w:hAnsiTheme="minorHAnsi" w:cs="Arial"/>
                      <w:sz w:val="22"/>
                      <w:szCs w:val="22"/>
                      <w:lang w:val="en-GB"/>
                    </w:rPr>
                    <w:t xml:space="preserve">hange </w:t>
                  </w:r>
                  <w:r w:rsidR="00A76FA4">
                    <w:rPr>
                      <w:rFonts w:asciiTheme="minorHAnsi" w:hAnsiTheme="minorHAnsi" w:cs="Arial"/>
                      <w:sz w:val="22"/>
                      <w:szCs w:val="22"/>
                      <w:lang w:val="en-GB"/>
                    </w:rPr>
                    <w:t xml:space="preserve">(from ‘D’ to ‘C’) </w:t>
                  </w:r>
                  <w:r w:rsidR="000519FE" w:rsidRPr="000519FE">
                    <w:rPr>
                      <w:rFonts w:asciiTheme="minorHAnsi" w:hAnsiTheme="minorHAnsi" w:cs="Arial"/>
                      <w:sz w:val="22"/>
                      <w:szCs w:val="22"/>
                      <w:lang w:val="en-GB"/>
                    </w:rPr>
                    <w:t xml:space="preserve">of </w:t>
                  </w:r>
                  <w:r w:rsidR="00B84B71">
                    <w:rPr>
                      <w:rFonts w:asciiTheme="minorHAnsi" w:hAnsiTheme="minorHAnsi" w:cs="Arial"/>
                      <w:sz w:val="22"/>
                      <w:szCs w:val="22"/>
                      <w:lang w:val="en-GB"/>
                    </w:rPr>
                    <w:t xml:space="preserve">several </w:t>
                  </w:r>
                  <w:r w:rsidR="000519FE" w:rsidRPr="000519FE">
                    <w:rPr>
                      <w:rFonts w:asciiTheme="minorHAnsi" w:hAnsiTheme="minorHAnsi" w:cs="Arial"/>
                      <w:sz w:val="22"/>
                      <w:szCs w:val="22"/>
                      <w:lang w:val="en-GB"/>
                    </w:rPr>
                    <w:t>CD and ED IEs.</w:t>
                  </w:r>
                </w:p>
              </w:tc>
            </w:tr>
          </w:tbl>
          <w:p w14:paraId="326F445C" w14:textId="77777777" w:rsidR="003643E4" w:rsidRPr="000440A7" w:rsidRDefault="003643E4" w:rsidP="003643E4">
            <w:pPr>
              <w:tabs>
                <w:tab w:val="left" w:pos="1050"/>
              </w:tabs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</w:p>
        </w:tc>
      </w:tr>
      <w:tr w:rsidR="002F6323" w:rsidRPr="002337D9" w14:paraId="1730C61C" w14:textId="77777777" w:rsidTr="00B23911">
        <w:tc>
          <w:tcPr>
            <w:tcW w:w="3085" w:type="dxa"/>
            <w:shd w:val="clear" w:color="auto" w:fill="D9D9D9"/>
          </w:tcPr>
          <w:p w14:paraId="62137C2F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598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979"/>
              <w:gridCol w:w="2787"/>
            </w:tblGrid>
            <w:tr w:rsidR="002337D9" w14:paraId="7702A658" w14:textId="77777777" w:rsidTr="00A928F0">
              <w:tc>
                <w:tcPr>
                  <w:tcW w:w="3323" w:type="dxa"/>
                </w:tcPr>
                <w:p w14:paraId="208FFC01" w14:textId="1B3949B1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39472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39472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D9216D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4EC37F8A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39472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39472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3D00AE6B" w14:textId="2D6CED42" w:rsidR="002337D9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39472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39472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D9216D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5E301E2E" w14:textId="000D760E" w:rsidR="002337D9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39472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39472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D9216D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3BB483CB" w14:textId="77777777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2337D9" w14:paraId="70AABDB2" w14:textId="77777777" w:rsidTr="00B23911">
        <w:tc>
          <w:tcPr>
            <w:tcW w:w="3085" w:type="dxa"/>
            <w:shd w:val="clear" w:color="auto" w:fill="D9D9D9"/>
          </w:tcPr>
          <w:p w14:paraId="452CDEF6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5982" w:type="dxa"/>
          </w:tcPr>
          <w:p w14:paraId="65726572" w14:textId="3AAB420A" w:rsidR="003643E4" w:rsidRPr="002337D9" w:rsidRDefault="00D9216D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 </w:t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94724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94724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643E4"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94724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94724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643E4"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613C5C75" w14:textId="77777777" w:rsidR="00BE1A5F" w:rsidRPr="00074158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63B3EC03" w14:textId="77777777" w:rsidR="0046158E" w:rsidRPr="00074158" w:rsidRDefault="00EB1D3E" w:rsidP="00C001F9">
      <w:pPr>
        <w:rPr>
          <w:rFonts w:asciiTheme="minorHAnsi" w:hAnsiTheme="minorHAnsi" w:cs="Arial"/>
        </w:rPr>
      </w:pPr>
      <w:r w:rsidRPr="0007415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 w:rsidR="008E7767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067"/>
      </w:tblGrid>
      <w:tr w:rsidR="0046158E" w:rsidRPr="005C79C1" w14:paraId="1DEC54AC" w14:textId="77777777" w:rsidTr="00B23911">
        <w:trPr>
          <w:trHeight w:val="583"/>
        </w:trPr>
        <w:tc>
          <w:tcPr>
            <w:tcW w:w="9067" w:type="dxa"/>
            <w:vAlign w:val="center"/>
          </w:tcPr>
          <w:p w14:paraId="0872246E" w14:textId="18FBACD1" w:rsidR="00C66131" w:rsidRPr="00B12D69" w:rsidRDefault="00161071" w:rsidP="00DF08B0">
            <w:pPr>
              <w:rPr>
                <w:rFonts w:asciiTheme="minorHAnsi" w:hAnsiTheme="minorHAnsi" w:cs="Arial"/>
                <w:b/>
                <w:color w:val="0070C0"/>
                <w:lang w:val="en-US"/>
              </w:rPr>
            </w:pPr>
            <w:r w:rsidRPr="00B12D69">
              <w:rPr>
                <w:rFonts w:asciiTheme="minorHAnsi" w:hAnsiTheme="minorHAnsi" w:cstheme="minorHAnsi"/>
                <w:b/>
                <w:color w:val="0070C0"/>
              </w:rPr>
              <w:t>NCTS-P6 (DDNTA-6.3.0-v1.00</w:t>
            </w:r>
            <w:r w:rsidR="00805E24" w:rsidRPr="00B12D69">
              <w:rPr>
                <w:rFonts w:asciiTheme="minorHAnsi" w:hAnsiTheme="minorHAnsi" w:cstheme="minorHAnsi"/>
                <w:b/>
                <w:color w:val="0070C0"/>
              </w:rPr>
              <w:t xml:space="preserve"> - </w:t>
            </w:r>
            <w:r w:rsidRPr="00B12D69">
              <w:rPr>
                <w:rFonts w:asciiTheme="minorHAnsi" w:hAnsiTheme="minorHAnsi" w:cs="Arial"/>
                <w:b/>
                <w:color w:val="0070C0"/>
                <w:lang w:val="en-US"/>
              </w:rPr>
              <w:t>CSE-v60.4.</w:t>
            </w:r>
            <w:r w:rsidR="00657011" w:rsidRPr="00B12D69">
              <w:rPr>
                <w:rFonts w:asciiTheme="minorHAnsi" w:hAnsiTheme="minorHAnsi" w:cs="Arial"/>
                <w:b/>
                <w:color w:val="0070C0"/>
                <w:lang w:val="en-US"/>
              </w:rPr>
              <w:t>4</w:t>
            </w:r>
            <w:r w:rsidR="00805E24" w:rsidRPr="00B12D69">
              <w:rPr>
                <w:rFonts w:asciiTheme="minorHAnsi" w:hAnsiTheme="minorHAnsi" w:cs="Arial"/>
                <w:b/>
                <w:color w:val="0070C0"/>
                <w:lang w:val="en-US"/>
              </w:rPr>
              <w:t>)</w:t>
            </w:r>
            <w:r w:rsidRPr="00B12D69">
              <w:rPr>
                <w:rFonts w:asciiTheme="minorHAnsi" w:hAnsiTheme="minorHAnsi" w:cs="Arial"/>
                <w:b/>
                <w:color w:val="0070C0"/>
                <w:lang w:val="en-US"/>
              </w:rPr>
              <w:t xml:space="preserve">:  </w:t>
            </w:r>
            <w:r w:rsidR="000519FE" w:rsidRPr="00B12D69">
              <w:rPr>
                <w:rFonts w:asciiTheme="minorHAnsi" w:hAnsiTheme="minorHAnsi" w:cs="Arial"/>
                <w:b/>
                <w:color w:val="0070C0"/>
                <w:lang w:val="en-US"/>
              </w:rPr>
              <w:t xml:space="preserve">Correction of rules, </w:t>
            </w:r>
            <w:r w:rsidR="00336797" w:rsidRPr="00B12D69">
              <w:rPr>
                <w:rFonts w:asciiTheme="minorHAnsi" w:hAnsiTheme="minorHAnsi" w:cs="Arial"/>
                <w:b/>
                <w:color w:val="0070C0"/>
                <w:lang w:val="en-US"/>
              </w:rPr>
              <w:t>conditions,</w:t>
            </w:r>
            <w:r w:rsidR="000519FE" w:rsidRPr="00B12D69">
              <w:rPr>
                <w:rFonts w:asciiTheme="minorHAnsi" w:hAnsiTheme="minorHAnsi" w:cs="Arial"/>
                <w:b/>
                <w:color w:val="0070C0"/>
                <w:lang w:val="en-US"/>
              </w:rPr>
              <w:t xml:space="preserve"> and guidelines due to the suffix</w:t>
            </w:r>
            <w:r w:rsidR="00037760" w:rsidRPr="00B12D69">
              <w:rPr>
                <w:rFonts w:asciiTheme="minorHAnsi" w:hAnsiTheme="minorHAnsi" w:cs="Arial"/>
                <w:b/>
                <w:color w:val="0070C0"/>
                <w:lang w:val="en-US"/>
              </w:rPr>
              <w:t xml:space="preserve"> </w:t>
            </w:r>
            <w:r w:rsidR="008757D4" w:rsidRPr="00B12D69">
              <w:rPr>
                <w:rFonts w:asciiTheme="minorHAnsi" w:hAnsiTheme="minorHAnsi" w:cs="Arial"/>
                <w:b/>
                <w:color w:val="0070C0"/>
                <w:lang w:val="en-US"/>
              </w:rPr>
              <w:t>c</w:t>
            </w:r>
            <w:r w:rsidR="00037760" w:rsidRPr="00B12D69">
              <w:rPr>
                <w:rFonts w:asciiTheme="minorHAnsi" w:hAnsiTheme="minorHAnsi" w:cs="Arial"/>
                <w:b/>
                <w:color w:val="0070C0"/>
                <w:lang w:val="en-US"/>
              </w:rPr>
              <w:t xml:space="preserve">hange </w:t>
            </w:r>
            <w:r w:rsidR="000519FE" w:rsidRPr="00B12D69">
              <w:rPr>
                <w:rFonts w:asciiTheme="minorHAnsi" w:hAnsiTheme="minorHAnsi" w:cs="Arial"/>
                <w:b/>
                <w:color w:val="0070C0"/>
                <w:lang w:val="en-US"/>
              </w:rPr>
              <w:t>of</w:t>
            </w:r>
            <w:r w:rsidR="00037760" w:rsidRPr="00B12D69">
              <w:rPr>
                <w:rFonts w:asciiTheme="minorHAnsi" w:hAnsiTheme="minorHAnsi" w:cs="Arial"/>
                <w:b/>
                <w:color w:val="0070C0"/>
                <w:lang w:val="en-US"/>
              </w:rPr>
              <w:t xml:space="preserve"> </w:t>
            </w:r>
            <w:r w:rsidR="00DC0407" w:rsidRPr="00B12D69">
              <w:rPr>
                <w:rFonts w:asciiTheme="minorHAnsi" w:hAnsiTheme="minorHAnsi" w:cs="Arial"/>
                <w:b/>
                <w:color w:val="0070C0"/>
                <w:lang w:val="en-US"/>
              </w:rPr>
              <w:t>several</w:t>
            </w:r>
            <w:r w:rsidR="00E241C2" w:rsidRPr="00B12D69">
              <w:rPr>
                <w:rFonts w:asciiTheme="minorHAnsi" w:hAnsiTheme="minorHAnsi" w:cs="Arial"/>
                <w:b/>
                <w:color w:val="0070C0"/>
                <w:lang w:val="en-US"/>
              </w:rPr>
              <w:t xml:space="preserve"> </w:t>
            </w:r>
            <w:r w:rsidR="005C79C1">
              <w:rPr>
                <w:rFonts w:asciiTheme="minorHAnsi" w:hAnsiTheme="minorHAnsi" w:cs="Arial"/>
                <w:b/>
                <w:color w:val="0070C0"/>
                <w:lang w:val="en-US"/>
              </w:rPr>
              <w:t>messages</w:t>
            </w:r>
            <w:r w:rsidR="000519FE" w:rsidRPr="00B12D69">
              <w:rPr>
                <w:rFonts w:asciiTheme="minorHAnsi" w:hAnsiTheme="minorHAnsi" w:cs="Arial"/>
                <w:b/>
                <w:color w:val="0070C0"/>
                <w:lang w:val="en-US"/>
              </w:rPr>
              <w:t>.</w:t>
            </w:r>
          </w:p>
        </w:tc>
      </w:tr>
      <w:tr w:rsidR="0046158E" w:rsidRPr="005C79C1" w14:paraId="649CC02C" w14:textId="77777777" w:rsidTr="00B23911">
        <w:trPr>
          <w:trHeight w:val="569"/>
        </w:trPr>
        <w:tc>
          <w:tcPr>
            <w:tcW w:w="9067" w:type="dxa"/>
            <w:vAlign w:val="center"/>
          </w:tcPr>
          <w:p w14:paraId="37DAEC01" w14:textId="6EF75E0A" w:rsidR="0075659A" w:rsidRPr="005C79C1" w:rsidRDefault="004D6F1C" w:rsidP="0075659A">
            <w:pPr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5C79C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Due to change </w:t>
            </w:r>
            <w:r w:rsidR="0075659A" w:rsidRPr="005C79C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the suffix </w:t>
            </w:r>
            <w:r w:rsidRPr="005C79C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from</w:t>
            </w:r>
            <w:r w:rsidR="0075659A" w:rsidRPr="005C79C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‘D’ to ‘C’</w:t>
            </w:r>
            <w:r w:rsidRPr="005C79C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, </w:t>
            </w:r>
            <w:r w:rsidR="005C79C1" w:rsidRPr="005C79C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i</w:t>
            </w:r>
            <w:r w:rsidR="005C79C1" w:rsidRPr="00B12D69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t is required to </w:t>
            </w:r>
            <w:r w:rsidR="00584BEC" w:rsidRPr="005C79C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update</w:t>
            </w:r>
            <w:r w:rsidR="00FA700B" w:rsidRPr="005C79C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  <w:r w:rsidRPr="005C79C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the wording</w:t>
            </w:r>
            <w:r w:rsidR="00DC0407" w:rsidRPr="005C79C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  <w:r w:rsidRPr="005C79C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of</w:t>
            </w:r>
            <w:r w:rsidR="00DC0407" w:rsidRPr="005C79C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rules, conditions and guidelines </w:t>
            </w:r>
            <w:r w:rsidR="00FA700B" w:rsidRPr="005C79C1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that contain </w:t>
            </w:r>
            <w:r w:rsidR="007A5D22" w:rsidRPr="005C79C1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suffix</w:t>
            </w:r>
            <w:r w:rsidR="00FA700B" w:rsidRPr="005C79C1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 changes.</w:t>
            </w:r>
            <w:r w:rsidR="00DC0407" w:rsidRPr="005C79C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</w:p>
        </w:tc>
      </w:tr>
    </w:tbl>
    <w:p w14:paraId="6C8541B5" w14:textId="77777777" w:rsidR="00454C30" w:rsidRPr="00E32129" w:rsidRDefault="00454C30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4F36A1E8" w14:textId="77777777" w:rsidR="008E7767" w:rsidRPr="00E42822" w:rsidRDefault="008E7767" w:rsidP="008E7767">
      <w:pPr>
        <w:rPr>
          <w:rFonts w:asciiTheme="minorHAnsi" w:hAnsiTheme="minorHAnsi" w:cs="Arial"/>
          <w:b/>
          <w:bCs/>
          <w:sz w:val="28"/>
          <w:szCs w:val="28"/>
          <w:lang w:val="en-US"/>
        </w:rPr>
      </w:pPr>
      <w:bookmarkStart w:id="2" w:name="_Hlk90467475"/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2: </w:t>
      </w:r>
      <w:r>
        <w:rPr>
          <w:rFonts w:asciiTheme="minorHAnsi" w:hAnsiTheme="minorHAnsi" w:cs="Arial"/>
          <w:b/>
          <w:bCs/>
          <w:sz w:val="28"/>
          <w:szCs w:val="28"/>
        </w:rPr>
        <w:t xml:space="preserve">Problem statement </w:t>
      </w:r>
    </w:p>
    <w:tbl>
      <w:tblPr>
        <w:tblpPr w:leftFromText="187" w:rightFromText="187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154"/>
      </w:tblGrid>
      <w:tr w:rsidR="003D4A7A" w:rsidRPr="006A1FF4" w14:paraId="368A52DA" w14:textId="77777777" w:rsidTr="00B23911">
        <w:trPr>
          <w:trHeight w:val="3329"/>
        </w:trPr>
        <w:tc>
          <w:tcPr>
            <w:tcW w:w="5000" w:type="pct"/>
            <w:tcBorders>
              <w:right w:val="single" w:sz="4" w:space="0" w:color="auto"/>
            </w:tcBorders>
          </w:tcPr>
          <w:bookmarkEnd w:id="2"/>
          <w:p w14:paraId="613E232C" w14:textId="4EC5F523" w:rsidR="004557BF" w:rsidRPr="003B1CBA" w:rsidRDefault="004557BF" w:rsidP="003B1CBA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3B1CBA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The following rules</w:t>
            </w:r>
            <w:r w:rsidR="004860E6" w:rsidRPr="003B1CBA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Pr="003B1CBA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/</w:t>
            </w:r>
            <w:r w:rsidR="008B2396" w:rsidRPr="003B1CBA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Pr="003B1CBA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conditions </w:t>
            </w:r>
            <w:r w:rsidR="004860E6" w:rsidRPr="003B1CBA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/ guidelines </w:t>
            </w:r>
            <w:r w:rsidR="00463C8C" w:rsidRPr="003B1CBA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need to </w:t>
            </w:r>
            <w:r w:rsidRPr="003B1CBA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be </w:t>
            </w:r>
            <w:r w:rsidR="00463C8C" w:rsidRPr="003B1CBA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slightly updated</w:t>
            </w:r>
            <w:r w:rsidRPr="003B1CBA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due to </w:t>
            </w:r>
            <w:r w:rsidRPr="003B1CB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the suffix ch</w:t>
            </w:r>
            <w:r w:rsidR="0056652D" w:rsidRPr="003B1CB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an</w:t>
            </w:r>
            <w:r w:rsidRPr="003B1CB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ge</w:t>
            </w:r>
            <w:r w:rsidR="00463C8C" w:rsidRPr="003B1CB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from ‘D’ to ‘C’</w:t>
            </w:r>
            <w:r w:rsidRPr="003B1CBA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: </w:t>
            </w:r>
          </w:p>
          <w:p w14:paraId="12BC2AB8" w14:textId="77777777" w:rsidR="00101990" w:rsidRDefault="00101990" w:rsidP="0010199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3EFA62F3" w14:textId="06950419" w:rsidR="001D4EFE" w:rsidRDefault="00CD3D8C" w:rsidP="00101990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10199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C0004,C0025, C0027, C0102, C0120, C0121, C0122, C0123, C0170, C0190, C0231, C0234, C0270, C0280, C0285, C0286, C0333, C0412, C0440, C0451, C0452, C0455, C0467, C0489, C0604, C0685, , C0808, C0816, C0817, C0818, C0824, C0833, C0840, C0844, C0861, C0862, C0904, G0034, G0045, G0062, G0068, G0127, G0213, G0231, G0510, R0410, R0520, R0528, R0720, R0790, R0871, R0910, C0009, C0215, C0220, C0315, G0167, R0094, , C0110, R0523, G0507, C0354, C0365, C0810, G0017, G0130, G0150, G0367, R0002, C0013, C0320, C0330, C0366, G0015, G0018, G0125, G0151, G0152, G0153, G0171, R0001, C0014, C0255, C0461, G0085, </w:t>
            </w:r>
            <w:r w:rsidR="005D1C9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and </w:t>
            </w:r>
            <w:r w:rsidRPr="0010199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G0086</w:t>
            </w:r>
            <w:r w:rsidR="005D1C9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.</w:t>
            </w:r>
            <w:r w:rsidRPr="0010199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</w:p>
          <w:p w14:paraId="506D065E" w14:textId="77777777" w:rsidR="00101990" w:rsidRPr="00101990" w:rsidRDefault="00101990" w:rsidP="00101990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27D83796" w14:textId="1F3E263E" w:rsidR="004557BF" w:rsidRPr="003B1CBA" w:rsidRDefault="004557BF" w:rsidP="00B32797">
            <w:pPr>
              <w:jc w:val="both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3B1CBA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In </w:t>
            </w:r>
            <w:r w:rsidRPr="003B1CBA">
              <w:rPr>
                <w:rFonts w:asciiTheme="minorHAnsi" w:hAnsiTheme="minorHAnsi" w:cs="Arial"/>
                <w:b/>
                <w:sz w:val="22"/>
                <w:szCs w:val="22"/>
              </w:rPr>
              <w:t>DDNTA-6.</w:t>
            </w:r>
            <w:r w:rsidR="0056652D" w:rsidRPr="003B1CBA">
              <w:rPr>
                <w:rFonts w:asciiTheme="minorHAnsi" w:hAnsiTheme="minorHAnsi" w:cs="Arial"/>
                <w:b/>
                <w:sz w:val="22"/>
                <w:szCs w:val="22"/>
              </w:rPr>
              <w:t>3</w:t>
            </w:r>
            <w:r w:rsidRPr="003B1CBA">
              <w:rPr>
                <w:rFonts w:asciiTheme="minorHAnsi" w:hAnsiTheme="minorHAnsi" w:cs="Arial"/>
                <w:b/>
                <w:sz w:val="22"/>
                <w:szCs w:val="22"/>
              </w:rPr>
              <w:t>.0-v1.0</w:t>
            </w:r>
            <w:r w:rsidR="0056652D" w:rsidRPr="003B1CBA">
              <w:rPr>
                <w:rFonts w:asciiTheme="minorHAnsi" w:hAnsiTheme="minorHAnsi" w:cs="Arial"/>
                <w:b/>
                <w:sz w:val="22"/>
                <w:szCs w:val="22"/>
              </w:rPr>
              <w:t>0</w:t>
            </w:r>
            <w:r w:rsidRPr="003B1CBA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, </w:t>
            </w:r>
            <w:r w:rsidR="003B1CBA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for example, there is </w:t>
            </w:r>
            <w:r w:rsidRPr="003B1CBA">
              <w:rPr>
                <w:rFonts w:asciiTheme="minorHAnsi" w:hAnsiTheme="minorHAnsi" w:cs="Arial"/>
                <w:sz w:val="22"/>
                <w:szCs w:val="22"/>
                <w:lang w:val="en-IE"/>
              </w:rPr>
              <w:t>condition C01</w:t>
            </w:r>
            <w:r w:rsidR="00F42C5E" w:rsidRPr="003B1CBA">
              <w:rPr>
                <w:rFonts w:asciiTheme="minorHAnsi" w:hAnsiTheme="minorHAnsi" w:cs="Arial"/>
                <w:sz w:val="22"/>
                <w:szCs w:val="22"/>
                <w:lang w:val="en-US"/>
              </w:rPr>
              <w:t>02</w:t>
            </w:r>
            <w:r w:rsidRPr="003B1CBA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attached to </w:t>
            </w:r>
            <w:r w:rsidR="005C79C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</w:t>
            </w:r>
            <w:r w:rsidRPr="003B1CBA">
              <w:rPr>
                <w:rFonts w:asciiTheme="minorHAnsi" w:hAnsiTheme="minorHAnsi" w:cs="Arial"/>
                <w:sz w:val="22"/>
                <w:szCs w:val="22"/>
                <w:lang w:val="en-IE"/>
              </w:rPr>
              <w:t>D</w:t>
            </w:r>
            <w:r w:rsidR="005C79C1">
              <w:rPr>
                <w:rFonts w:asciiTheme="minorHAnsi" w:hAnsiTheme="minorHAnsi" w:cs="Arial"/>
                <w:sz w:val="22"/>
                <w:szCs w:val="22"/>
                <w:lang w:val="en-IE"/>
              </w:rPr>
              <w:t>ata Group</w:t>
            </w:r>
            <w:r w:rsidRPr="003B1CBA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“</w:t>
            </w:r>
            <w:r w:rsidR="00F42C5E" w:rsidRPr="003B1CBA">
              <w:rPr>
                <w:rFonts w:asciiTheme="minorHAnsi" w:hAnsiTheme="minorHAnsi" w:cs="Arial"/>
                <w:sz w:val="22"/>
                <w:szCs w:val="22"/>
                <w:lang w:val="en-IE"/>
              </w:rPr>
              <w:t>AUTHORISATION</w:t>
            </w:r>
            <w:r w:rsidRPr="003B1CBA">
              <w:rPr>
                <w:rFonts w:asciiTheme="minorHAnsi" w:hAnsiTheme="minorHAnsi" w:cs="Arial"/>
                <w:sz w:val="22"/>
                <w:szCs w:val="22"/>
                <w:lang w:val="en-IE"/>
              </w:rPr>
              <w:t>” of the “</w:t>
            </w:r>
            <w:r w:rsidR="00F42C5E" w:rsidRPr="003B1CBA">
              <w:rPr>
                <w:rFonts w:asciiTheme="minorHAnsi" w:hAnsiTheme="minorHAnsi" w:cs="Arial"/>
                <w:sz w:val="22"/>
                <w:szCs w:val="22"/>
                <w:lang w:val="en-IE"/>
              </w:rPr>
              <w:t>ARRIVAL NOTIFICATION”</w:t>
            </w:r>
            <w:r w:rsidRPr="003B1CBA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(IE00</w:t>
            </w:r>
            <w:r w:rsidR="00F42C5E" w:rsidRPr="003B1CBA">
              <w:rPr>
                <w:rFonts w:asciiTheme="minorHAnsi" w:hAnsiTheme="minorHAnsi" w:cs="Arial"/>
                <w:sz w:val="22"/>
                <w:szCs w:val="22"/>
                <w:lang w:val="en-US"/>
              </w:rPr>
              <w:t>7</w:t>
            </w:r>
            <w:r w:rsidRPr="003B1CBA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) message. </w:t>
            </w:r>
            <w:r w:rsidR="00F42C5E" w:rsidRPr="003B1CBA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Since the condition C0102 includes </w:t>
            </w:r>
            <w:r w:rsidR="004F495C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into its wording </w:t>
            </w:r>
            <w:r w:rsidR="00431196" w:rsidRPr="003B1CBA">
              <w:rPr>
                <w:rFonts w:asciiTheme="minorHAnsi" w:hAnsiTheme="minorHAnsi" w:cs="Arial"/>
                <w:sz w:val="22"/>
                <w:szCs w:val="22"/>
                <w:lang w:val="en-US"/>
              </w:rPr>
              <w:t>the CC007</w:t>
            </w:r>
            <w:r w:rsidR="00431196" w:rsidRPr="00B12D69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D</w:t>
            </w:r>
            <w:r w:rsidR="00F42C5E" w:rsidRPr="003B1CBA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message, it needs to be updated </w:t>
            </w:r>
            <w:r w:rsidR="005C79C1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to include </w:t>
            </w:r>
            <w:r w:rsidR="00F42C5E" w:rsidRPr="003B1CBA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the suffix </w:t>
            </w:r>
            <w:r w:rsidR="00431196" w:rsidRPr="003B1CBA">
              <w:rPr>
                <w:rFonts w:asciiTheme="minorHAnsi" w:hAnsiTheme="minorHAnsi" w:cs="Arial"/>
                <w:sz w:val="22"/>
                <w:szCs w:val="22"/>
                <w:lang w:val="en-US"/>
              </w:rPr>
              <w:t>‘</w:t>
            </w:r>
            <w:r w:rsidR="00431196" w:rsidRPr="00B12D69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C</w:t>
            </w:r>
            <w:r w:rsidR="00431196" w:rsidRPr="003B1CBA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’ (i.e. </w:t>
            </w:r>
            <w:r w:rsidR="005C79C1">
              <w:rPr>
                <w:rFonts w:asciiTheme="minorHAnsi" w:hAnsiTheme="minorHAnsi" w:cs="Arial"/>
                <w:sz w:val="22"/>
                <w:szCs w:val="22"/>
                <w:lang w:val="en-US"/>
              </w:rPr>
              <w:t>to become CC007</w:t>
            </w:r>
            <w:r w:rsidR="005C79C1" w:rsidRPr="00B12D69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C</w:t>
            </w:r>
            <w:r w:rsidR="00431196" w:rsidRPr="003B1CBA">
              <w:rPr>
                <w:rFonts w:asciiTheme="minorHAnsi" w:hAnsiTheme="minorHAnsi" w:cs="Arial"/>
                <w:sz w:val="22"/>
                <w:szCs w:val="22"/>
                <w:lang w:val="en-US"/>
              </w:rPr>
              <w:t>)</w:t>
            </w:r>
            <w:r w:rsidR="00F42C5E" w:rsidRPr="003B1CBA">
              <w:rPr>
                <w:rFonts w:asciiTheme="minorHAnsi" w:hAnsiTheme="minorHAnsi" w:cs="Arial"/>
                <w:sz w:val="22"/>
                <w:szCs w:val="22"/>
                <w:lang w:val="en-US"/>
              </w:rPr>
              <w:t>.</w:t>
            </w:r>
          </w:p>
          <w:p w14:paraId="5E66BD83" w14:textId="77777777" w:rsidR="005C79C1" w:rsidRPr="009E60F9" w:rsidRDefault="005C79C1" w:rsidP="009E60F9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2CD93ED9" w14:textId="45DD3F57" w:rsidR="004557BF" w:rsidRPr="00631601" w:rsidRDefault="00F42C5E" w:rsidP="0077487E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</w:pPr>
            <w:r w:rsidRPr="0077487E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  <w:t>Extract from CC007D</w:t>
            </w:r>
            <w:r w:rsidR="008B5E9E" w:rsidRPr="0077487E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  <w:t>:</w:t>
            </w:r>
          </w:p>
          <w:p w14:paraId="254CDE01" w14:textId="73BB6B3A" w:rsidR="004557BF" w:rsidRDefault="00F42C5E" w:rsidP="00F42C5E">
            <w:pPr>
              <w:jc w:val="center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10069D3" wp14:editId="4C510CC3">
                  <wp:extent cx="4925786" cy="1116715"/>
                  <wp:effectExtent l="152400" t="152400" r="351155" b="369570"/>
                  <wp:docPr id="48115197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1151975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4008" cy="11231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05E043A8" w14:textId="3FB60D95" w:rsidR="004557BF" w:rsidRDefault="004557BF" w:rsidP="004557BF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Condition C01</w:t>
            </w:r>
            <w:r w:rsidR="001661FA">
              <w:rPr>
                <w:rFonts w:asciiTheme="minorHAnsi" w:hAnsiTheme="minorHAnsi" w:cs="Arial"/>
                <w:sz w:val="22"/>
                <w:szCs w:val="22"/>
                <w:lang w:val="en-IE"/>
              </w:rPr>
              <w:t>02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reads as follows:</w:t>
            </w:r>
          </w:p>
          <w:p w14:paraId="57D7A432" w14:textId="57E58AAE" w:rsidR="00766DF1" w:rsidRPr="00F42C5E" w:rsidRDefault="00072C0A" w:rsidP="00631601">
            <w:pPr>
              <w:jc w:val="center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noProof/>
              </w:rPr>
              <w:drawing>
                <wp:inline distT="0" distB="0" distL="0" distR="0" wp14:anchorId="1778C0AA" wp14:editId="0A175A49">
                  <wp:extent cx="5094515" cy="1192164"/>
                  <wp:effectExtent l="152400" t="152400" r="354330" b="370205"/>
                  <wp:docPr id="146341524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3415246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5044" cy="12016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00B2A3A2" w14:textId="2FCD3522" w:rsidR="00A94952" w:rsidRDefault="00F42C5E" w:rsidP="001E06E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Similar change</w:t>
            </w:r>
            <w:r w:rsidR="001E06E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5C79C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should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be applied in the </w:t>
            </w:r>
            <w:r w:rsidR="00DB5B3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wording of </w:t>
            </w:r>
            <w:r w:rsidR="005E315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rules/conditions/guidelines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5E315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(as indicated above),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contain</w:t>
            </w:r>
            <w:r w:rsidR="008B5E9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ing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342AB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 their description (Functional</w:t>
            </w:r>
            <w:r w:rsidR="0004015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342AB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&amp;</w:t>
            </w:r>
            <w:r w:rsidR="0004015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342AB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Technical)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external and common domain messages </w:t>
            </w:r>
            <w:r w:rsidR="001E06E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where an update in</w:t>
            </w:r>
            <w:r w:rsidR="00342AB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the</w:t>
            </w:r>
            <w:r w:rsidR="001E06E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suffix </w:t>
            </w:r>
            <w:r w:rsidR="001E06E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is needed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  <w:p w14:paraId="6B26474D" w14:textId="0F1918D4" w:rsidR="005C79C1" w:rsidRPr="003F27E4" w:rsidRDefault="005C79C1" w:rsidP="001E06E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</w:tbl>
    <w:p w14:paraId="73995507" w14:textId="77777777" w:rsidR="00FC3974" w:rsidRDefault="00FC3974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1B5920AA" w14:textId="302B0168" w:rsidR="00B26D11" w:rsidRDefault="00B26D11">
      <w:pPr>
        <w:rPr>
          <w:rFonts w:asciiTheme="minorHAnsi" w:hAnsiTheme="minorHAnsi" w:cs="Arial"/>
          <w:b/>
          <w:bCs/>
          <w:sz w:val="28"/>
          <w:szCs w:val="28"/>
        </w:rPr>
      </w:pPr>
      <w:bookmarkStart w:id="3" w:name="_Hlk90467496"/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3: </w:t>
      </w:r>
      <w:r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  <w:bookmarkEnd w:id="3"/>
    </w:p>
    <w:tbl>
      <w:tblPr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</w:tblCellMar>
        <w:tblLook w:val="01E0" w:firstRow="1" w:lastRow="1" w:firstColumn="1" w:lastColumn="1" w:noHBand="0" w:noVBand="0"/>
      </w:tblPr>
      <w:tblGrid>
        <w:gridCol w:w="9175"/>
      </w:tblGrid>
      <w:tr w:rsidR="007D37E0" w:rsidRPr="00394724" w14:paraId="4CB4A705" w14:textId="77777777" w:rsidTr="00342AB9">
        <w:tc>
          <w:tcPr>
            <w:tcW w:w="9175" w:type="dxa"/>
          </w:tcPr>
          <w:p w14:paraId="1C08B449" w14:textId="77777777" w:rsidR="00D34513" w:rsidRPr="008B5E9E" w:rsidRDefault="00D34513" w:rsidP="00D3451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bookmarkStart w:id="4" w:name="_Hlk73455602"/>
            <w:bookmarkStart w:id="5" w:name="_Hlk78541056"/>
            <w:r w:rsidRPr="00AE20F5"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 w:rsidRPr="00AE20F5">
              <w:rPr>
                <w:rFonts w:asciiTheme="minorHAnsi" w:hAnsiTheme="minorHAnsi" w:cs="Arial"/>
                <w:b/>
                <w:sz w:val="22"/>
                <w:szCs w:val="22"/>
              </w:rPr>
              <w:t xml:space="preserve">DDNTA-6.3.0-v1.00 </w:t>
            </w:r>
            <w:r w:rsidRPr="00AE20F5">
              <w:rPr>
                <w:rFonts w:asciiTheme="minorHAnsi" w:hAnsiTheme="minorHAnsi" w:cs="Arial"/>
                <w:bCs/>
                <w:sz w:val="22"/>
                <w:szCs w:val="22"/>
              </w:rPr>
              <w:t>and</w:t>
            </w:r>
            <w:r w:rsidRPr="00AE20F5">
              <w:rPr>
                <w:rFonts w:asciiTheme="minorHAnsi" w:hAnsiTheme="minorHAnsi" w:cs="Arial"/>
                <w:b/>
                <w:sz w:val="22"/>
                <w:szCs w:val="22"/>
              </w:rPr>
              <w:t xml:space="preserve"> the CSE-v60.4.4</w:t>
            </w:r>
            <w:r w:rsidRPr="00AE20F5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AE20F5">
              <w:rPr>
                <w:rFonts w:asciiTheme="minorHAnsi" w:hAnsiTheme="minorHAnsi" w:cs="Arial"/>
                <w:sz w:val="22"/>
                <w:szCs w:val="22"/>
              </w:rPr>
              <w:t xml:space="preserve">shall be </w:t>
            </w:r>
            <w:r w:rsidRPr="00AE20F5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updated as follows </w:t>
            </w:r>
            <w:r w:rsidRPr="00AE20F5">
              <w:rPr>
                <w:rFonts w:asciiTheme="minorHAnsi" w:hAnsiTheme="minorHAnsi" w:cs="Arial"/>
                <w:sz w:val="22"/>
                <w:szCs w:val="22"/>
              </w:rPr>
              <w:t xml:space="preserve">(addition of </w:t>
            </w:r>
            <w:r w:rsidRPr="00AE20F5"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text highlighted in yellow</w:t>
            </w:r>
            <w:r w:rsidRPr="00AE20F5">
              <w:rPr>
                <w:rFonts w:asciiTheme="minorHAnsi" w:hAnsiTheme="minorHAnsi" w:cs="Arial"/>
                <w:sz w:val="22"/>
                <w:szCs w:val="22"/>
              </w:rPr>
              <w:t xml:space="preserve"> – removal of </w:t>
            </w:r>
            <w:r w:rsidRPr="00AE20F5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text with strikethrough</w:t>
            </w:r>
            <w:r w:rsidRPr="00AE20F5">
              <w:rPr>
                <w:rFonts w:asciiTheme="minorHAnsi" w:hAnsiTheme="minorHAnsi" w:cs="Arial"/>
                <w:sz w:val="22"/>
                <w:szCs w:val="22"/>
              </w:rPr>
              <w:t>)</w:t>
            </w:r>
            <w:r w:rsidRPr="00AE20F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7EA41CB" w14:textId="77777777" w:rsidR="00835927" w:rsidRDefault="00835927" w:rsidP="00701AC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1BD031" w14:textId="5248ED27" w:rsidR="005C79C1" w:rsidRDefault="005C79C1" w:rsidP="00701A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For example:</w:t>
            </w:r>
          </w:p>
          <w:p w14:paraId="0571F5B0" w14:textId="77777777" w:rsidR="005C79C1" w:rsidRPr="00D34513" w:rsidRDefault="005C79C1" w:rsidP="00701AC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14450E" w14:textId="77777777" w:rsidR="00835927" w:rsidRPr="005954C6" w:rsidRDefault="00835927" w:rsidP="00B12D69">
            <w:pPr>
              <w:ind w:left="72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5954C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C0102 </w:t>
            </w:r>
          </w:p>
          <w:p w14:paraId="6BF994CC" w14:textId="13CD9D32" w:rsidR="00835927" w:rsidRPr="00631601" w:rsidRDefault="00835927" w:rsidP="00B12D69">
            <w:pPr>
              <w:ind w:left="72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6316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Technical Description:</w:t>
            </w:r>
          </w:p>
          <w:p w14:paraId="60CE41C8" w14:textId="77777777" w:rsidR="00835927" w:rsidRPr="00631601" w:rsidRDefault="00835927" w:rsidP="00B12D69">
            <w:pPr>
              <w:ind w:left="7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31601">
              <w:rPr>
                <w:rFonts w:ascii="Arial" w:hAnsi="Arial" w:cs="Arial"/>
                <w:sz w:val="20"/>
                <w:szCs w:val="20"/>
                <w:lang w:val="en-US"/>
              </w:rPr>
              <w:t>IF /*/TransitOperation/</w:t>
            </w:r>
            <w:proofErr w:type="spellStart"/>
            <w:r w:rsidRPr="00631601">
              <w:rPr>
                <w:rFonts w:ascii="Arial" w:hAnsi="Arial" w:cs="Arial"/>
                <w:sz w:val="20"/>
                <w:szCs w:val="20"/>
                <w:lang w:val="en-US"/>
              </w:rPr>
              <w:t>simplifiedProcedure</w:t>
            </w:r>
            <w:proofErr w:type="spellEnd"/>
            <w:r w:rsidRPr="00631601">
              <w:rPr>
                <w:rFonts w:ascii="Arial" w:hAnsi="Arial" w:cs="Arial"/>
                <w:sz w:val="20"/>
                <w:szCs w:val="20"/>
                <w:lang w:val="en-US"/>
              </w:rPr>
              <w:t xml:space="preserve"> is EQUAL to '1'</w:t>
            </w:r>
          </w:p>
          <w:p w14:paraId="63BE703E" w14:textId="17ABCE69" w:rsidR="00835927" w:rsidRPr="00631601" w:rsidRDefault="00835927" w:rsidP="00B12D69">
            <w:pPr>
              <w:ind w:left="7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31601">
              <w:rPr>
                <w:rFonts w:ascii="Arial" w:hAnsi="Arial" w:cs="Arial"/>
                <w:sz w:val="20"/>
                <w:szCs w:val="20"/>
                <w:lang w:val="en-US"/>
              </w:rPr>
              <w:t>THEN /CC007</w:t>
            </w:r>
            <w:r w:rsidRPr="00631601">
              <w:rPr>
                <w:rFonts w:ascii="Arial" w:hAnsi="Arial" w:cs="Arial"/>
                <w:strike/>
                <w:color w:val="FF0000"/>
                <w:sz w:val="20"/>
                <w:szCs w:val="20"/>
                <w:lang w:val="en-US"/>
              </w:rPr>
              <w:t>D</w:t>
            </w:r>
            <w:r w:rsidRPr="00631601"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n-US"/>
              </w:rPr>
              <w:t>C</w:t>
            </w:r>
            <w:r w:rsidRPr="00631601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  <w:proofErr w:type="spellStart"/>
            <w:r w:rsidRPr="00631601">
              <w:rPr>
                <w:rFonts w:ascii="Arial" w:hAnsi="Arial" w:cs="Arial"/>
                <w:sz w:val="20"/>
                <w:szCs w:val="20"/>
                <w:lang w:val="en-US"/>
              </w:rPr>
              <w:t>Authorisation</w:t>
            </w:r>
            <w:proofErr w:type="spellEnd"/>
            <w:r w:rsidRPr="00631601">
              <w:rPr>
                <w:rFonts w:ascii="Arial" w:hAnsi="Arial" w:cs="Arial"/>
                <w:sz w:val="20"/>
                <w:szCs w:val="20"/>
                <w:lang w:val="en-US"/>
              </w:rPr>
              <w:t xml:space="preserve"> = "R"</w:t>
            </w:r>
          </w:p>
          <w:p w14:paraId="1BE4EB85" w14:textId="65DE7FAA" w:rsidR="00835927" w:rsidRPr="00631601" w:rsidRDefault="00835927" w:rsidP="00B12D69">
            <w:pPr>
              <w:ind w:left="7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31601">
              <w:rPr>
                <w:rFonts w:ascii="Arial" w:hAnsi="Arial" w:cs="Arial"/>
                <w:sz w:val="20"/>
                <w:szCs w:val="20"/>
                <w:lang w:val="en-US"/>
              </w:rPr>
              <w:t>ELSE /CC007</w:t>
            </w:r>
            <w:r w:rsidR="00840F2D" w:rsidRPr="00631601">
              <w:rPr>
                <w:rFonts w:ascii="Arial" w:hAnsi="Arial" w:cs="Arial"/>
                <w:strike/>
                <w:color w:val="FF0000"/>
                <w:sz w:val="20"/>
                <w:szCs w:val="20"/>
                <w:lang w:val="en-US"/>
              </w:rPr>
              <w:t>D</w:t>
            </w:r>
            <w:r w:rsidR="00840F2D" w:rsidRPr="00631601"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n-US"/>
              </w:rPr>
              <w:t>C</w:t>
            </w:r>
            <w:r w:rsidR="00840F2D" w:rsidRPr="0063160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631601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  <w:proofErr w:type="spellStart"/>
            <w:r w:rsidRPr="00631601">
              <w:rPr>
                <w:rFonts w:ascii="Arial" w:hAnsi="Arial" w:cs="Arial"/>
                <w:sz w:val="20"/>
                <w:szCs w:val="20"/>
                <w:lang w:val="en-US"/>
              </w:rPr>
              <w:t>Authorisation</w:t>
            </w:r>
            <w:proofErr w:type="spellEnd"/>
            <w:r w:rsidRPr="00631601">
              <w:rPr>
                <w:rFonts w:ascii="Arial" w:hAnsi="Arial" w:cs="Arial"/>
                <w:sz w:val="20"/>
                <w:szCs w:val="20"/>
                <w:lang w:val="en-US"/>
              </w:rPr>
              <w:t xml:space="preserve"> = "N"</w:t>
            </w:r>
          </w:p>
          <w:p w14:paraId="382BFD7F" w14:textId="77777777" w:rsidR="00835927" w:rsidRPr="00631601" w:rsidRDefault="00835927" w:rsidP="00B12D69">
            <w:pPr>
              <w:ind w:left="72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6316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Functional Description:</w:t>
            </w:r>
          </w:p>
          <w:p w14:paraId="0AA8C31D" w14:textId="77777777" w:rsidR="00835927" w:rsidRPr="00631601" w:rsidRDefault="00835927" w:rsidP="00B12D69">
            <w:pPr>
              <w:ind w:left="7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31601">
              <w:rPr>
                <w:rFonts w:ascii="Arial" w:hAnsi="Arial" w:cs="Arial"/>
                <w:sz w:val="20"/>
                <w:szCs w:val="20"/>
                <w:lang w:val="en-US"/>
              </w:rPr>
              <w:t xml:space="preserve">IF &lt;TRANSIT </w:t>
            </w:r>
            <w:proofErr w:type="spellStart"/>
            <w:r w:rsidRPr="00631601">
              <w:rPr>
                <w:rFonts w:ascii="Arial" w:hAnsi="Arial" w:cs="Arial"/>
                <w:sz w:val="20"/>
                <w:szCs w:val="20"/>
                <w:lang w:val="en-US"/>
              </w:rPr>
              <w:t>OPERATION.Simplified</w:t>
            </w:r>
            <w:proofErr w:type="spellEnd"/>
            <w:r w:rsidRPr="00631601">
              <w:rPr>
                <w:rFonts w:ascii="Arial" w:hAnsi="Arial" w:cs="Arial"/>
                <w:sz w:val="20"/>
                <w:szCs w:val="20"/>
                <w:lang w:val="en-US"/>
              </w:rPr>
              <w:t xml:space="preserve"> procedure&gt; is EQUAL to '1'</w:t>
            </w:r>
          </w:p>
          <w:p w14:paraId="0751D813" w14:textId="0FAFC9D4" w:rsidR="00835927" w:rsidRPr="00631601" w:rsidRDefault="00835927" w:rsidP="00B12D69">
            <w:pPr>
              <w:ind w:left="7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31601">
              <w:rPr>
                <w:rFonts w:ascii="Arial" w:hAnsi="Arial" w:cs="Arial"/>
                <w:sz w:val="20"/>
                <w:szCs w:val="20"/>
                <w:lang w:val="en-US"/>
              </w:rPr>
              <w:t>THEN &lt;CC007</w:t>
            </w:r>
            <w:r w:rsidR="00840F2D" w:rsidRPr="00631601">
              <w:rPr>
                <w:rFonts w:ascii="Arial" w:hAnsi="Arial" w:cs="Arial"/>
                <w:strike/>
                <w:color w:val="FF0000"/>
                <w:sz w:val="20"/>
                <w:szCs w:val="20"/>
                <w:lang w:val="en-US"/>
              </w:rPr>
              <w:t>D</w:t>
            </w:r>
            <w:r w:rsidR="00840F2D" w:rsidRPr="00631601"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n-US"/>
              </w:rPr>
              <w:t>C</w:t>
            </w:r>
            <w:r w:rsidR="00840F2D" w:rsidRPr="0063160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631601">
              <w:rPr>
                <w:rFonts w:ascii="Arial" w:hAnsi="Arial" w:cs="Arial"/>
                <w:sz w:val="20"/>
                <w:szCs w:val="20"/>
                <w:lang w:val="en-US"/>
              </w:rPr>
              <w:t>-AUTHORISATION&gt; = "R"</w:t>
            </w:r>
          </w:p>
          <w:p w14:paraId="2A770F08" w14:textId="0DB83EF1" w:rsidR="00835927" w:rsidRPr="00631601" w:rsidRDefault="00835927" w:rsidP="00B12D69">
            <w:pPr>
              <w:ind w:left="7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31601">
              <w:rPr>
                <w:rFonts w:ascii="Arial" w:hAnsi="Arial" w:cs="Arial"/>
                <w:sz w:val="20"/>
                <w:szCs w:val="20"/>
                <w:lang w:val="en-US"/>
              </w:rPr>
              <w:t>ELSE &lt;CC007</w:t>
            </w:r>
            <w:r w:rsidR="00840F2D" w:rsidRPr="00631601">
              <w:rPr>
                <w:rFonts w:ascii="Arial" w:hAnsi="Arial" w:cs="Arial"/>
                <w:strike/>
                <w:color w:val="FF0000"/>
                <w:sz w:val="20"/>
                <w:szCs w:val="20"/>
                <w:lang w:val="en-US"/>
              </w:rPr>
              <w:t>D</w:t>
            </w:r>
            <w:r w:rsidR="00840F2D" w:rsidRPr="00631601"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n-US"/>
              </w:rPr>
              <w:t>C</w:t>
            </w:r>
            <w:r w:rsidR="00840F2D" w:rsidRPr="0063160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631601">
              <w:rPr>
                <w:rFonts w:ascii="Arial" w:hAnsi="Arial" w:cs="Arial"/>
                <w:sz w:val="20"/>
                <w:szCs w:val="20"/>
                <w:lang w:val="en-US"/>
              </w:rPr>
              <w:t>-AUTHORISATION&gt; = "N"</w:t>
            </w:r>
          </w:p>
          <w:p w14:paraId="4C8F21F9" w14:textId="77777777" w:rsidR="00D34513" w:rsidRDefault="00D34513" w:rsidP="0083592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A5E575F" w14:textId="77777777" w:rsidR="005C79C1" w:rsidRDefault="005C79C1" w:rsidP="0083592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37993C5" w14:textId="680CA0F2" w:rsidR="00551427" w:rsidRPr="005C72C6" w:rsidRDefault="008D1F88" w:rsidP="00D34513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C72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There are </w:t>
            </w:r>
            <w:r w:rsidR="00F73B64" w:rsidRPr="005C72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16 </w:t>
            </w:r>
            <w:r w:rsidRPr="00B12D6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External Domain</w:t>
            </w:r>
            <w:r w:rsidRPr="005C72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6D7EA9" w:rsidRPr="00B12D6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messages</w:t>
            </w:r>
            <w:r w:rsidRPr="005C72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in NCTS-P</w:t>
            </w:r>
            <w:r w:rsidR="006D7EA9" w:rsidRPr="005C72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6 </w:t>
            </w:r>
            <w:r w:rsidR="007E2C89" w:rsidRPr="005C72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changing</w:t>
            </w:r>
            <w:r w:rsidR="006D7EA9" w:rsidRPr="005C72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their Suffix from </w:t>
            </w:r>
            <w:r w:rsidR="005954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‘D’ to ‘C’</w:t>
            </w:r>
            <w:r w:rsidR="00E035DA" w:rsidRPr="005C72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and</w:t>
            </w:r>
            <w:r w:rsidR="006D7EA9" w:rsidRPr="005C72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7E2C89" w:rsidRPr="005C72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will affect </w:t>
            </w:r>
            <w:r w:rsidR="005C79C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the following</w:t>
            </w:r>
            <w:r w:rsidR="005C79C1" w:rsidRPr="005C72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7E2C89" w:rsidRPr="005C72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rules/conditions</w:t>
            </w:r>
            <w:r w:rsidR="006D7EA9" w:rsidRPr="005C72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  <w:p w14:paraId="5491C642" w14:textId="77777777" w:rsidR="006D7EA9" w:rsidRDefault="006D7EA9" w:rsidP="006D7EA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19429D" w14:textId="04ACA305" w:rsidR="004549E1" w:rsidRPr="005C72C6" w:rsidRDefault="004549E1" w:rsidP="004549E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C72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Change their Suffix from </w:t>
            </w:r>
            <w:r w:rsidR="005954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‘D’ to ‘C’</w:t>
            </w:r>
          </w:p>
          <w:tbl>
            <w:tblPr>
              <w:tblW w:w="8790" w:type="dxa"/>
              <w:jc w:val="center"/>
              <w:tblBorders>
                <w:top w:val="single" w:sz="4" w:space="0" w:color="8EA9DB"/>
                <w:left w:val="single" w:sz="4" w:space="0" w:color="8EA9DB"/>
                <w:bottom w:val="single" w:sz="4" w:space="0" w:color="8EA9DB"/>
                <w:right w:val="single" w:sz="4" w:space="0" w:color="8EA9DB"/>
                <w:insideH w:val="single" w:sz="4" w:space="0" w:color="8EA9DB"/>
                <w:insideV w:val="single" w:sz="4" w:space="0" w:color="8EA9DB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0"/>
              <w:gridCol w:w="990"/>
              <w:gridCol w:w="2670"/>
              <w:gridCol w:w="3510"/>
              <w:gridCol w:w="1170"/>
            </w:tblGrid>
            <w:tr w:rsidR="0044441C" w14:paraId="10101318" w14:textId="5EDDBBBE" w:rsidTr="00342AB9">
              <w:trPr>
                <w:trHeight w:val="290"/>
                <w:jc w:val="center"/>
              </w:trPr>
              <w:tc>
                <w:tcPr>
                  <w:tcW w:w="450" w:type="dxa"/>
                  <w:vAlign w:val="center"/>
                </w:tcPr>
                <w:p w14:paraId="590D22CB" w14:textId="2CE514E5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bookmarkStart w:id="6" w:name="_Hlk160189455"/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center"/>
                </w:tcPr>
                <w:p w14:paraId="1D4BF611" w14:textId="52C95A48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Message</w:t>
                  </w:r>
                </w:p>
              </w:tc>
              <w:tc>
                <w:tcPr>
                  <w:tcW w:w="2670" w:type="dxa"/>
                  <w:vAlign w:val="center"/>
                </w:tcPr>
                <w:p w14:paraId="4089531B" w14:textId="57B42594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Message </w:t>
                  </w:r>
                  <w:r w:rsidR="00981754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Description</w:t>
                  </w:r>
                </w:p>
              </w:tc>
              <w:tc>
                <w:tcPr>
                  <w:tcW w:w="3510" w:type="dxa"/>
                  <w:shd w:val="clear" w:color="auto" w:fill="auto"/>
                  <w:noWrap/>
                  <w:vAlign w:val="center"/>
                  <w:hideMark/>
                </w:tcPr>
                <w:p w14:paraId="062BBDCD" w14:textId="24A6C64D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R/C applied</w:t>
                  </w:r>
                </w:p>
              </w:tc>
              <w:tc>
                <w:tcPr>
                  <w:tcW w:w="1170" w:type="dxa"/>
                </w:tcPr>
                <w:p w14:paraId="7B784348" w14:textId="584A67CC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Impact  </w:t>
                  </w:r>
                </w:p>
              </w:tc>
            </w:tr>
            <w:tr w:rsidR="0044441C" w14:paraId="73B61FD1" w14:textId="4FBA2A80" w:rsidTr="00342AB9">
              <w:trPr>
                <w:trHeight w:val="290"/>
                <w:jc w:val="center"/>
              </w:trPr>
              <w:tc>
                <w:tcPr>
                  <w:tcW w:w="450" w:type="dxa"/>
                  <w:vAlign w:val="center"/>
                </w:tcPr>
                <w:p w14:paraId="61DF0B06" w14:textId="7856DA75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center"/>
                </w:tcPr>
                <w:p w14:paraId="53B92ED9" w14:textId="4E8BF522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CC007C</w:t>
                  </w:r>
                </w:p>
              </w:tc>
              <w:tc>
                <w:tcPr>
                  <w:tcW w:w="2670" w:type="dxa"/>
                  <w:vAlign w:val="center"/>
                </w:tcPr>
                <w:p w14:paraId="6F59F736" w14:textId="1303B87F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701343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ARRIVAL NOTIFICATION</w:t>
                  </w:r>
                </w:p>
              </w:tc>
              <w:tc>
                <w:tcPr>
                  <w:tcW w:w="3510" w:type="dxa"/>
                  <w:shd w:val="clear" w:color="auto" w:fill="auto"/>
                  <w:noWrap/>
                  <w:vAlign w:val="center"/>
                  <w:hideMark/>
                </w:tcPr>
                <w:p w14:paraId="02471E57" w14:textId="2F75514B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C0102</w:t>
                  </w:r>
                </w:p>
              </w:tc>
              <w:tc>
                <w:tcPr>
                  <w:tcW w:w="1170" w:type="dxa"/>
                </w:tcPr>
                <w:p w14:paraId="33FD4864" w14:textId="64493D0C" w:rsidR="0044441C" w:rsidRPr="00701343" w:rsidRDefault="0044441C" w:rsidP="0063475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441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Opt-In &amp;</w:t>
                  </w:r>
                  <w:r w:rsidR="00634759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l-GR"/>
                    </w:rPr>
                    <w:t xml:space="preserve"> </w:t>
                  </w:r>
                  <w:r w:rsidRPr="0044441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Opt-Out</w:t>
                  </w:r>
                </w:p>
              </w:tc>
            </w:tr>
            <w:tr w:rsidR="0044441C" w14:paraId="5E77894F" w14:textId="16CF00A5" w:rsidTr="00342AB9">
              <w:trPr>
                <w:trHeight w:val="290"/>
                <w:jc w:val="center"/>
              </w:trPr>
              <w:tc>
                <w:tcPr>
                  <w:tcW w:w="450" w:type="dxa"/>
                  <w:vAlign w:val="center"/>
                </w:tcPr>
                <w:p w14:paraId="34F59005" w14:textId="3C847B18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center"/>
                </w:tcPr>
                <w:p w14:paraId="2CEF8432" w14:textId="63FBFF79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CC013C</w:t>
                  </w:r>
                </w:p>
              </w:tc>
              <w:tc>
                <w:tcPr>
                  <w:tcW w:w="2670" w:type="dxa"/>
                  <w:vAlign w:val="center"/>
                </w:tcPr>
                <w:p w14:paraId="35BC0E59" w14:textId="10C99843" w:rsidR="0044441C" w:rsidRPr="00692CA6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8F150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DECLARATION AMENDMENT</w:t>
                  </w:r>
                </w:p>
              </w:tc>
              <w:tc>
                <w:tcPr>
                  <w:tcW w:w="3510" w:type="dxa"/>
                  <w:shd w:val="clear" w:color="auto" w:fill="auto"/>
                  <w:noWrap/>
                  <w:vAlign w:val="center"/>
                  <w:hideMark/>
                </w:tcPr>
                <w:p w14:paraId="7BAF41F6" w14:textId="0E7FB0A8" w:rsidR="0044441C" w:rsidRPr="00E42822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da-DK"/>
                    </w:rPr>
                  </w:pPr>
                  <w:r w:rsidRPr="00E42822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da-DK"/>
                    </w:rPr>
                    <w:t xml:space="preserve">G0062, R0871, </w:t>
                  </w:r>
                  <w:r w:rsidR="00170EE1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da-DK"/>
                    </w:rPr>
                    <w:t>C</w:t>
                  </w:r>
                  <w:r w:rsidRPr="00E42822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da-DK"/>
                    </w:rPr>
                    <w:t xml:space="preserve">0123, </w:t>
                  </w:r>
                  <w:r w:rsidR="0072463E" w:rsidRPr="00E42822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da-DK"/>
                    </w:rPr>
                    <w:t>C</w:t>
                  </w:r>
                  <w:r w:rsidRPr="00E42822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da-DK"/>
                    </w:rPr>
                    <w:t xml:space="preserve">0170, C0412, C0824, C0833, C0840, C0861, </w:t>
                  </w:r>
                  <w:r w:rsidRPr="00E42822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da-DK"/>
                    </w:rPr>
                    <w:lastRenderedPageBreak/>
                    <w:t>C0862, C0904, G0034, G0045, G0068, G0127, R0520, R0790, R0910</w:t>
                  </w:r>
                </w:p>
              </w:tc>
              <w:tc>
                <w:tcPr>
                  <w:tcW w:w="1170" w:type="dxa"/>
                </w:tcPr>
                <w:p w14:paraId="1E586507" w14:textId="6F1EEB4F" w:rsidR="0044441C" w:rsidRPr="00981754" w:rsidRDefault="00634759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981754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lastRenderedPageBreak/>
                    <w:t>Opt-Out</w:t>
                  </w:r>
                </w:p>
              </w:tc>
            </w:tr>
            <w:bookmarkEnd w:id="6"/>
            <w:tr w:rsidR="0044441C" w14:paraId="4F68B34B" w14:textId="40288207" w:rsidTr="00342AB9">
              <w:trPr>
                <w:trHeight w:val="290"/>
                <w:jc w:val="center"/>
              </w:trPr>
              <w:tc>
                <w:tcPr>
                  <w:tcW w:w="450" w:type="dxa"/>
                  <w:vAlign w:val="center"/>
                </w:tcPr>
                <w:p w14:paraId="09DE2C41" w14:textId="76D2F407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center"/>
                </w:tcPr>
                <w:p w14:paraId="771134CA" w14:textId="3C4F210C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CC015C</w:t>
                  </w:r>
                </w:p>
              </w:tc>
              <w:tc>
                <w:tcPr>
                  <w:tcW w:w="2670" w:type="dxa"/>
                  <w:vAlign w:val="center"/>
                </w:tcPr>
                <w:p w14:paraId="4C809C83" w14:textId="20E2F7B1" w:rsidR="0044441C" w:rsidRPr="0006011E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da-DK"/>
                    </w:rPr>
                  </w:pPr>
                  <w:r w:rsidRPr="003E05B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DECLARATION DATA</w:t>
                  </w:r>
                </w:p>
              </w:tc>
              <w:tc>
                <w:tcPr>
                  <w:tcW w:w="3510" w:type="dxa"/>
                  <w:shd w:val="clear" w:color="auto" w:fill="auto"/>
                  <w:noWrap/>
                  <w:vAlign w:val="center"/>
                  <w:hideMark/>
                </w:tcPr>
                <w:p w14:paraId="2FD21021" w14:textId="63DA8519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da-DK"/>
                    </w:rPr>
                  </w:pPr>
                  <w:r w:rsidRPr="0006011E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da-DK"/>
                    </w:rPr>
                    <w:t xml:space="preserve">G0062, R0871, </w:t>
                  </w:r>
                  <w:r w:rsidR="00170EE1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da-DK"/>
                    </w:rPr>
                    <w:t>C</w:t>
                  </w:r>
                  <w:r w:rsidRPr="0006011E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da-DK"/>
                    </w:rPr>
                    <w:t xml:space="preserve">0123, </w:t>
                  </w:r>
                  <w:r w:rsidR="0072463E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da-DK"/>
                    </w:rPr>
                    <w:t>C</w:t>
                  </w:r>
                  <w:r w:rsidRPr="0006011E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da-DK"/>
                    </w:rPr>
                    <w:t xml:space="preserve">0170, </w:t>
                  </w:r>
                  <w:r w:rsidR="00DE57C2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da-DK"/>
                    </w:rPr>
                    <w:t>C</w:t>
                  </w:r>
                  <w:r w:rsidRPr="0006011E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da-DK"/>
                    </w:rPr>
                    <w:t>0190, C0412, C0604, C0808, C0824, C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da-DK"/>
                    </w:rPr>
                    <w:t>0833, C0840, C0861, C0862, C0904, G0034, G0045, G0062,</w:t>
                  </w:r>
                  <w:r w:rsidRPr="0006011E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da-DK"/>
                    </w:rPr>
                    <w:t xml:space="preserve"> G0068, G0127,</w:t>
                  </w:r>
                </w:p>
                <w:p w14:paraId="71B4A39B" w14:textId="77777777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da-DK"/>
                    </w:rPr>
                    <w:t>R0410,</w:t>
                  </w:r>
                  <w:r w:rsidRPr="00692CA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R0520,</w:t>
                  </w:r>
                </w:p>
                <w:p w14:paraId="6A232024" w14:textId="76720813" w:rsidR="0044441C" w:rsidRPr="0006011E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da-DK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R0720,</w:t>
                  </w:r>
                  <w:r w:rsidRPr="00692CA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R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0790, R0910</w:t>
                  </w:r>
                </w:p>
              </w:tc>
              <w:tc>
                <w:tcPr>
                  <w:tcW w:w="1170" w:type="dxa"/>
                </w:tcPr>
                <w:p w14:paraId="6D112121" w14:textId="71B2EB40" w:rsidR="0044441C" w:rsidRPr="003E05BB" w:rsidRDefault="00634759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981754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Opt-Out</w:t>
                  </w:r>
                </w:p>
              </w:tc>
            </w:tr>
            <w:tr w:rsidR="0044441C" w14:paraId="722F6714" w14:textId="4530DFFB" w:rsidTr="00342AB9">
              <w:trPr>
                <w:trHeight w:val="290"/>
                <w:jc w:val="center"/>
              </w:trPr>
              <w:tc>
                <w:tcPr>
                  <w:tcW w:w="450" w:type="dxa"/>
                  <w:vAlign w:val="center"/>
                </w:tcPr>
                <w:p w14:paraId="60A4E021" w14:textId="178CE6B2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center"/>
                </w:tcPr>
                <w:p w14:paraId="7EB32BDE" w14:textId="42B3A54C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CC017C</w:t>
                  </w:r>
                </w:p>
              </w:tc>
              <w:tc>
                <w:tcPr>
                  <w:tcW w:w="2670" w:type="dxa"/>
                  <w:vAlign w:val="center"/>
                </w:tcPr>
                <w:p w14:paraId="33CAB0AC" w14:textId="3E45015D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E05B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DEPARTURE CONTROL RESULTS</w:t>
                  </w:r>
                </w:p>
              </w:tc>
              <w:tc>
                <w:tcPr>
                  <w:tcW w:w="3510" w:type="dxa"/>
                  <w:shd w:val="clear" w:color="auto" w:fill="auto"/>
                  <w:noWrap/>
                  <w:vAlign w:val="center"/>
                  <w:hideMark/>
                </w:tcPr>
                <w:p w14:paraId="3AA6EBDE" w14:textId="5F3214B1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C0816, G0213</w:t>
                  </w:r>
                </w:p>
              </w:tc>
              <w:tc>
                <w:tcPr>
                  <w:tcW w:w="1170" w:type="dxa"/>
                </w:tcPr>
                <w:p w14:paraId="7F0D76B9" w14:textId="79BFC232" w:rsidR="0044441C" w:rsidRPr="003E05BB" w:rsidRDefault="00634759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4759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Opt-In &amp; Opt-Out</w:t>
                  </w:r>
                </w:p>
              </w:tc>
            </w:tr>
            <w:tr w:rsidR="0044441C" w14:paraId="598FBEB6" w14:textId="42908F8B" w:rsidTr="00342AB9">
              <w:trPr>
                <w:trHeight w:val="290"/>
                <w:jc w:val="center"/>
              </w:trPr>
              <w:tc>
                <w:tcPr>
                  <w:tcW w:w="450" w:type="dxa"/>
                  <w:vAlign w:val="center"/>
                </w:tcPr>
                <w:p w14:paraId="3ABF157F" w14:textId="6F7BBC53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center"/>
                </w:tcPr>
                <w:p w14:paraId="16DE6D1B" w14:textId="5D1DAA2B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CC025C</w:t>
                  </w:r>
                </w:p>
              </w:tc>
              <w:tc>
                <w:tcPr>
                  <w:tcW w:w="2670" w:type="dxa"/>
                  <w:vAlign w:val="center"/>
                </w:tcPr>
                <w:p w14:paraId="50CA9F46" w14:textId="7852323C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E05B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GOODS RELEASE NOTIFICATION</w:t>
                  </w:r>
                </w:p>
              </w:tc>
              <w:tc>
                <w:tcPr>
                  <w:tcW w:w="3510" w:type="dxa"/>
                  <w:shd w:val="clear" w:color="auto" w:fill="auto"/>
                  <w:noWrap/>
                  <w:vAlign w:val="center"/>
                  <w:hideMark/>
                </w:tcPr>
                <w:p w14:paraId="6E0C507D" w14:textId="73488FA9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C0844</w:t>
                  </w:r>
                </w:p>
              </w:tc>
              <w:tc>
                <w:tcPr>
                  <w:tcW w:w="1170" w:type="dxa"/>
                </w:tcPr>
                <w:p w14:paraId="3EDF968C" w14:textId="0C232F79" w:rsidR="0044441C" w:rsidRPr="003E05BB" w:rsidRDefault="00634759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4759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Opt-In &amp; Opt-Out</w:t>
                  </w:r>
                </w:p>
              </w:tc>
            </w:tr>
            <w:tr w:rsidR="0044441C" w14:paraId="5E1CB1A4" w14:textId="229F448A" w:rsidTr="00342AB9">
              <w:trPr>
                <w:trHeight w:val="290"/>
                <w:jc w:val="center"/>
              </w:trPr>
              <w:tc>
                <w:tcPr>
                  <w:tcW w:w="450" w:type="dxa"/>
                  <w:vAlign w:val="center"/>
                </w:tcPr>
                <w:p w14:paraId="415E4300" w14:textId="5C27CC0E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center"/>
                </w:tcPr>
                <w:p w14:paraId="0666A219" w14:textId="26F55AB4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CC028C</w:t>
                  </w:r>
                </w:p>
              </w:tc>
              <w:tc>
                <w:tcPr>
                  <w:tcW w:w="2670" w:type="dxa"/>
                  <w:vAlign w:val="center"/>
                </w:tcPr>
                <w:p w14:paraId="11E16724" w14:textId="045E25C1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WRITE-OFF NOTIFICATION</w:t>
                  </w:r>
                </w:p>
              </w:tc>
              <w:tc>
                <w:tcPr>
                  <w:tcW w:w="3510" w:type="dxa"/>
                  <w:shd w:val="clear" w:color="auto" w:fill="auto"/>
                  <w:noWrap/>
                  <w:vAlign w:val="center"/>
                  <w:hideMark/>
                </w:tcPr>
                <w:p w14:paraId="2A6557E0" w14:textId="6F54A8AC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R0528, C0467, C0685</w:t>
                  </w:r>
                </w:p>
              </w:tc>
              <w:tc>
                <w:tcPr>
                  <w:tcW w:w="1170" w:type="dxa"/>
                </w:tcPr>
                <w:p w14:paraId="53152724" w14:textId="78C8DF3F" w:rsidR="0044441C" w:rsidRDefault="00634759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4759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Opt-Out</w:t>
                  </w:r>
                </w:p>
              </w:tc>
            </w:tr>
            <w:tr w:rsidR="0044441C" w14:paraId="71740988" w14:textId="6D8B7514" w:rsidTr="00342AB9">
              <w:trPr>
                <w:trHeight w:val="290"/>
                <w:jc w:val="center"/>
              </w:trPr>
              <w:tc>
                <w:tcPr>
                  <w:tcW w:w="450" w:type="dxa"/>
                  <w:vAlign w:val="center"/>
                </w:tcPr>
                <w:p w14:paraId="3D458843" w14:textId="1842ED53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center"/>
                </w:tcPr>
                <w:p w14:paraId="0DD7C104" w14:textId="2DA58382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CC029C</w:t>
                  </w:r>
                </w:p>
              </w:tc>
              <w:tc>
                <w:tcPr>
                  <w:tcW w:w="2670" w:type="dxa"/>
                  <w:vAlign w:val="center"/>
                </w:tcPr>
                <w:p w14:paraId="6BF65402" w14:textId="2ADB1DA1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E05B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RELEASE FOR TRANSIT</w:t>
                  </w:r>
                </w:p>
              </w:tc>
              <w:tc>
                <w:tcPr>
                  <w:tcW w:w="3510" w:type="dxa"/>
                  <w:shd w:val="clear" w:color="auto" w:fill="auto"/>
                  <w:noWrap/>
                  <w:vAlign w:val="center"/>
                  <w:hideMark/>
                </w:tcPr>
                <w:p w14:paraId="2914612A" w14:textId="771ED5ED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C0004, C0025, C0333, C0489, G0062, G0231</w:t>
                  </w:r>
                </w:p>
              </w:tc>
              <w:tc>
                <w:tcPr>
                  <w:tcW w:w="1170" w:type="dxa"/>
                </w:tcPr>
                <w:p w14:paraId="1A177AC7" w14:textId="51719ACB" w:rsidR="0044441C" w:rsidRPr="003E05BB" w:rsidRDefault="00634759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4759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Opt-Out</w:t>
                  </w:r>
                </w:p>
              </w:tc>
            </w:tr>
            <w:tr w:rsidR="0044441C" w14:paraId="2353584F" w14:textId="11CDD72C" w:rsidTr="00342AB9">
              <w:trPr>
                <w:trHeight w:val="290"/>
                <w:jc w:val="center"/>
              </w:trPr>
              <w:tc>
                <w:tcPr>
                  <w:tcW w:w="450" w:type="dxa"/>
                  <w:vAlign w:val="center"/>
                </w:tcPr>
                <w:p w14:paraId="41591117" w14:textId="0710948B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center"/>
                </w:tcPr>
                <w:p w14:paraId="0B9E9587" w14:textId="41B2DD15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CC034C</w:t>
                  </w:r>
                </w:p>
              </w:tc>
              <w:tc>
                <w:tcPr>
                  <w:tcW w:w="2670" w:type="dxa"/>
                  <w:vAlign w:val="center"/>
                </w:tcPr>
                <w:p w14:paraId="2F91A77F" w14:textId="330C6C07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5B07D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QUERY ON GUARANTEES</w:t>
                  </w:r>
                </w:p>
              </w:tc>
              <w:tc>
                <w:tcPr>
                  <w:tcW w:w="3510" w:type="dxa"/>
                  <w:shd w:val="clear" w:color="auto" w:fill="auto"/>
                  <w:noWrap/>
                  <w:vAlign w:val="center"/>
                  <w:hideMark/>
                </w:tcPr>
                <w:p w14:paraId="5DDB1DE7" w14:textId="630EC094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C0818</w:t>
                  </w:r>
                </w:p>
              </w:tc>
              <w:tc>
                <w:tcPr>
                  <w:tcW w:w="1170" w:type="dxa"/>
                </w:tcPr>
                <w:p w14:paraId="20C47346" w14:textId="1DD39D0B" w:rsidR="0044441C" w:rsidRPr="005B07DB" w:rsidRDefault="00981754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981754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Opt-In &amp; Opt-Out</w:t>
                  </w:r>
                </w:p>
              </w:tc>
            </w:tr>
            <w:tr w:rsidR="0044441C" w14:paraId="7BB2BF91" w14:textId="2B87186D" w:rsidTr="00342AB9">
              <w:trPr>
                <w:trHeight w:val="290"/>
                <w:jc w:val="center"/>
              </w:trPr>
              <w:tc>
                <w:tcPr>
                  <w:tcW w:w="450" w:type="dxa"/>
                  <w:vAlign w:val="center"/>
                </w:tcPr>
                <w:p w14:paraId="7CABE0A7" w14:textId="264D9A26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center"/>
                </w:tcPr>
                <w:p w14:paraId="01F42F8E" w14:textId="5244B917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CC037C</w:t>
                  </w:r>
                </w:p>
              </w:tc>
              <w:tc>
                <w:tcPr>
                  <w:tcW w:w="2670" w:type="dxa"/>
                  <w:vAlign w:val="center"/>
                </w:tcPr>
                <w:p w14:paraId="27C6732E" w14:textId="7E990768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1195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RESPONSE QUERY ON GUARANTEES</w:t>
                  </w:r>
                </w:p>
              </w:tc>
              <w:tc>
                <w:tcPr>
                  <w:tcW w:w="3510" w:type="dxa"/>
                  <w:shd w:val="clear" w:color="auto" w:fill="auto"/>
                  <w:noWrap/>
                  <w:vAlign w:val="center"/>
                  <w:hideMark/>
                </w:tcPr>
                <w:p w14:paraId="0FD11841" w14:textId="18C5A2BC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C0231, C0234, C0270, C0280, C0285, C0286, C0817</w:t>
                  </w:r>
                </w:p>
              </w:tc>
              <w:tc>
                <w:tcPr>
                  <w:tcW w:w="1170" w:type="dxa"/>
                </w:tcPr>
                <w:p w14:paraId="78C0D8D3" w14:textId="74D34B88" w:rsidR="0044441C" w:rsidRPr="00C11957" w:rsidRDefault="00981754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981754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Opt-In &amp; Opt-Out</w:t>
                  </w:r>
                </w:p>
              </w:tc>
            </w:tr>
            <w:tr w:rsidR="0044441C" w14:paraId="65292CFC" w14:textId="194AFE95" w:rsidTr="00342AB9">
              <w:trPr>
                <w:trHeight w:val="290"/>
                <w:jc w:val="center"/>
              </w:trPr>
              <w:tc>
                <w:tcPr>
                  <w:tcW w:w="450" w:type="dxa"/>
                  <w:vAlign w:val="center"/>
                </w:tcPr>
                <w:p w14:paraId="0252607D" w14:textId="70782A69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center"/>
                </w:tcPr>
                <w:p w14:paraId="136C15CA" w14:textId="317D7761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CC043C</w:t>
                  </w:r>
                </w:p>
              </w:tc>
              <w:tc>
                <w:tcPr>
                  <w:tcW w:w="2670" w:type="dxa"/>
                  <w:vAlign w:val="center"/>
                </w:tcPr>
                <w:p w14:paraId="68E34A49" w14:textId="4FBE09D5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1195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UNLOADING PERMISSION</w:t>
                  </w:r>
                </w:p>
              </w:tc>
              <w:tc>
                <w:tcPr>
                  <w:tcW w:w="3510" w:type="dxa"/>
                  <w:shd w:val="clear" w:color="auto" w:fill="auto"/>
                  <w:noWrap/>
                  <w:vAlign w:val="center"/>
                  <w:hideMark/>
                </w:tcPr>
                <w:p w14:paraId="348CA074" w14:textId="4747CB8C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C0027, C0440, G0510</w:t>
                  </w:r>
                </w:p>
              </w:tc>
              <w:tc>
                <w:tcPr>
                  <w:tcW w:w="1170" w:type="dxa"/>
                </w:tcPr>
                <w:p w14:paraId="6D154B34" w14:textId="634397C2" w:rsidR="0044441C" w:rsidRPr="00C11957" w:rsidRDefault="00981754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981754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Opt-In &amp; Opt-Out</w:t>
                  </w:r>
                </w:p>
              </w:tc>
            </w:tr>
            <w:tr w:rsidR="0044441C" w14:paraId="1901BC32" w14:textId="64F3091E" w:rsidTr="00342AB9">
              <w:trPr>
                <w:trHeight w:val="290"/>
                <w:jc w:val="center"/>
              </w:trPr>
              <w:tc>
                <w:tcPr>
                  <w:tcW w:w="450" w:type="dxa"/>
                  <w:vAlign w:val="center"/>
                </w:tcPr>
                <w:p w14:paraId="64BA3DC8" w14:textId="11F0438D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center"/>
                </w:tcPr>
                <w:p w14:paraId="77AFAEBD" w14:textId="35599DC7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CC044C</w:t>
                  </w:r>
                </w:p>
              </w:tc>
              <w:tc>
                <w:tcPr>
                  <w:tcW w:w="2670" w:type="dxa"/>
                  <w:vAlign w:val="center"/>
                </w:tcPr>
                <w:p w14:paraId="5BE5CAA9" w14:textId="488BFD54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A153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UNLOADING REMARKS</w:t>
                  </w:r>
                </w:p>
              </w:tc>
              <w:tc>
                <w:tcPr>
                  <w:tcW w:w="3510" w:type="dxa"/>
                  <w:shd w:val="clear" w:color="auto" w:fill="auto"/>
                  <w:noWrap/>
                  <w:vAlign w:val="center"/>
                  <w:hideMark/>
                </w:tcPr>
                <w:p w14:paraId="29CF77C8" w14:textId="668C29B3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C0440, C0816</w:t>
                  </w:r>
                </w:p>
              </w:tc>
              <w:tc>
                <w:tcPr>
                  <w:tcW w:w="1170" w:type="dxa"/>
                </w:tcPr>
                <w:p w14:paraId="5AB1AE38" w14:textId="74D48AA2" w:rsidR="0044441C" w:rsidRPr="00DA153E" w:rsidRDefault="00981754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981754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Opt-In &amp; Opt-Out</w:t>
                  </w:r>
                </w:p>
              </w:tc>
            </w:tr>
            <w:tr w:rsidR="0044441C" w14:paraId="351FF2A9" w14:textId="6D7590E1" w:rsidTr="00342AB9">
              <w:trPr>
                <w:trHeight w:val="290"/>
                <w:jc w:val="center"/>
              </w:trPr>
              <w:tc>
                <w:tcPr>
                  <w:tcW w:w="450" w:type="dxa"/>
                  <w:vAlign w:val="center"/>
                </w:tcPr>
                <w:p w14:paraId="7C01DB7A" w14:textId="03496D50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center"/>
                </w:tcPr>
                <w:p w14:paraId="0A67E2AE" w14:textId="7568F1E4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CC056C</w:t>
                  </w:r>
                </w:p>
              </w:tc>
              <w:tc>
                <w:tcPr>
                  <w:tcW w:w="2670" w:type="dxa"/>
                  <w:vAlign w:val="center"/>
                </w:tcPr>
                <w:p w14:paraId="28072D43" w14:textId="34ED799C" w:rsidR="0044441C" w:rsidRDefault="0044441C" w:rsidP="00C52373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A757D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REJECTION FROM OFFICE OF</w:t>
                  </w:r>
                  <w:r w:rsidR="00C52373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</w:t>
                  </w:r>
                  <w:r w:rsidRPr="00A757D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DEPARTURE</w:t>
                  </w:r>
                </w:p>
              </w:tc>
              <w:tc>
                <w:tcPr>
                  <w:tcW w:w="3510" w:type="dxa"/>
                  <w:shd w:val="clear" w:color="auto" w:fill="auto"/>
                  <w:noWrap/>
                  <w:vAlign w:val="center"/>
                  <w:hideMark/>
                </w:tcPr>
                <w:p w14:paraId="4E6FEBED" w14:textId="76AC470D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G0034</w:t>
                  </w:r>
                </w:p>
              </w:tc>
              <w:tc>
                <w:tcPr>
                  <w:tcW w:w="1170" w:type="dxa"/>
                </w:tcPr>
                <w:p w14:paraId="5243EF37" w14:textId="4D2967F3" w:rsidR="0044441C" w:rsidRPr="00A757D7" w:rsidRDefault="00981754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981754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Opt-Out</w:t>
                  </w:r>
                </w:p>
              </w:tc>
            </w:tr>
            <w:tr w:rsidR="0044441C" w14:paraId="337B6A3C" w14:textId="133CE4FA" w:rsidTr="00342AB9">
              <w:trPr>
                <w:trHeight w:val="290"/>
                <w:jc w:val="center"/>
              </w:trPr>
              <w:tc>
                <w:tcPr>
                  <w:tcW w:w="450" w:type="dxa"/>
                  <w:vAlign w:val="center"/>
                </w:tcPr>
                <w:p w14:paraId="361EA798" w14:textId="43650B69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center"/>
                </w:tcPr>
                <w:p w14:paraId="51104FE1" w14:textId="184B57AF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CC060C</w:t>
                  </w:r>
                </w:p>
              </w:tc>
              <w:tc>
                <w:tcPr>
                  <w:tcW w:w="2670" w:type="dxa"/>
                  <w:vAlign w:val="center"/>
                </w:tcPr>
                <w:p w14:paraId="217A4907" w14:textId="7DC74BD1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9C52E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CONTROL DECISION NOTIFICATION</w:t>
                  </w:r>
                </w:p>
              </w:tc>
              <w:tc>
                <w:tcPr>
                  <w:tcW w:w="3510" w:type="dxa"/>
                  <w:shd w:val="clear" w:color="auto" w:fill="auto"/>
                  <w:noWrap/>
                  <w:vAlign w:val="center"/>
                </w:tcPr>
                <w:p w14:paraId="79D54686" w14:textId="44F286E9" w:rsidR="0044441C" w:rsidRDefault="00DE57C2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</w:t>
                  </w:r>
                  <w:r w:rsidR="0044441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0120, 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</w:t>
                  </w:r>
                  <w:r w:rsidR="0044441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0121, 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</w:t>
                  </w:r>
                  <w:r w:rsidR="0044441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0122, C0451, C0452, C0455, C0685</w:t>
                  </w:r>
                </w:p>
              </w:tc>
              <w:tc>
                <w:tcPr>
                  <w:tcW w:w="1170" w:type="dxa"/>
                </w:tcPr>
                <w:p w14:paraId="2229160D" w14:textId="4885BD0E" w:rsidR="0044441C" w:rsidRPr="009C52E5" w:rsidRDefault="00981754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981754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Opt-Out</w:t>
                  </w:r>
                </w:p>
              </w:tc>
            </w:tr>
            <w:tr w:rsidR="0044441C" w14:paraId="0465B4A7" w14:textId="1D3FB24A" w:rsidTr="00342AB9">
              <w:trPr>
                <w:trHeight w:val="290"/>
                <w:jc w:val="center"/>
              </w:trPr>
              <w:tc>
                <w:tcPr>
                  <w:tcW w:w="450" w:type="dxa"/>
                  <w:vAlign w:val="center"/>
                </w:tcPr>
                <w:p w14:paraId="7C00DB3F" w14:textId="51C9E1DC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center"/>
                </w:tcPr>
                <w:p w14:paraId="47E8087B" w14:textId="375B7A58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CC141C</w:t>
                  </w:r>
                </w:p>
              </w:tc>
              <w:tc>
                <w:tcPr>
                  <w:tcW w:w="2670" w:type="dxa"/>
                  <w:vAlign w:val="center"/>
                </w:tcPr>
                <w:p w14:paraId="04C77C36" w14:textId="7A9B07E0" w:rsidR="0044441C" w:rsidRPr="00A73BE2" w:rsidRDefault="00981754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</w:pPr>
                  <w:r w:rsidRPr="00981754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INFORMATION ABOUT NON-ARRIVED MOVEMENT</w:t>
                  </w:r>
                </w:p>
              </w:tc>
              <w:tc>
                <w:tcPr>
                  <w:tcW w:w="3510" w:type="dxa"/>
                  <w:shd w:val="clear" w:color="auto" w:fill="auto"/>
                  <w:noWrap/>
                  <w:vAlign w:val="center"/>
                </w:tcPr>
                <w:p w14:paraId="2B9A359F" w14:textId="6B5A3BF8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C0009, C0215, C0220, C0315</w:t>
                  </w:r>
                </w:p>
              </w:tc>
              <w:tc>
                <w:tcPr>
                  <w:tcW w:w="1170" w:type="dxa"/>
                </w:tcPr>
                <w:p w14:paraId="2FA771E3" w14:textId="69E40E60" w:rsidR="0044441C" w:rsidRDefault="00981754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981754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Opt-In &amp; Opt-Out</w:t>
                  </w:r>
                </w:p>
              </w:tc>
            </w:tr>
            <w:tr w:rsidR="0044441C" w:rsidRPr="00634759" w14:paraId="0435D281" w14:textId="45C8E35D" w:rsidTr="00342AB9">
              <w:trPr>
                <w:trHeight w:val="290"/>
                <w:jc w:val="center"/>
              </w:trPr>
              <w:tc>
                <w:tcPr>
                  <w:tcW w:w="450" w:type="dxa"/>
                  <w:vAlign w:val="center"/>
                </w:tcPr>
                <w:p w14:paraId="6F06BF33" w14:textId="78867371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center"/>
                </w:tcPr>
                <w:p w14:paraId="70E1E99B" w14:textId="4B714302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CC170C</w:t>
                  </w:r>
                </w:p>
              </w:tc>
              <w:tc>
                <w:tcPr>
                  <w:tcW w:w="2670" w:type="dxa"/>
                  <w:vAlign w:val="center"/>
                </w:tcPr>
                <w:p w14:paraId="61B47AF3" w14:textId="77777777" w:rsidR="0044441C" w:rsidRPr="00CF4107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</w:pPr>
                  <w:r w:rsidRPr="00CF4107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PRESENTATION NOTIFICATION FOR THE</w:t>
                  </w:r>
                </w:p>
                <w:p w14:paraId="140BF876" w14:textId="63DD9703" w:rsidR="0044441C" w:rsidRP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</w:pPr>
                  <w:r w:rsidRPr="00CF4107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PRE-LODGED DECLARATION</w:t>
                  </w:r>
                </w:p>
              </w:tc>
              <w:tc>
                <w:tcPr>
                  <w:tcW w:w="3510" w:type="dxa"/>
                  <w:shd w:val="clear" w:color="auto" w:fill="auto"/>
                  <w:noWrap/>
                  <w:vAlign w:val="center"/>
                </w:tcPr>
                <w:p w14:paraId="25CBD6AC" w14:textId="56FE1815" w:rsidR="0044441C" w:rsidRPr="009C52E5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da-DK"/>
                    </w:rPr>
                  </w:pPr>
                  <w:r w:rsidRPr="009C52E5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da-DK"/>
                    </w:rPr>
                    <w:t>C0123, C0170, G0167, R0094, C0412, C0604, C0808, C0824, C0833, C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da-DK"/>
                    </w:rPr>
                    <w:t>0840, G0062, R0790</w:t>
                  </w:r>
                </w:p>
              </w:tc>
              <w:tc>
                <w:tcPr>
                  <w:tcW w:w="1170" w:type="dxa"/>
                </w:tcPr>
                <w:p w14:paraId="46C72EB7" w14:textId="4D2D6CB8" w:rsidR="0044441C" w:rsidRPr="00634759" w:rsidRDefault="00981754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da-DK"/>
                    </w:rPr>
                  </w:pPr>
                  <w:proofErr w:type="spellStart"/>
                  <w:r w:rsidRPr="00981754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da-DK"/>
                    </w:rPr>
                    <w:t>Opt</w:t>
                  </w:r>
                  <w:proofErr w:type="spellEnd"/>
                  <w:r w:rsidRPr="00981754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da-DK"/>
                    </w:rPr>
                    <w:t xml:space="preserve">-In &amp; </w:t>
                  </w:r>
                  <w:proofErr w:type="spellStart"/>
                  <w:r w:rsidRPr="00981754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da-DK"/>
                    </w:rPr>
                    <w:t>Opt</w:t>
                  </w:r>
                  <w:proofErr w:type="spellEnd"/>
                  <w:r w:rsidRPr="00981754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da-DK"/>
                    </w:rPr>
                    <w:t>-Out</w:t>
                  </w:r>
                </w:p>
              </w:tc>
            </w:tr>
            <w:tr w:rsidR="0044441C" w14:paraId="324776DC" w14:textId="62580AB4" w:rsidTr="00342AB9">
              <w:trPr>
                <w:trHeight w:val="290"/>
                <w:jc w:val="center"/>
              </w:trPr>
              <w:tc>
                <w:tcPr>
                  <w:tcW w:w="450" w:type="dxa"/>
                  <w:vAlign w:val="center"/>
                </w:tcPr>
                <w:p w14:paraId="2E312CF5" w14:textId="6D5F47F0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16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center"/>
                </w:tcPr>
                <w:p w14:paraId="2F966D73" w14:textId="06CD00D8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CC928C</w:t>
                  </w:r>
                </w:p>
              </w:tc>
              <w:tc>
                <w:tcPr>
                  <w:tcW w:w="2670" w:type="dxa"/>
                  <w:vAlign w:val="center"/>
                </w:tcPr>
                <w:p w14:paraId="149D4317" w14:textId="46F74D05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P</w:t>
                  </w:r>
                  <w:r w:rsidRPr="00CF410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OSITIVE ACKNOWLEDGE</w:t>
                  </w:r>
                </w:p>
              </w:tc>
              <w:tc>
                <w:tcPr>
                  <w:tcW w:w="3510" w:type="dxa"/>
                  <w:shd w:val="clear" w:color="auto" w:fill="auto"/>
                  <w:noWrap/>
                  <w:vAlign w:val="center"/>
                </w:tcPr>
                <w:p w14:paraId="38F1A254" w14:textId="1E93B62A" w:rsidR="0044441C" w:rsidRDefault="0044441C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C0110, R0523, R0528</w:t>
                  </w:r>
                </w:p>
              </w:tc>
              <w:tc>
                <w:tcPr>
                  <w:tcW w:w="1170" w:type="dxa"/>
                </w:tcPr>
                <w:p w14:paraId="669F8EA1" w14:textId="54C55CE6" w:rsidR="0044441C" w:rsidRDefault="00981754" w:rsidP="0044441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981754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Opt-Out</w:t>
                  </w:r>
                </w:p>
              </w:tc>
            </w:tr>
          </w:tbl>
          <w:p w14:paraId="009D0E9D" w14:textId="77777777" w:rsidR="006D7EA9" w:rsidRPr="006D7EA9" w:rsidRDefault="006D7EA9" w:rsidP="006D7EA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231AE5" w14:textId="77777777" w:rsidR="0071333F" w:rsidRDefault="0071333F" w:rsidP="006D7EA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8646AAA" w14:textId="2BFE04C3" w:rsidR="00314C67" w:rsidRPr="006D7EA9" w:rsidRDefault="00314C67" w:rsidP="00314C67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308B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There are </w:t>
            </w:r>
            <w:r w:rsidR="00AF6C31" w:rsidRPr="006308B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22</w:t>
            </w:r>
            <w:r w:rsidRPr="006308B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B12D6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Common Domain messages</w:t>
            </w:r>
            <w:r w:rsidRPr="006308B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in NCTS-P6 changing their Suffix from </w:t>
            </w:r>
            <w:r w:rsidR="005954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‘D’ to ‘C’</w:t>
            </w:r>
            <w:r w:rsidR="00E035DA" w:rsidRPr="006308B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and</w:t>
            </w:r>
            <w:r w:rsidRPr="006308B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will affect several rules/conditions</w:t>
            </w:r>
            <w:r>
              <w:rPr>
                <w:rFonts w:asciiTheme="minorHAnsi" w:hAnsiTheme="minorHAnsi" w:cstheme="minorHAnsi"/>
                <w:lang w:val="en-US"/>
              </w:rPr>
              <w:t>.</w:t>
            </w:r>
          </w:p>
          <w:p w14:paraId="39E70973" w14:textId="77777777" w:rsidR="00704020" w:rsidRPr="007F4D85" w:rsidRDefault="00704020" w:rsidP="0070402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01B32A5D" w14:textId="46DF9A20" w:rsidR="004549E1" w:rsidRPr="006308BA" w:rsidRDefault="00704020" w:rsidP="007040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308B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Change their Suffix from </w:t>
            </w:r>
            <w:r w:rsidR="005954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‘D’ to ‘C’</w:t>
            </w:r>
          </w:p>
          <w:tbl>
            <w:tblPr>
              <w:tblW w:w="8880" w:type="dxa"/>
              <w:jc w:val="center"/>
              <w:tblBorders>
                <w:top w:val="single" w:sz="4" w:space="0" w:color="8EA9DB"/>
                <w:left w:val="single" w:sz="4" w:space="0" w:color="8EA9DB"/>
                <w:bottom w:val="single" w:sz="4" w:space="0" w:color="8EA9DB"/>
                <w:right w:val="single" w:sz="4" w:space="0" w:color="8EA9DB"/>
                <w:insideH w:val="single" w:sz="4" w:space="0" w:color="8EA9DB"/>
                <w:insideV w:val="single" w:sz="4" w:space="0" w:color="8EA9DB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4"/>
              <w:gridCol w:w="993"/>
              <w:gridCol w:w="2763"/>
              <w:gridCol w:w="3510"/>
              <w:gridCol w:w="1170"/>
            </w:tblGrid>
            <w:tr w:rsidR="00342AB9" w14:paraId="15967490" w14:textId="77777777" w:rsidTr="00342AB9">
              <w:trPr>
                <w:trHeight w:val="290"/>
                <w:jc w:val="center"/>
              </w:trPr>
              <w:tc>
                <w:tcPr>
                  <w:tcW w:w="444" w:type="dxa"/>
                  <w:vAlign w:val="center"/>
                </w:tcPr>
                <w:p w14:paraId="2246274D" w14:textId="35EA47EC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993" w:type="dxa"/>
                  <w:shd w:val="clear" w:color="auto" w:fill="auto"/>
                  <w:noWrap/>
                  <w:vAlign w:val="center"/>
                </w:tcPr>
                <w:p w14:paraId="785E8A9D" w14:textId="77D60199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Message</w:t>
                  </w:r>
                </w:p>
              </w:tc>
              <w:tc>
                <w:tcPr>
                  <w:tcW w:w="2763" w:type="dxa"/>
                  <w:vAlign w:val="center"/>
                </w:tcPr>
                <w:p w14:paraId="5DF8A8DD" w14:textId="680834C1" w:rsidR="00342AB9" w:rsidRPr="00837E4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Message Description</w:t>
                  </w:r>
                </w:p>
              </w:tc>
              <w:tc>
                <w:tcPr>
                  <w:tcW w:w="3510" w:type="dxa"/>
                  <w:shd w:val="clear" w:color="auto" w:fill="auto"/>
                  <w:noWrap/>
                  <w:vAlign w:val="center"/>
                </w:tcPr>
                <w:p w14:paraId="2772FBA1" w14:textId="1DDCB8CA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R/C applied</w:t>
                  </w:r>
                </w:p>
              </w:tc>
              <w:tc>
                <w:tcPr>
                  <w:tcW w:w="1170" w:type="dxa"/>
                </w:tcPr>
                <w:p w14:paraId="012C2510" w14:textId="37A9EDB5" w:rsidR="00342AB9" w:rsidRPr="00DE14DE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Impact  </w:t>
                  </w:r>
                </w:p>
              </w:tc>
            </w:tr>
            <w:tr w:rsidR="00342AB9" w14:paraId="04BF4DE0" w14:textId="6AFAB306" w:rsidTr="00342AB9">
              <w:trPr>
                <w:trHeight w:val="290"/>
                <w:jc w:val="center"/>
              </w:trPr>
              <w:tc>
                <w:tcPr>
                  <w:tcW w:w="444" w:type="dxa"/>
                  <w:vAlign w:val="center"/>
                </w:tcPr>
                <w:p w14:paraId="78257CB5" w14:textId="4915C5C0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shd w:val="clear" w:color="auto" w:fill="auto"/>
                  <w:noWrap/>
                  <w:vAlign w:val="center"/>
                  <w:hideMark/>
                </w:tcPr>
                <w:p w14:paraId="18DB99D2" w14:textId="4166A6F1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CD001C</w:t>
                  </w:r>
                </w:p>
              </w:tc>
              <w:tc>
                <w:tcPr>
                  <w:tcW w:w="2763" w:type="dxa"/>
                  <w:vAlign w:val="center"/>
                </w:tcPr>
                <w:p w14:paraId="27373ED3" w14:textId="6996E5F0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837E49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ANTICIPATED ARRIVAL RECORD</w:t>
                  </w:r>
                </w:p>
              </w:tc>
              <w:tc>
                <w:tcPr>
                  <w:tcW w:w="3510" w:type="dxa"/>
                  <w:shd w:val="clear" w:color="auto" w:fill="auto"/>
                  <w:noWrap/>
                  <w:vAlign w:val="center"/>
                  <w:hideMark/>
                </w:tcPr>
                <w:p w14:paraId="3BA8DCCA" w14:textId="272E7F13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C0810, C0844, G0062, </w:t>
                  </w:r>
                  <w:r w:rsidR="00412984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G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0507, R0871</w:t>
                  </w:r>
                </w:p>
              </w:tc>
              <w:tc>
                <w:tcPr>
                  <w:tcW w:w="1170" w:type="dxa"/>
                </w:tcPr>
                <w:p w14:paraId="2EB2CD2A" w14:textId="0F6BD8D3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E14D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Opt-In &amp; Opt-Out</w:t>
                  </w:r>
                </w:p>
              </w:tc>
            </w:tr>
            <w:tr w:rsidR="00342AB9" w14:paraId="4B48F36D" w14:textId="1C7591F6" w:rsidTr="00342AB9">
              <w:trPr>
                <w:trHeight w:val="290"/>
                <w:jc w:val="center"/>
              </w:trPr>
              <w:tc>
                <w:tcPr>
                  <w:tcW w:w="444" w:type="dxa"/>
                  <w:vAlign w:val="center"/>
                </w:tcPr>
                <w:p w14:paraId="52520424" w14:textId="48AF6FEB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93" w:type="dxa"/>
                  <w:shd w:val="clear" w:color="auto" w:fill="auto"/>
                  <w:noWrap/>
                  <w:vAlign w:val="center"/>
                </w:tcPr>
                <w:p w14:paraId="2F75B94A" w14:textId="3BC189FE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CD003C</w:t>
                  </w:r>
                </w:p>
              </w:tc>
              <w:tc>
                <w:tcPr>
                  <w:tcW w:w="2763" w:type="dxa"/>
                  <w:vAlign w:val="center"/>
                </w:tcPr>
                <w:p w14:paraId="67CFE9DE" w14:textId="155F197C" w:rsidR="00342AB9" w:rsidRDefault="00342AB9" w:rsidP="00C52373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837E49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ANTICIPATED ARRIVAL RECORD</w:t>
                  </w:r>
                  <w:r w:rsidR="00C52373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</w:t>
                  </w:r>
                  <w:r w:rsidRPr="00837E49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RESPONSE</w:t>
                  </w:r>
                </w:p>
              </w:tc>
              <w:tc>
                <w:tcPr>
                  <w:tcW w:w="3510" w:type="dxa"/>
                  <w:shd w:val="clear" w:color="auto" w:fill="auto"/>
                  <w:noWrap/>
                  <w:vAlign w:val="center"/>
                </w:tcPr>
                <w:p w14:paraId="5252080D" w14:textId="188B79DE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C0810, C0844, </w:t>
                  </w:r>
                  <w:r w:rsidR="00897CF3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G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0367, </w:t>
                  </w:r>
                  <w:r w:rsidR="00412984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G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0507, R0871</w:t>
                  </w:r>
                </w:p>
              </w:tc>
              <w:tc>
                <w:tcPr>
                  <w:tcW w:w="1170" w:type="dxa"/>
                </w:tcPr>
                <w:p w14:paraId="656D4BB4" w14:textId="74BB0C95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E14D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Opt-In &amp; Opt-Out</w:t>
                  </w:r>
                </w:p>
              </w:tc>
            </w:tr>
            <w:tr w:rsidR="00342AB9" w14:paraId="040C74A2" w14:textId="2CFE2137" w:rsidTr="00342AB9">
              <w:trPr>
                <w:trHeight w:val="290"/>
                <w:jc w:val="center"/>
              </w:trPr>
              <w:tc>
                <w:tcPr>
                  <w:tcW w:w="444" w:type="dxa"/>
                  <w:vAlign w:val="center"/>
                </w:tcPr>
                <w:p w14:paraId="522F2EE8" w14:textId="6CE328F7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993" w:type="dxa"/>
                  <w:shd w:val="clear" w:color="auto" w:fill="auto"/>
                  <w:noWrap/>
                  <w:vAlign w:val="center"/>
                </w:tcPr>
                <w:p w14:paraId="77276A72" w14:textId="10151552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CD018C</w:t>
                  </w:r>
                </w:p>
              </w:tc>
              <w:tc>
                <w:tcPr>
                  <w:tcW w:w="2763" w:type="dxa"/>
                  <w:vAlign w:val="center"/>
                </w:tcPr>
                <w:p w14:paraId="2F37DA50" w14:textId="60C3CD00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837E49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DESTINATION CONTROL RESULTS</w:t>
                  </w:r>
                </w:p>
              </w:tc>
              <w:tc>
                <w:tcPr>
                  <w:tcW w:w="3510" w:type="dxa"/>
                  <w:shd w:val="clear" w:color="auto" w:fill="auto"/>
                  <w:noWrap/>
                  <w:vAlign w:val="center"/>
                </w:tcPr>
                <w:p w14:paraId="3E2B9465" w14:textId="16BC0BFE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C0810, C0816, G0017</w:t>
                  </w:r>
                </w:p>
              </w:tc>
              <w:tc>
                <w:tcPr>
                  <w:tcW w:w="1170" w:type="dxa"/>
                </w:tcPr>
                <w:p w14:paraId="2C4D193E" w14:textId="1BF88D7A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E14D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Opt-In &amp; Opt-Out</w:t>
                  </w:r>
                </w:p>
              </w:tc>
            </w:tr>
            <w:tr w:rsidR="00342AB9" w14:paraId="14649B4C" w14:textId="24CE2655" w:rsidTr="00342AB9">
              <w:trPr>
                <w:trHeight w:val="290"/>
                <w:jc w:val="center"/>
              </w:trPr>
              <w:tc>
                <w:tcPr>
                  <w:tcW w:w="444" w:type="dxa"/>
                  <w:vAlign w:val="center"/>
                </w:tcPr>
                <w:p w14:paraId="51601F70" w14:textId="72A65D18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993" w:type="dxa"/>
                  <w:shd w:val="clear" w:color="auto" w:fill="auto"/>
                  <w:noWrap/>
                  <w:vAlign w:val="center"/>
                </w:tcPr>
                <w:p w14:paraId="6FA2EFF0" w14:textId="07486B8A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CD038C</w:t>
                  </w:r>
                </w:p>
              </w:tc>
              <w:tc>
                <w:tcPr>
                  <w:tcW w:w="2763" w:type="dxa"/>
                  <w:vAlign w:val="center"/>
                </w:tcPr>
                <w:p w14:paraId="13B1E68A" w14:textId="529C5FCD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837E49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RESPONSE TO MOVEMENT QUERY</w:t>
                  </w:r>
                </w:p>
              </w:tc>
              <w:tc>
                <w:tcPr>
                  <w:tcW w:w="3510" w:type="dxa"/>
                  <w:shd w:val="clear" w:color="auto" w:fill="auto"/>
                  <w:noWrap/>
                  <w:vAlign w:val="center"/>
                </w:tcPr>
                <w:p w14:paraId="58DBCBBD" w14:textId="67223F00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C0365, G0367, G0507</w:t>
                  </w:r>
                </w:p>
              </w:tc>
              <w:tc>
                <w:tcPr>
                  <w:tcW w:w="1170" w:type="dxa"/>
                </w:tcPr>
                <w:p w14:paraId="13A1574F" w14:textId="03F8B2D5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E14D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Opt-In &amp; Opt-Out</w:t>
                  </w:r>
                </w:p>
              </w:tc>
            </w:tr>
            <w:tr w:rsidR="00342AB9" w14:paraId="07CF863E" w14:textId="2F9F2FAB" w:rsidTr="00342AB9">
              <w:trPr>
                <w:trHeight w:val="290"/>
                <w:jc w:val="center"/>
              </w:trPr>
              <w:tc>
                <w:tcPr>
                  <w:tcW w:w="444" w:type="dxa"/>
                  <w:vAlign w:val="center"/>
                </w:tcPr>
                <w:p w14:paraId="2BF6EAA3" w14:textId="3F5DA568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lastRenderedPageBreak/>
                    <w:t>5</w:t>
                  </w:r>
                </w:p>
              </w:tc>
              <w:tc>
                <w:tcPr>
                  <w:tcW w:w="993" w:type="dxa"/>
                  <w:shd w:val="clear" w:color="auto" w:fill="auto"/>
                  <w:noWrap/>
                  <w:vAlign w:val="center"/>
                </w:tcPr>
                <w:p w14:paraId="3A944815" w14:textId="6EB65025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CD049C</w:t>
                  </w:r>
                </w:p>
              </w:tc>
              <w:tc>
                <w:tcPr>
                  <w:tcW w:w="2763" w:type="dxa"/>
                  <w:vAlign w:val="center"/>
                </w:tcPr>
                <w:p w14:paraId="520C2682" w14:textId="54141D67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837E49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DISCREPANCIES SOLVED NOTIFICATION</w:t>
                  </w:r>
                </w:p>
              </w:tc>
              <w:tc>
                <w:tcPr>
                  <w:tcW w:w="3510" w:type="dxa"/>
                  <w:shd w:val="clear" w:color="auto" w:fill="auto"/>
                  <w:noWrap/>
                  <w:vAlign w:val="center"/>
                </w:tcPr>
                <w:p w14:paraId="659E1170" w14:textId="1BFE2410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C0354</w:t>
                  </w:r>
                </w:p>
              </w:tc>
              <w:tc>
                <w:tcPr>
                  <w:tcW w:w="1170" w:type="dxa"/>
                </w:tcPr>
                <w:p w14:paraId="08F46EEB" w14:textId="22249A68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E14D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Opt-In &amp; Opt-Out</w:t>
                  </w:r>
                </w:p>
              </w:tc>
            </w:tr>
            <w:tr w:rsidR="00342AB9" w14:paraId="5F811937" w14:textId="244FDEE7" w:rsidTr="00342AB9">
              <w:trPr>
                <w:trHeight w:val="290"/>
                <w:jc w:val="center"/>
              </w:trPr>
              <w:tc>
                <w:tcPr>
                  <w:tcW w:w="444" w:type="dxa"/>
                  <w:vAlign w:val="center"/>
                </w:tcPr>
                <w:p w14:paraId="58CD82CA" w14:textId="76B135E2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993" w:type="dxa"/>
                  <w:shd w:val="clear" w:color="auto" w:fill="auto"/>
                  <w:noWrap/>
                  <w:vAlign w:val="center"/>
                </w:tcPr>
                <w:p w14:paraId="5F1F5BFE" w14:textId="68A46676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CD050C</w:t>
                  </w:r>
                </w:p>
              </w:tc>
              <w:tc>
                <w:tcPr>
                  <w:tcW w:w="2763" w:type="dxa"/>
                  <w:vAlign w:val="center"/>
                </w:tcPr>
                <w:p w14:paraId="7FC1F7D2" w14:textId="22B8E1C5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824CA9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ANTICIPATED TRANSIT RECORD</w:t>
                  </w:r>
                </w:p>
              </w:tc>
              <w:tc>
                <w:tcPr>
                  <w:tcW w:w="3510" w:type="dxa"/>
                  <w:shd w:val="clear" w:color="auto" w:fill="auto"/>
                  <w:noWrap/>
                  <w:vAlign w:val="center"/>
                </w:tcPr>
                <w:p w14:paraId="51190C98" w14:textId="25F7CF95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G0130, G0150, G0507, R0871</w:t>
                  </w:r>
                </w:p>
              </w:tc>
              <w:tc>
                <w:tcPr>
                  <w:tcW w:w="1170" w:type="dxa"/>
                </w:tcPr>
                <w:p w14:paraId="2726F9DE" w14:textId="4B5EBD64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E14D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Opt-In &amp; Opt-Out</w:t>
                  </w:r>
                </w:p>
              </w:tc>
            </w:tr>
            <w:tr w:rsidR="00342AB9" w14:paraId="190C5698" w14:textId="1D4C8B19" w:rsidTr="00342AB9">
              <w:trPr>
                <w:trHeight w:val="290"/>
                <w:jc w:val="center"/>
              </w:trPr>
              <w:tc>
                <w:tcPr>
                  <w:tcW w:w="444" w:type="dxa"/>
                  <w:vAlign w:val="center"/>
                </w:tcPr>
                <w:p w14:paraId="78467494" w14:textId="0962B2C7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993" w:type="dxa"/>
                  <w:shd w:val="clear" w:color="auto" w:fill="auto"/>
                  <w:noWrap/>
                  <w:vAlign w:val="center"/>
                </w:tcPr>
                <w:p w14:paraId="41F350FE" w14:textId="6033F215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CD115C</w:t>
                  </w:r>
                </w:p>
              </w:tc>
              <w:tc>
                <w:tcPr>
                  <w:tcW w:w="2763" w:type="dxa"/>
                  <w:vAlign w:val="center"/>
                </w:tcPr>
                <w:p w14:paraId="29BA04E1" w14:textId="77777777" w:rsidR="00342AB9" w:rsidRPr="00D33945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339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ANTICIPATED TRANSIT RECORD</w:t>
                  </w:r>
                </w:p>
                <w:p w14:paraId="5CA0FE6B" w14:textId="6059FC0F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339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RESPONSE</w:t>
                  </w:r>
                </w:p>
              </w:tc>
              <w:tc>
                <w:tcPr>
                  <w:tcW w:w="3510" w:type="dxa"/>
                  <w:shd w:val="clear" w:color="auto" w:fill="auto"/>
                  <w:noWrap/>
                  <w:vAlign w:val="center"/>
                </w:tcPr>
                <w:p w14:paraId="2E770A99" w14:textId="5EA25A19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G0151, G0367, G0507, R0871</w:t>
                  </w:r>
                </w:p>
              </w:tc>
              <w:tc>
                <w:tcPr>
                  <w:tcW w:w="1170" w:type="dxa"/>
                </w:tcPr>
                <w:p w14:paraId="1C810292" w14:textId="442DCF45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E14D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Opt-In &amp; Opt-Out</w:t>
                  </w:r>
                </w:p>
              </w:tc>
            </w:tr>
            <w:tr w:rsidR="00342AB9" w14:paraId="46A5068D" w14:textId="1C4C4F44" w:rsidTr="00342AB9">
              <w:trPr>
                <w:trHeight w:val="290"/>
                <w:jc w:val="center"/>
              </w:trPr>
              <w:tc>
                <w:tcPr>
                  <w:tcW w:w="444" w:type="dxa"/>
                  <w:vAlign w:val="center"/>
                </w:tcPr>
                <w:p w14:paraId="4D7A26D4" w14:textId="43F92697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993" w:type="dxa"/>
                  <w:shd w:val="clear" w:color="auto" w:fill="auto"/>
                  <w:noWrap/>
                  <w:vAlign w:val="center"/>
                </w:tcPr>
                <w:p w14:paraId="623079AA" w14:textId="782E0573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CD118C</w:t>
                  </w:r>
                </w:p>
              </w:tc>
              <w:tc>
                <w:tcPr>
                  <w:tcW w:w="2763" w:type="dxa"/>
                  <w:vAlign w:val="center"/>
                </w:tcPr>
                <w:p w14:paraId="56BDB8AD" w14:textId="7727C0DC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N</w:t>
                  </w:r>
                  <w:r w:rsidRPr="00022054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OTIFICATION CROSSING FRONTIER</w:t>
                  </w:r>
                </w:p>
              </w:tc>
              <w:tc>
                <w:tcPr>
                  <w:tcW w:w="3510" w:type="dxa"/>
                  <w:shd w:val="clear" w:color="auto" w:fill="auto"/>
                  <w:noWrap/>
                  <w:vAlign w:val="center"/>
                </w:tcPr>
                <w:p w14:paraId="78B8691D" w14:textId="3B18DEB6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G0151, G0150, G0171</w:t>
                  </w:r>
                </w:p>
              </w:tc>
              <w:tc>
                <w:tcPr>
                  <w:tcW w:w="1170" w:type="dxa"/>
                </w:tcPr>
                <w:p w14:paraId="3689AE55" w14:textId="4E59F98A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E14D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Opt-In &amp; Opt-Out</w:t>
                  </w:r>
                </w:p>
              </w:tc>
            </w:tr>
            <w:tr w:rsidR="00342AB9" w14:paraId="3A13A72C" w14:textId="5AF1C96B" w:rsidTr="00342AB9">
              <w:trPr>
                <w:trHeight w:val="290"/>
                <w:jc w:val="center"/>
              </w:trPr>
              <w:tc>
                <w:tcPr>
                  <w:tcW w:w="444" w:type="dxa"/>
                  <w:vAlign w:val="center"/>
                </w:tcPr>
                <w:p w14:paraId="7A3823E4" w14:textId="1F010D3E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993" w:type="dxa"/>
                  <w:shd w:val="clear" w:color="auto" w:fill="auto"/>
                  <w:noWrap/>
                  <w:vAlign w:val="center"/>
                </w:tcPr>
                <w:p w14:paraId="56C5EAB9" w14:textId="371D28BA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CD142C</w:t>
                  </w:r>
                </w:p>
              </w:tc>
              <w:tc>
                <w:tcPr>
                  <w:tcW w:w="2763" w:type="dxa"/>
                  <w:vAlign w:val="center"/>
                </w:tcPr>
                <w:p w14:paraId="2DE4724F" w14:textId="4B1EA9F6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865D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ENQUIRY REQUEST</w:t>
                  </w:r>
                </w:p>
              </w:tc>
              <w:tc>
                <w:tcPr>
                  <w:tcW w:w="3510" w:type="dxa"/>
                  <w:shd w:val="clear" w:color="auto" w:fill="auto"/>
                  <w:noWrap/>
                  <w:vAlign w:val="center"/>
                </w:tcPr>
                <w:p w14:paraId="01CA8FA8" w14:textId="5118E1B1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C0009, G0125</w:t>
                  </w:r>
                </w:p>
              </w:tc>
              <w:tc>
                <w:tcPr>
                  <w:tcW w:w="1170" w:type="dxa"/>
                </w:tcPr>
                <w:p w14:paraId="08C90636" w14:textId="0C0FACB0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E14D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Opt-In &amp; Opt-Out</w:t>
                  </w:r>
                </w:p>
              </w:tc>
            </w:tr>
            <w:tr w:rsidR="00342AB9" w14:paraId="38F99719" w14:textId="22FFEE28" w:rsidTr="00342AB9">
              <w:trPr>
                <w:trHeight w:val="290"/>
                <w:jc w:val="center"/>
              </w:trPr>
              <w:tc>
                <w:tcPr>
                  <w:tcW w:w="444" w:type="dxa"/>
                  <w:vAlign w:val="center"/>
                </w:tcPr>
                <w:p w14:paraId="4AAD83C4" w14:textId="7EE10534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993" w:type="dxa"/>
                  <w:shd w:val="clear" w:color="auto" w:fill="auto"/>
                  <w:noWrap/>
                  <w:vAlign w:val="center"/>
                </w:tcPr>
                <w:p w14:paraId="7DA4C579" w14:textId="59D77FF0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CD143C</w:t>
                  </w:r>
                </w:p>
              </w:tc>
              <w:tc>
                <w:tcPr>
                  <w:tcW w:w="2763" w:type="dxa"/>
                  <w:vAlign w:val="center"/>
                </w:tcPr>
                <w:p w14:paraId="595CAD5A" w14:textId="726B2DE3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865D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ENQUIRY RESPONSE</w:t>
                  </w:r>
                </w:p>
              </w:tc>
              <w:tc>
                <w:tcPr>
                  <w:tcW w:w="3510" w:type="dxa"/>
                  <w:shd w:val="clear" w:color="auto" w:fill="auto"/>
                  <w:noWrap/>
                  <w:vAlign w:val="center"/>
                </w:tcPr>
                <w:p w14:paraId="3538B9E7" w14:textId="3E0014D0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C0013</w:t>
                  </w:r>
                </w:p>
              </w:tc>
              <w:tc>
                <w:tcPr>
                  <w:tcW w:w="1170" w:type="dxa"/>
                </w:tcPr>
                <w:p w14:paraId="4F603246" w14:textId="7AA722A9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E14D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Opt-In &amp; Opt-Out</w:t>
                  </w:r>
                </w:p>
              </w:tc>
            </w:tr>
            <w:tr w:rsidR="00342AB9" w14:paraId="12D2E9D4" w14:textId="387574AE" w:rsidTr="00342AB9">
              <w:trPr>
                <w:trHeight w:val="290"/>
                <w:jc w:val="center"/>
              </w:trPr>
              <w:tc>
                <w:tcPr>
                  <w:tcW w:w="444" w:type="dxa"/>
                  <w:vAlign w:val="center"/>
                </w:tcPr>
                <w:p w14:paraId="6BFDFEAF" w14:textId="6FE162FA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993" w:type="dxa"/>
                  <w:shd w:val="clear" w:color="auto" w:fill="auto"/>
                  <w:noWrap/>
                  <w:vAlign w:val="center"/>
                </w:tcPr>
                <w:p w14:paraId="0A206388" w14:textId="33121F92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CD144C</w:t>
                  </w:r>
                </w:p>
              </w:tc>
              <w:tc>
                <w:tcPr>
                  <w:tcW w:w="2763" w:type="dxa"/>
                  <w:vAlign w:val="center"/>
                </w:tcPr>
                <w:p w14:paraId="0432D51C" w14:textId="14CC5068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82202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ENQUIRY INFORMATION</w:t>
                  </w:r>
                </w:p>
              </w:tc>
              <w:tc>
                <w:tcPr>
                  <w:tcW w:w="3510" w:type="dxa"/>
                  <w:shd w:val="clear" w:color="auto" w:fill="auto"/>
                  <w:noWrap/>
                  <w:vAlign w:val="center"/>
                </w:tcPr>
                <w:p w14:paraId="179717E0" w14:textId="2D88F0A0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C0320, G0018, R0001</w:t>
                  </w:r>
                  <w:r>
                    <w:t xml:space="preserve"> </w:t>
                  </w:r>
                </w:p>
              </w:tc>
              <w:tc>
                <w:tcPr>
                  <w:tcW w:w="1170" w:type="dxa"/>
                </w:tcPr>
                <w:p w14:paraId="0D0A1B78" w14:textId="38A5EB96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E14D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Opt-In &amp; Opt-Out</w:t>
                  </w:r>
                </w:p>
              </w:tc>
            </w:tr>
            <w:tr w:rsidR="00342AB9" w14:paraId="5E700A37" w14:textId="57CC7F6B" w:rsidTr="00342AB9">
              <w:trPr>
                <w:trHeight w:val="290"/>
                <w:jc w:val="center"/>
              </w:trPr>
              <w:tc>
                <w:tcPr>
                  <w:tcW w:w="444" w:type="dxa"/>
                  <w:vAlign w:val="center"/>
                </w:tcPr>
                <w:p w14:paraId="25CBCABA" w14:textId="6AD24E55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993" w:type="dxa"/>
                  <w:shd w:val="clear" w:color="auto" w:fill="auto"/>
                  <w:noWrap/>
                  <w:vAlign w:val="center"/>
                </w:tcPr>
                <w:p w14:paraId="162D1A83" w14:textId="4C920C16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CD145C</w:t>
                  </w:r>
                </w:p>
              </w:tc>
              <w:tc>
                <w:tcPr>
                  <w:tcW w:w="2763" w:type="dxa"/>
                  <w:vAlign w:val="center"/>
                </w:tcPr>
                <w:p w14:paraId="318233B1" w14:textId="7D3571D4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F19D2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ENQUIRY INFORMATION REQUEST</w:t>
                  </w:r>
                </w:p>
              </w:tc>
              <w:tc>
                <w:tcPr>
                  <w:tcW w:w="3510" w:type="dxa"/>
                  <w:shd w:val="clear" w:color="auto" w:fill="auto"/>
                  <w:noWrap/>
                  <w:vAlign w:val="center"/>
                </w:tcPr>
                <w:p w14:paraId="5B5EDE5E" w14:textId="53BF2445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C0330, R0002</w:t>
                  </w:r>
                </w:p>
              </w:tc>
              <w:tc>
                <w:tcPr>
                  <w:tcW w:w="1170" w:type="dxa"/>
                </w:tcPr>
                <w:p w14:paraId="5B4107E2" w14:textId="1B340D66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E14D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Opt-In &amp; Opt-Out</w:t>
                  </w:r>
                </w:p>
              </w:tc>
            </w:tr>
            <w:tr w:rsidR="00342AB9" w14:paraId="63D6B78F" w14:textId="68D84509" w:rsidTr="00342AB9">
              <w:trPr>
                <w:trHeight w:val="296"/>
                <w:jc w:val="center"/>
              </w:trPr>
              <w:tc>
                <w:tcPr>
                  <w:tcW w:w="444" w:type="dxa"/>
                  <w:vAlign w:val="center"/>
                </w:tcPr>
                <w:p w14:paraId="26670F99" w14:textId="037F9B85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993" w:type="dxa"/>
                  <w:shd w:val="clear" w:color="auto" w:fill="auto"/>
                  <w:noWrap/>
                  <w:vAlign w:val="center"/>
                </w:tcPr>
                <w:p w14:paraId="5ACE2B95" w14:textId="7F8BB202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CD150C</w:t>
                  </w:r>
                </w:p>
              </w:tc>
              <w:tc>
                <w:tcPr>
                  <w:tcW w:w="2763" w:type="dxa"/>
                  <w:vAlign w:val="center"/>
                </w:tcPr>
                <w:p w14:paraId="5B42101B" w14:textId="065CE03C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780FE0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RECOVERY REQUEST</w:t>
                  </w:r>
                </w:p>
              </w:tc>
              <w:tc>
                <w:tcPr>
                  <w:tcW w:w="3510" w:type="dxa"/>
                  <w:shd w:val="clear" w:color="auto" w:fill="auto"/>
                  <w:noWrap/>
                  <w:vAlign w:val="center"/>
                </w:tcPr>
                <w:p w14:paraId="326AEC84" w14:textId="20ADAF93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C0004</w:t>
                  </w:r>
                </w:p>
              </w:tc>
              <w:tc>
                <w:tcPr>
                  <w:tcW w:w="1170" w:type="dxa"/>
                </w:tcPr>
                <w:p w14:paraId="4BDD659A" w14:textId="01E87F89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E14D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Opt-In &amp; Opt-Out</w:t>
                  </w:r>
                </w:p>
              </w:tc>
            </w:tr>
            <w:tr w:rsidR="00342AB9" w14:paraId="2440A68D" w14:textId="078F9E0A" w:rsidTr="00342AB9">
              <w:trPr>
                <w:trHeight w:val="290"/>
                <w:jc w:val="center"/>
              </w:trPr>
              <w:tc>
                <w:tcPr>
                  <w:tcW w:w="444" w:type="dxa"/>
                  <w:vAlign w:val="center"/>
                </w:tcPr>
                <w:p w14:paraId="5DAB0D11" w14:textId="0B59063E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993" w:type="dxa"/>
                  <w:shd w:val="clear" w:color="auto" w:fill="auto"/>
                  <w:noWrap/>
                  <w:vAlign w:val="center"/>
                </w:tcPr>
                <w:p w14:paraId="0621369F" w14:textId="2123F322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CD151C</w:t>
                  </w:r>
                </w:p>
              </w:tc>
              <w:tc>
                <w:tcPr>
                  <w:tcW w:w="2763" w:type="dxa"/>
                  <w:vAlign w:val="center"/>
                </w:tcPr>
                <w:p w14:paraId="341307FC" w14:textId="77777777" w:rsidR="00342AB9" w:rsidRPr="002D6AC5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2D6AC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RECOVERY ACCEPTANCE</w:t>
                  </w:r>
                </w:p>
                <w:p w14:paraId="4E76F8AB" w14:textId="59260C23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2D6AC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NOTIFICATION</w:t>
                  </w:r>
                </w:p>
              </w:tc>
              <w:tc>
                <w:tcPr>
                  <w:tcW w:w="3510" w:type="dxa"/>
                  <w:shd w:val="clear" w:color="auto" w:fill="auto"/>
                  <w:noWrap/>
                  <w:vAlign w:val="center"/>
                </w:tcPr>
                <w:p w14:paraId="43392563" w14:textId="1266BD80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C0025</w:t>
                  </w:r>
                </w:p>
              </w:tc>
              <w:tc>
                <w:tcPr>
                  <w:tcW w:w="1170" w:type="dxa"/>
                </w:tcPr>
                <w:p w14:paraId="2BAE97FC" w14:textId="25BCFED7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E14D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Opt-In &amp; Opt-Out</w:t>
                  </w:r>
                </w:p>
              </w:tc>
            </w:tr>
            <w:tr w:rsidR="00342AB9" w14:paraId="7F0BE5CD" w14:textId="64097AC8" w:rsidTr="00342AB9">
              <w:trPr>
                <w:trHeight w:val="290"/>
                <w:jc w:val="center"/>
              </w:trPr>
              <w:tc>
                <w:tcPr>
                  <w:tcW w:w="444" w:type="dxa"/>
                  <w:vAlign w:val="center"/>
                </w:tcPr>
                <w:p w14:paraId="026764A0" w14:textId="58CC3A19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993" w:type="dxa"/>
                  <w:shd w:val="clear" w:color="auto" w:fill="auto"/>
                  <w:noWrap/>
                  <w:vAlign w:val="center"/>
                </w:tcPr>
                <w:p w14:paraId="538BF96F" w14:textId="307CAFEC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CD160C</w:t>
                  </w:r>
                </w:p>
              </w:tc>
              <w:tc>
                <w:tcPr>
                  <w:tcW w:w="2763" w:type="dxa"/>
                  <w:vAlign w:val="center"/>
                </w:tcPr>
                <w:p w14:paraId="24FEAEEC" w14:textId="7C616C48" w:rsidR="00342AB9" w:rsidRDefault="00342AB9" w:rsidP="00C52373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2D6AC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ANTICIPATED EXIT FOR TRANSIT</w:t>
                  </w:r>
                  <w:r w:rsidR="00C52373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</w:t>
                  </w:r>
                  <w:r w:rsidRPr="002D6AC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RECORD</w:t>
                  </w:r>
                </w:p>
              </w:tc>
              <w:tc>
                <w:tcPr>
                  <w:tcW w:w="3510" w:type="dxa"/>
                  <w:shd w:val="clear" w:color="auto" w:fill="auto"/>
                  <w:noWrap/>
                  <w:vAlign w:val="center"/>
                </w:tcPr>
                <w:p w14:paraId="3BECF0B7" w14:textId="7FD670B2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G0152, G0507, R0871</w:t>
                  </w:r>
                </w:p>
              </w:tc>
              <w:tc>
                <w:tcPr>
                  <w:tcW w:w="1170" w:type="dxa"/>
                </w:tcPr>
                <w:p w14:paraId="5AB83B7F" w14:textId="77075FBE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1DCA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Opt-In &amp; Opt-Out</w:t>
                  </w:r>
                </w:p>
              </w:tc>
            </w:tr>
            <w:tr w:rsidR="00342AB9" w14:paraId="246A4F7D" w14:textId="68CF661A" w:rsidTr="00342AB9">
              <w:trPr>
                <w:trHeight w:val="290"/>
                <w:jc w:val="center"/>
              </w:trPr>
              <w:tc>
                <w:tcPr>
                  <w:tcW w:w="444" w:type="dxa"/>
                  <w:vAlign w:val="center"/>
                </w:tcPr>
                <w:p w14:paraId="3F5CACDC" w14:textId="2895A6A6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16</w:t>
                  </w:r>
                </w:p>
              </w:tc>
              <w:tc>
                <w:tcPr>
                  <w:tcW w:w="993" w:type="dxa"/>
                  <w:shd w:val="clear" w:color="auto" w:fill="auto"/>
                  <w:noWrap/>
                  <w:vAlign w:val="center"/>
                </w:tcPr>
                <w:p w14:paraId="61604A76" w14:textId="7F416C0E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CD165C</w:t>
                  </w:r>
                </w:p>
              </w:tc>
              <w:tc>
                <w:tcPr>
                  <w:tcW w:w="2763" w:type="dxa"/>
                  <w:vAlign w:val="center"/>
                </w:tcPr>
                <w:p w14:paraId="065A87CE" w14:textId="4083F5E0" w:rsidR="00342AB9" w:rsidRDefault="00342AB9" w:rsidP="00C52373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474B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ANTICIPATED EXIT FOR TRANSIT</w:t>
                  </w:r>
                  <w:r w:rsidR="00C52373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</w:t>
                  </w:r>
                  <w:r w:rsidRPr="00F474B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RECORD RESPONSE</w:t>
                  </w:r>
                </w:p>
              </w:tc>
              <w:tc>
                <w:tcPr>
                  <w:tcW w:w="3510" w:type="dxa"/>
                  <w:shd w:val="clear" w:color="auto" w:fill="auto"/>
                  <w:noWrap/>
                  <w:vAlign w:val="center"/>
                </w:tcPr>
                <w:p w14:paraId="46158934" w14:textId="1D0238D4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C0366, G0153, G0367, G0507, R0871</w:t>
                  </w:r>
                </w:p>
              </w:tc>
              <w:tc>
                <w:tcPr>
                  <w:tcW w:w="1170" w:type="dxa"/>
                </w:tcPr>
                <w:p w14:paraId="778CF405" w14:textId="1E27351E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1DCA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Opt-In &amp; Opt-Out</w:t>
                  </w:r>
                </w:p>
              </w:tc>
            </w:tr>
            <w:tr w:rsidR="00342AB9" w14:paraId="67119F2D" w14:textId="757A5854" w:rsidTr="00342AB9">
              <w:trPr>
                <w:trHeight w:val="290"/>
                <w:jc w:val="center"/>
              </w:trPr>
              <w:tc>
                <w:tcPr>
                  <w:tcW w:w="444" w:type="dxa"/>
                  <w:vAlign w:val="center"/>
                </w:tcPr>
                <w:p w14:paraId="5B9362D6" w14:textId="6FB7F005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17</w:t>
                  </w:r>
                </w:p>
              </w:tc>
              <w:tc>
                <w:tcPr>
                  <w:tcW w:w="993" w:type="dxa"/>
                  <w:shd w:val="clear" w:color="auto" w:fill="auto"/>
                  <w:noWrap/>
                  <w:vAlign w:val="center"/>
                </w:tcPr>
                <w:p w14:paraId="4043856F" w14:textId="3555F454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CD168C</w:t>
                  </w:r>
                </w:p>
              </w:tc>
              <w:tc>
                <w:tcPr>
                  <w:tcW w:w="2763" w:type="dxa"/>
                  <w:vAlign w:val="center"/>
                </w:tcPr>
                <w:p w14:paraId="7D8B9567" w14:textId="217C659F" w:rsidR="00342AB9" w:rsidRDefault="00342AB9" w:rsidP="00C52373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EF4F7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NOTIFICATION LEAVING SECURITY</w:t>
                  </w:r>
                  <w:r w:rsidR="00C52373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</w:t>
                  </w:r>
                  <w:r w:rsidRPr="00EF4F7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AREA</w:t>
                  </w:r>
                </w:p>
              </w:tc>
              <w:tc>
                <w:tcPr>
                  <w:tcW w:w="3510" w:type="dxa"/>
                  <w:shd w:val="clear" w:color="auto" w:fill="auto"/>
                  <w:noWrap/>
                  <w:vAlign w:val="center"/>
                </w:tcPr>
                <w:p w14:paraId="7962B70E" w14:textId="477214D5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G0152, G0153, G0171</w:t>
                  </w:r>
                </w:p>
              </w:tc>
              <w:tc>
                <w:tcPr>
                  <w:tcW w:w="1170" w:type="dxa"/>
                </w:tcPr>
                <w:p w14:paraId="719B79BC" w14:textId="78DF4CF0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1DCA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Opt-In &amp; Opt-Out</w:t>
                  </w:r>
                </w:p>
              </w:tc>
            </w:tr>
            <w:tr w:rsidR="00342AB9" w14:paraId="289C3A6C" w14:textId="749A1ECD" w:rsidTr="00342AB9">
              <w:trPr>
                <w:trHeight w:val="290"/>
                <w:jc w:val="center"/>
              </w:trPr>
              <w:tc>
                <w:tcPr>
                  <w:tcW w:w="444" w:type="dxa"/>
                  <w:vAlign w:val="center"/>
                </w:tcPr>
                <w:p w14:paraId="2C52252C" w14:textId="24484E96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18</w:t>
                  </w:r>
                </w:p>
              </w:tc>
              <w:tc>
                <w:tcPr>
                  <w:tcW w:w="993" w:type="dxa"/>
                  <w:shd w:val="clear" w:color="auto" w:fill="auto"/>
                  <w:noWrap/>
                  <w:vAlign w:val="center"/>
                </w:tcPr>
                <w:p w14:paraId="6668E020" w14:textId="12A9C8C1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CD180C</w:t>
                  </w:r>
                </w:p>
              </w:tc>
              <w:tc>
                <w:tcPr>
                  <w:tcW w:w="2763" w:type="dxa"/>
                  <w:vAlign w:val="center"/>
                </w:tcPr>
                <w:p w14:paraId="77DC71E2" w14:textId="4F7F364C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36AF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INCIDENT NOTIFICATION</w:t>
                  </w:r>
                </w:p>
              </w:tc>
              <w:tc>
                <w:tcPr>
                  <w:tcW w:w="3510" w:type="dxa"/>
                  <w:shd w:val="clear" w:color="auto" w:fill="auto"/>
                  <w:noWrap/>
                  <w:vAlign w:val="center"/>
                </w:tcPr>
                <w:p w14:paraId="606B0EFA" w14:textId="5C1204D8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G0015, R0528</w:t>
                  </w:r>
                </w:p>
              </w:tc>
              <w:tc>
                <w:tcPr>
                  <w:tcW w:w="1170" w:type="dxa"/>
                </w:tcPr>
                <w:p w14:paraId="579C81E7" w14:textId="04285333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1DCA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Opt-In &amp; Opt-Out</w:t>
                  </w:r>
                </w:p>
              </w:tc>
            </w:tr>
            <w:tr w:rsidR="00342AB9" w14:paraId="78AC19D7" w14:textId="2A305642" w:rsidTr="00342AB9">
              <w:trPr>
                <w:trHeight w:val="290"/>
                <w:jc w:val="center"/>
              </w:trPr>
              <w:tc>
                <w:tcPr>
                  <w:tcW w:w="444" w:type="dxa"/>
                  <w:vAlign w:val="center"/>
                </w:tcPr>
                <w:p w14:paraId="50AE2267" w14:textId="412D8551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19</w:t>
                  </w:r>
                </w:p>
              </w:tc>
              <w:tc>
                <w:tcPr>
                  <w:tcW w:w="993" w:type="dxa"/>
                  <w:shd w:val="clear" w:color="auto" w:fill="auto"/>
                  <w:noWrap/>
                  <w:vAlign w:val="center"/>
                </w:tcPr>
                <w:p w14:paraId="436A9C97" w14:textId="525BAB83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CD204C</w:t>
                  </w:r>
                </w:p>
              </w:tc>
              <w:tc>
                <w:tcPr>
                  <w:tcW w:w="2763" w:type="dxa"/>
                  <w:vAlign w:val="center"/>
                </w:tcPr>
                <w:p w14:paraId="1B865639" w14:textId="5E52E962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36AF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GUARANTEE USE CANCELLATION</w:t>
                  </w:r>
                </w:p>
              </w:tc>
              <w:tc>
                <w:tcPr>
                  <w:tcW w:w="3510" w:type="dxa"/>
                  <w:shd w:val="clear" w:color="auto" w:fill="auto"/>
                  <w:noWrap/>
                  <w:vAlign w:val="center"/>
                </w:tcPr>
                <w:p w14:paraId="6C061828" w14:textId="44D51A06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C0255</w:t>
                  </w:r>
                </w:p>
              </w:tc>
              <w:tc>
                <w:tcPr>
                  <w:tcW w:w="1170" w:type="dxa"/>
                </w:tcPr>
                <w:p w14:paraId="1B69E590" w14:textId="72678AEC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1DCA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Opt-In &amp; Opt-Out</w:t>
                  </w:r>
                </w:p>
              </w:tc>
            </w:tr>
            <w:tr w:rsidR="00342AB9" w14:paraId="6F2F6886" w14:textId="48989902" w:rsidTr="00342AB9">
              <w:trPr>
                <w:trHeight w:val="290"/>
                <w:jc w:val="center"/>
              </w:trPr>
              <w:tc>
                <w:tcPr>
                  <w:tcW w:w="444" w:type="dxa"/>
                  <w:vAlign w:val="center"/>
                </w:tcPr>
                <w:p w14:paraId="2BC0033A" w14:textId="3F1B0AAA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993" w:type="dxa"/>
                  <w:shd w:val="clear" w:color="auto" w:fill="auto"/>
                  <w:noWrap/>
                  <w:vAlign w:val="center"/>
                </w:tcPr>
                <w:p w14:paraId="00488627" w14:textId="376556D8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CD205C</w:t>
                  </w:r>
                </w:p>
              </w:tc>
              <w:tc>
                <w:tcPr>
                  <w:tcW w:w="2763" w:type="dxa"/>
                  <w:vAlign w:val="center"/>
                </w:tcPr>
                <w:p w14:paraId="0DCE7F0D" w14:textId="2DD04465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1A0EE3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GUARANTEE USE RESULT</w:t>
                  </w:r>
                </w:p>
              </w:tc>
              <w:tc>
                <w:tcPr>
                  <w:tcW w:w="3510" w:type="dxa"/>
                  <w:shd w:val="clear" w:color="auto" w:fill="auto"/>
                  <w:noWrap/>
                  <w:vAlign w:val="center"/>
                </w:tcPr>
                <w:p w14:paraId="794F393A" w14:textId="4154615D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C0014</w:t>
                  </w:r>
                </w:p>
              </w:tc>
              <w:tc>
                <w:tcPr>
                  <w:tcW w:w="1170" w:type="dxa"/>
                </w:tcPr>
                <w:p w14:paraId="2132B772" w14:textId="461D409F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1DCA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Opt-In &amp; Opt-Out</w:t>
                  </w:r>
                </w:p>
              </w:tc>
            </w:tr>
            <w:tr w:rsidR="00342AB9" w14:paraId="29BBD908" w14:textId="31B46276" w:rsidTr="00342AB9">
              <w:trPr>
                <w:trHeight w:val="290"/>
                <w:jc w:val="center"/>
              </w:trPr>
              <w:tc>
                <w:tcPr>
                  <w:tcW w:w="444" w:type="dxa"/>
                  <w:vAlign w:val="center"/>
                </w:tcPr>
                <w:p w14:paraId="3B8D44BB" w14:textId="5D7C680D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21</w:t>
                  </w:r>
                </w:p>
              </w:tc>
              <w:tc>
                <w:tcPr>
                  <w:tcW w:w="993" w:type="dxa"/>
                  <w:shd w:val="clear" w:color="auto" w:fill="auto"/>
                  <w:noWrap/>
                  <w:vAlign w:val="center"/>
                </w:tcPr>
                <w:p w14:paraId="35929D97" w14:textId="08C225A6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CD906C</w:t>
                  </w:r>
                </w:p>
              </w:tc>
              <w:tc>
                <w:tcPr>
                  <w:tcW w:w="2763" w:type="dxa"/>
                  <w:vAlign w:val="center"/>
                </w:tcPr>
                <w:p w14:paraId="278ADFBA" w14:textId="29DCB0D5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1A3EE0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FUNCTIONAL NACK</w:t>
                  </w:r>
                </w:p>
              </w:tc>
              <w:tc>
                <w:tcPr>
                  <w:tcW w:w="3510" w:type="dxa"/>
                  <w:shd w:val="clear" w:color="auto" w:fill="auto"/>
                  <w:noWrap/>
                  <w:vAlign w:val="center"/>
                </w:tcPr>
                <w:p w14:paraId="54B473A9" w14:textId="653C66A8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C0461, G0085</w:t>
                  </w:r>
                </w:p>
              </w:tc>
              <w:tc>
                <w:tcPr>
                  <w:tcW w:w="1170" w:type="dxa"/>
                </w:tcPr>
                <w:p w14:paraId="70321EBB" w14:textId="4DB28B84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1DCA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Opt-Out</w:t>
                  </w:r>
                </w:p>
              </w:tc>
            </w:tr>
            <w:tr w:rsidR="00342AB9" w14:paraId="53B332E7" w14:textId="4DD1F248" w:rsidTr="00342AB9">
              <w:trPr>
                <w:trHeight w:val="290"/>
                <w:jc w:val="center"/>
              </w:trPr>
              <w:tc>
                <w:tcPr>
                  <w:tcW w:w="444" w:type="dxa"/>
                  <w:vAlign w:val="center"/>
                </w:tcPr>
                <w:p w14:paraId="4EE32498" w14:textId="57ABACC9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22</w:t>
                  </w:r>
                </w:p>
              </w:tc>
              <w:tc>
                <w:tcPr>
                  <w:tcW w:w="993" w:type="dxa"/>
                  <w:shd w:val="clear" w:color="auto" w:fill="auto"/>
                  <w:noWrap/>
                  <w:vAlign w:val="center"/>
                </w:tcPr>
                <w:p w14:paraId="7AFFB175" w14:textId="76B89EC6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CD917C</w:t>
                  </w:r>
                </w:p>
              </w:tc>
              <w:tc>
                <w:tcPr>
                  <w:tcW w:w="2763" w:type="dxa"/>
                  <w:vAlign w:val="center"/>
                </w:tcPr>
                <w:p w14:paraId="76970A7F" w14:textId="1278A290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1A3EE0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XML NACK</w:t>
                  </w:r>
                </w:p>
              </w:tc>
              <w:tc>
                <w:tcPr>
                  <w:tcW w:w="3510" w:type="dxa"/>
                  <w:shd w:val="clear" w:color="auto" w:fill="auto"/>
                  <w:noWrap/>
                  <w:vAlign w:val="center"/>
                </w:tcPr>
                <w:p w14:paraId="3E47D854" w14:textId="4B20BABC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G0085, G</w:t>
                  </w:r>
                  <w:r w:rsidRPr="005C72C6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0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086</w:t>
                  </w:r>
                </w:p>
              </w:tc>
              <w:tc>
                <w:tcPr>
                  <w:tcW w:w="1170" w:type="dxa"/>
                </w:tcPr>
                <w:p w14:paraId="0A4881DC" w14:textId="559F2117" w:rsidR="00342AB9" w:rsidRDefault="00342AB9" w:rsidP="00342AB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1DCA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Opt-Out</w:t>
                  </w:r>
                </w:p>
              </w:tc>
            </w:tr>
          </w:tbl>
          <w:p w14:paraId="0D7237B8" w14:textId="77777777" w:rsidR="006D7EA9" w:rsidRPr="006D7EA9" w:rsidRDefault="006D7EA9" w:rsidP="006D7EA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0FC5B1" w14:textId="77777777" w:rsidR="008E064B" w:rsidRPr="003F3460" w:rsidRDefault="008E064B" w:rsidP="003F346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bookmarkEnd w:id="4"/>
          <w:bookmarkEnd w:id="5"/>
          <w:p w14:paraId="339FC420" w14:textId="77777777" w:rsidR="00F33062" w:rsidRDefault="0057218E" w:rsidP="00F3306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 ASSESSMENT: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06E59C0E" w14:textId="088798AD" w:rsidR="0057218E" w:rsidRDefault="008E57E5" w:rsidP="00F33062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E57E5">
              <w:rPr>
                <w:rFonts w:ascii="Calibri" w:hAnsi="Calibri" w:cs="Calibri"/>
                <w:sz w:val="22"/>
                <w:szCs w:val="22"/>
              </w:rPr>
              <w:t xml:space="preserve">This RFC proposal concerns changes in both Common and External Domain messages </w:t>
            </w:r>
            <w:r w:rsidR="00FA7109">
              <w:rPr>
                <w:rFonts w:ascii="Calibri" w:hAnsi="Calibri" w:cs="Calibri"/>
                <w:sz w:val="22"/>
                <w:szCs w:val="22"/>
              </w:rPr>
              <w:t xml:space="preserve">applicable </w:t>
            </w:r>
            <w:r w:rsidRPr="00FA7109"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for the Opt-In and Opt-Out NAs</w:t>
            </w:r>
            <w:r w:rsidRPr="008E57E5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r w:rsidR="009F1CCE">
              <w:rPr>
                <w:rFonts w:ascii="Calibri" w:hAnsi="Calibri" w:cs="Calibri"/>
                <w:sz w:val="22"/>
                <w:szCs w:val="22"/>
              </w:rPr>
              <w:t xml:space="preserve">Since only the suffix is modified (from ‘D’ to ‘C’) there is no other impact in the implementation. </w:t>
            </w:r>
            <w:r w:rsidRPr="008E57E5">
              <w:rPr>
                <w:rFonts w:ascii="Calibri" w:hAnsi="Calibri" w:cs="Calibri"/>
                <w:sz w:val="22"/>
                <w:szCs w:val="22"/>
              </w:rPr>
              <w:t>It is proposed to be implemented before the start of the NCTS-P6 operations (T-Ops)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8E57E5">
              <w:rPr>
                <w:rFonts w:ascii="Calibri" w:hAnsi="Calibri" w:cs="Calibri"/>
                <w:sz w:val="22"/>
                <w:szCs w:val="22"/>
              </w:rPr>
              <w:t xml:space="preserve">to </w:t>
            </w:r>
            <w:r w:rsidR="00A22CEB">
              <w:rPr>
                <w:rFonts w:ascii="Calibri" w:hAnsi="Calibri" w:cs="Calibri"/>
                <w:sz w:val="22"/>
                <w:szCs w:val="22"/>
              </w:rPr>
              <w:t>properly join NCTS-P6</w:t>
            </w:r>
            <w:r w:rsidRPr="008E57E5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5ED66342" w14:textId="77777777" w:rsidR="00A8472A" w:rsidRPr="00F33062" w:rsidRDefault="00A8472A" w:rsidP="00A8472A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61AACD3E" w14:textId="77777777" w:rsidR="00A8472A" w:rsidRPr="00622F6A" w:rsidRDefault="00A8472A" w:rsidP="00A8472A">
            <w:pPr>
              <w:ind w:left="4816" w:hanging="4816"/>
              <w:rPr>
                <w:rFonts w:ascii="Calibri" w:eastAsia="Calibri" w:hAnsi="Calibri" w:cs="Calibri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Operations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T-Ops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):  </w:t>
            </w:r>
            <w:r w:rsidRPr="007C7510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Start of NCTS-P6 operations (at earliest 01.03.2025, at latest 01.09.2025)</w:t>
            </w:r>
          </w:p>
          <w:p w14:paraId="70909D6F" w14:textId="77777777" w:rsidR="00A8472A" w:rsidRPr="007C7510" w:rsidRDefault="00A8472A" w:rsidP="00A8472A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n-GB"/>
              </w:rPr>
            </w:pPr>
          </w:p>
          <w:p w14:paraId="76F4AA53" w14:textId="5E3F8828" w:rsidR="00A8472A" w:rsidRPr="007C7510" w:rsidRDefault="00A8472A" w:rsidP="00A8472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CT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T-CT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):                     </w:t>
            </w:r>
            <w:r w:rsidRPr="007C7510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Start of CT campaign (provisionally on </w:t>
            </w:r>
            <w:r w:rsidR="00953C9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ab/>
            </w:r>
            <w:r w:rsidR="00953C9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ab/>
            </w:r>
            <w:r w:rsidR="00953C9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ab/>
            </w:r>
            <w:r w:rsidR="00953C9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ab/>
            </w:r>
            <w:r w:rsidR="00953C9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ab/>
            </w:r>
            <w:r w:rsidR="00953C9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ab/>
            </w:r>
            <w:r w:rsidR="00953C9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ab/>
              <w:t xml:space="preserve">           </w:t>
            </w:r>
            <w:r w:rsidRPr="007C7510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01.</w:t>
            </w:r>
            <w:r w:rsidR="005C79C1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12</w:t>
            </w:r>
            <w:r w:rsidRPr="007C7510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.</w:t>
            </w:r>
            <w:r w:rsidR="005C79C1" w:rsidRPr="007C7510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202</w:t>
            </w:r>
            <w:r w:rsidR="005C79C1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4</w:t>
            </w:r>
            <w:r w:rsidRPr="007C7510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)</w:t>
            </w:r>
          </w:p>
          <w:p w14:paraId="23372DDC" w14:textId="401230F9" w:rsidR="00A8472A" w:rsidRDefault="00A8472A" w:rsidP="00A8472A">
            <w:pPr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Expected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approval by ECCG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T-CAB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):                  </w:t>
            </w:r>
            <w:r w:rsidR="00953C95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Together with DDNTA 6.4.0</w:t>
            </w:r>
          </w:p>
          <w:p w14:paraId="2170885E" w14:textId="77777777" w:rsidR="00CA13B5" w:rsidRPr="00A8472A" w:rsidRDefault="00CA13B5" w:rsidP="00F33062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  <w:p w14:paraId="4FC56DF4" w14:textId="77777777" w:rsidR="00CA13B5" w:rsidRDefault="00CA13B5" w:rsidP="00CA13B5">
            <w:pPr>
              <w:pStyle w:val="paragraph"/>
              <w:spacing w:before="0" w:beforeAutospacing="0" w:after="0" w:afterAutospacing="0"/>
              <w:ind w:left="720" w:hanging="72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17120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Risk in case of non-implementation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:</w:t>
            </w:r>
          </w:p>
          <w:p w14:paraId="3435BE3A" w14:textId="23A7FDB4" w:rsidR="00F33062" w:rsidRDefault="00A8472A" w:rsidP="00F3306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 w:rsidRPr="00A8472A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lastRenderedPageBreak/>
              <w:t>Possible message rejections and blocked movements in case of not implementing the proposed changes.</w:t>
            </w:r>
          </w:p>
          <w:p w14:paraId="59705EF3" w14:textId="77777777" w:rsidR="0057218E" w:rsidRDefault="0057218E" w:rsidP="0057218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</w:p>
          <w:p w14:paraId="46F7725C" w14:textId="77777777" w:rsidR="0057218E" w:rsidRDefault="0057218E" w:rsidP="0057218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Impacted messages:</w:t>
            </w:r>
          </w:p>
          <w:p w14:paraId="59E95BFF" w14:textId="77777777" w:rsidR="00A8472A" w:rsidRPr="00EA2D2B" w:rsidRDefault="00A8472A" w:rsidP="0057218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144000FF" w14:textId="108CEFD5" w:rsidR="009B1BD2" w:rsidRDefault="002C54EA" w:rsidP="000A5E50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Messages </w:t>
            </w:r>
            <w:r w:rsidR="0070134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having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c</w:t>
            </w:r>
            <w:r w:rsidR="000A5E50" w:rsidRPr="000A5E50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hange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</w:t>
            </w:r>
            <w:r w:rsidR="000A5E50" w:rsidRPr="000A5E50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uff</w:t>
            </w:r>
            <w:r w:rsidR="000A5E50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ix from ‘D’ to ‘C’</w:t>
            </w:r>
            <w:r w:rsidR="0070134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and are included in rules/conditions</w:t>
            </w:r>
            <w:r w:rsidR="000A5E50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: </w:t>
            </w:r>
          </w:p>
          <w:p w14:paraId="22ADA773" w14:textId="48969E63" w:rsidR="009B1BD2" w:rsidRPr="0004709B" w:rsidRDefault="009B1BD2" w:rsidP="0004709B">
            <w:pPr>
              <w:pStyle w:val="ListParagraph"/>
              <w:numPr>
                <w:ilvl w:val="0"/>
                <w:numId w:val="29"/>
              </w:numPr>
              <w:ind w:left="36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0470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In common domain:</w:t>
            </w:r>
            <w:r w:rsidRPr="0004709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CD001C, CD003C, CD018C, CD038C, CD049C, CD050C, CD115C, CD118C,</w:t>
            </w:r>
            <w:r w:rsidR="00A01857" w:rsidRPr="0004709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Pr="0004709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CD142C, CD143C, CD144C, CD145C, CD150C, CD151C, CD160C, CD165C, CD168C, CD180C, CD204C, CD205C, CD209C, CD906C, CD917C</w:t>
            </w:r>
          </w:p>
          <w:p w14:paraId="33978B55" w14:textId="77777777" w:rsidR="009B1BD2" w:rsidRDefault="009B1BD2" w:rsidP="0004709B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  <w:p w14:paraId="49B1CAC5" w14:textId="40F47A7C" w:rsidR="000A5E50" w:rsidRPr="0004709B" w:rsidRDefault="009B1BD2" w:rsidP="0004709B">
            <w:pPr>
              <w:pStyle w:val="ListParagraph"/>
              <w:numPr>
                <w:ilvl w:val="0"/>
                <w:numId w:val="29"/>
              </w:numPr>
              <w:ind w:left="36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0470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In external domain:</w:t>
            </w:r>
            <w:r w:rsidRPr="0004709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="00CA0BE5" w:rsidRPr="0004709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CC007C, </w:t>
            </w:r>
            <w:r w:rsidRPr="0004709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CC013C,</w:t>
            </w:r>
            <w:r w:rsidR="00856047" w:rsidRPr="0004709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="00CA0BE5" w:rsidRPr="0004709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C0017C,</w:t>
            </w:r>
            <w:r w:rsidRPr="0004709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CC025C, </w:t>
            </w:r>
            <w:r w:rsidR="00CA0BE5" w:rsidRPr="0004709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CC028C, </w:t>
            </w:r>
            <w:r w:rsidRPr="0004709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CC029C, </w:t>
            </w:r>
            <w:r w:rsidR="00CA0BE5" w:rsidRPr="0004709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CC034C, CC037C,</w:t>
            </w:r>
            <w:r w:rsidRPr="0004709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CC043C, CC044C, </w:t>
            </w:r>
            <w:r w:rsidR="00CA0BE5" w:rsidRPr="0004709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CC056C,</w:t>
            </w:r>
            <w:r w:rsidR="00856047" w:rsidRPr="0004709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Pr="0004709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CC060C, CC141C, CC170C</w:t>
            </w:r>
            <w:r w:rsidR="00856047" w:rsidRPr="0004709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, </w:t>
            </w:r>
            <w:r w:rsidR="00CA0BE5" w:rsidRPr="0004709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CC928C</w:t>
            </w:r>
          </w:p>
          <w:p w14:paraId="7C65CD16" w14:textId="77777777" w:rsidR="000A5E50" w:rsidRDefault="000A5E50" w:rsidP="000A5E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3AB742F" w14:textId="77777777" w:rsidR="000A5E50" w:rsidRDefault="000A5E50" w:rsidP="000A5E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D6E347D" w14:textId="77777777" w:rsidR="0057218E" w:rsidRPr="00AE06CE" w:rsidRDefault="0057218E" w:rsidP="0057218E">
            <w:pPr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</w:pPr>
            <w:r w:rsidRPr="00AE06CE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  <w:t xml:space="preserve">Impacted Rules, Conditions &amp; BRTs etc.: </w:t>
            </w:r>
          </w:p>
          <w:p w14:paraId="1CABFA7D" w14:textId="464144A7" w:rsidR="0057218E" w:rsidRDefault="00B36567" w:rsidP="00BA595A">
            <w:pPr>
              <w:pStyle w:val="ListParagraph"/>
              <w:numPr>
                <w:ilvl w:val="0"/>
                <w:numId w:val="2"/>
              </w:numPr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Several rules, conditions and guidelines will be updated</w:t>
            </w:r>
            <w:r w:rsidR="00264D17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14:paraId="3F5C1019" w14:textId="77777777" w:rsidR="00552BE2" w:rsidRPr="00CE23BD" w:rsidRDefault="00552BE2" w:rsidP="00552BE2">
            <w:pPr>
              <w:pStyle w:val="ListParagraph"/>
              <w:ind w:left="360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  <w:p w14:paraId="49E27283" w14:textId="691D494D" w:rsidR="00BA5154" w:rsidRPr="0091422E" w:rsidRDefault="00541EC9" w:rsidP="0091422E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  <w:r w:rsidRPr="00541EC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 xml:space="preserve">Impacted </w:t>
            </w:r>
            <w:r w:rsidR="004105EF" w:rsidRPr="00541EC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CI</w:t>
            </w:r>
            <w:r w:rsidR="004105E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 xml:space="preserve"> </w:t>
            </w:r>
            <w:r w:rsidR="008E776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Artefacts</w:t>
            </w:r>
            <w:r w:rsidRPr="00541EC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:</w:t>
            </w:r>
            <w:r w:rsidR="00D674F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14:paraId="0F4FE6DB" w14:textId="77777777" w:rsidR="00BA5154" w:rsidRPr="003D363B" w:rsidRDefault="00BA5154" w:rsidP="00BA595A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3D363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DDNTA-6.3.0-v1.00 (Main Document): 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No.</w:t>
            </w:r>
            <w:r w:rsidRPr="003D363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 </w:t>
            </w:r>
          </w:p>
          <w:p w14:paraId="07581C2E" w14:textId="77777777" w:rsidR="00BA5154" w:rsidRPr="00D16074" w:rsidRDefault="00BA5154" w:rsidP="00BA595A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Functional Specifications NCTS-P6 (FSS/BPM): 7.10.0: No. 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 </w:t>
            </w:r>
          </w:p>
          <w:p w14:paraId="5A3DC22A" w14:textId="77777777" w:rsidR="00BA5154" w:rsidRPr="0091422E" w:rsidRDefault="00BA5154" w:rsidP="00BA595A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422E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CSE-v60.4.4: </w:t>
            </w:r>
            <w:r w:rsidR="0091422E" w:rsidRPr="0091422E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</w:t>
            </w:r>
            <w:r w:rsidR="00AF6E3F" w:rsidRPr="0091422E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Pr="0091422E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  <w:p w14:paraId="0E4E9A9B" w14:textId="45EC9BFA" w:rsidR="00BA5154" w:rsidRPr="00D16074" w:rsidRDefault="00BA5154" w:rsidP="00BA595A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DDNTA-6.3.0-v1.00 (Appendices </w:t>
            </w:r>
            <w:r w:rsidR="0004709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‘</w:t>
            </w:r>
            <w:r w:rsidR="00EE276F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D</w:t>
            </w:r>
            <w:r w:rsidR="0004709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’</w:t>
            </w:r>
            <w:r w:rsidR="00EE276F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</w:t>
            </w:r>
            <w:r w:rsidR="00F1130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and </w:t>
            </w:r>
            <w:r w:rsidR="0004709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‘</w:t>
            </w:r>
            <w:r w:rsidR="00EE276F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Q2</w:t>
            </w:r>
            <w:r w:rsidR="0004709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’</w:t>
            </w:r>
            <w:r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):</w:t>
            </w:r>
            <w:r w:rsidRPr="00D16074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Yes.</w:t>
            </w:r>
            <w:r w:rsidRPr="00D16074">
              <w:rPr>
                <w:rStyle w:val="normaltextrun"/>
                <w:rFonts w:asciiTheme="minorHAnsi" w:hAnsiTheme="minorHAnsi" w:cstheme="minorHAnsi"/>
                <w:b/>
                <w:bCs/>
                <w:color w:val="808080" w:themeColor="background1" w:themeShade="80"/>
                <w:sz w:val="22"/>
                <w:szCs w:val="22"/>
              </w:rPr>
              <w:t>   </w:t>
            </w:r>
            <w:r w:rsidRPr="00D16074">
              <w:rPr>
                <w:rStyle w:val="normaltextrun"/>
                <w:rFonts w:asciiTheme="minorHAnsi" w:hAnsiTheme="minorHAnsi" w:cstheme="minorHAnsi"/>
                <w:b/>
                <w:bCs/>
                <w:color w:val="808080" w:themeColor="background1" w:themeShade="80"/>
              </w:rPr>
              <w:t> </w:t>
            </w:r>
          </w:p>
          <w:p w14:paraId="788DDB83" w14:textId="7E8F647D" w:rsidR="00BA5154" w:rsidRPr="003D363B" w:rsidRDefault="00BA5154" w:rsidP="00BA595A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AA2579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NCTS-P6 DMP</w:t>
            </w:r>
            <w:r w:rsidR="0091422E" w:rsidRPr="00AA2579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-6.3.0-</w:t>
            </w:r>
            <w:r w:rsidRPr="00AA2579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v1.0</w:t>
            </w:r>
            <w:r w:rsidR="0091422E" w:rsidRPr="00AA2579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0</w:t>
            </w:r>
            <w:r w:rsidRPr="00AA2579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Package: </w:t>
            </w:r>
            <w:r w:rsidR="00AA2579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</w:t>
            </w:r>
            <w:r w:rsidR="00EE276F" w:rsidRPr="00AA2579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.</w:t>
            </w:r>
            <w:r w:rsidR="00EE276F" w:rsidRPr="00D16074">
              <w:rPr>
                <w:rStyle w:val="normaltextrun"/>
                <w:rFonts w:asciiTheme="minorHAnsi" w:hAnsiTheme="minorHAnsi" w:cstheme="minorHAnsi"/>
                <w:b/>
                <w:bCs/>
                <w:color w:val="808080" w:themeColor="background1" w:themeShade="80"/>
                <w:sz w:val="22"/>
                <w:szCs w:val="22"/>
              </w:rPr>
              <w:t>   </w:t>
            </w:r>
            <w:r w:rsidR="00EE276F" w:rsidRPr="00D16074">
              <w:rPr>
                <w:rStyle w:val="normaltextrun"/>
                <w:rFonts w:asciiTheme="minorHAnsi" w:hAnsiTheme="minorHAnsi" w:cstheme="minorHAnsi"/>
                <w:b/>
                <w:bCs/>
                <w:color w:val="808080" w:themeColor="background1" w:themeShade="80"/>
              </w:rPr>
              <w:t> </w:t>
            </w:r>
            <w:r w:rsidRPr="003D363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   </w:t>
            </w:r>
            <w:r w:rsidRPr="003D363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 </w:t>
            </w:r>
          </w:p>
          <w:p w14:paraId="752B1B0F" w14:textId="7DC51650" w:rsidR="00BA5154" w:rsidRPr="00BA5154" w:rsidRDefault="00BA5154" w:rsidP="00BA595A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color w:val="808080" w:themeColor="background1" w:themeShade="80"/>
              </w:rPr>
            </w:pPr>
            <w:r w:rsidRPr="00BA515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CTP-6.</w:t>
            </w:r>
            <w:r w:rsidR="008364B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l-GR"/>
              </w:rPr>
              <w:t>2</w:t>
            </w:r>
            <w:r w:rsidRPr="00BA515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.0-v1.00:</w:t>
            </w:r>
            <w:r w:rsidRPr="00BA5154">
              <w:rPr>
                <w:rStyle w:val="normaltextrun"/>
                <w:rFonts w:asciiTheme="minorHAnsi" w:hAnsiTheme="minorHAnsi" w:cstheme="minorHAnsi"/>
                <w:b/>
                <w:bCs/>
                <w:color w:val="808080" w:themeColor="background1" w:themeShade="80"/>
                <w:sz w:val="22"/>
                <w:szCs w:val="22"/>
              </w:rPr>
              <w:t xml:space="preserve"> </w:t>
            </w:r>
            <w:r w:rsidRPr="00BA515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No.     </w:t>
            </w:r>
            <w:r w:rsidRPr="00BA515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 </w:t>
            </w:r>
          </w:p>
          <w:p w14:paraId="11BA1300" w14:textId="17DA966C" w:rsidR="00BA5154" w:rsidRPr="001B13E4" w:rsidRDefault="00BA5154" w:rsidP="00BA595A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</w:rPr>
            </w:pPr>
            <w:r w:rsidRPr="001B13E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TRP-6.</w:t>
            </w:r>
            <w:r w:rsidR="00AF1A3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1B13E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.0-v1.0</w:t>
            </w:r>
            <w:r w:rsidR="00AF1A3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B13E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</w:t>
            </w:r>
            <w:r w:rsidRPr="001B13E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Yes.</w:t>
            </w:r>
            <w:r w:rsidRPr="001B13E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 </w:t>
            </w:r>
            <w:r w:rsidRPr="001B13E4">
              <w:rPr>
                <w:rStyle w:val="normaltextrun"/>
                <w:rFonts w:asciiTheme="minorHAnsi" w:hAnsiTheme="minorHAnsi" w:cstheme="minorHAnsi"/>
                <w:b/>
                <w:bCs/>
              </w:rPr>
              <w:t> </w:t>
            </w:r>
          </w:p>
          <w:p w14:paraId="545300D8" w14:textId="77777777" w:rsidR="00A73BE2" w:rsidRPr="00A73BE2" w:rsidRDefault="00BA5154" w:rsidP="00BA595A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DDCOM-21</w:t>
            </w:r>
            <w:r w:rsidR="008364B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l-GR"/>
              </w:rPr>
              <w:t>.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3.0-v1.00: No.   </w:t>
            </w:r>
          </w:p>
          <w:p w14:paraId="2A77A6EA" w14:textId="38516F2E" w:rsidR="00BA5154" w:rsidRPr="00D16074" w:rsidRDefault="00A73BE2" w:rsidP="00BA595A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A73BE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ieCA/TED 2.0.0.0: No. </w:t>
            </w:r>
            <w:r w:rsidR="00BA5154"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  </w:t>
            </w:r>
            <w:r w:rsidR="00BA5154"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 </w:t>
            </w:r>
          </w:p>
          <w:p w14:paraId="1A2EB1B6" w14:textId="77777777" w:rsidR="00A73BE2" w:rsidRPr="00A73BE2" w:rsidRDefault="00BA5154" w:rsidP="00A73BE2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ICS2-CR-CTS-1.</w:t>
            </w:r>
            <w:r w:rsidR="00A73BE2" w:rsidRPr="00A73BE2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1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.0-v1.0</w:t>
            </w:r>
            <w:r w:rsidR="00A73BE2" w:rsidRPr="00A73BE2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1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: No. 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 </w:t>
            </w:r>
          </w:p>
          <w:p w14:paraId="47DAD7CD" w14:textId="1326106D" w:rsidR="00BA5154" w:rsidRPr="00A73BE2" w:rsidRDefault="00A73BE2" w:rsidP="00A73BE2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A73BE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ICS2-CR-CRP-1.1.0-v1.00</w:t>
            </w:r>
            <w:r w:rsidRPr="00A73BE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: No</w:t>
            </w:r>
            <w:r w:rsidR="00BA5154" w:rsidRPr="00A73BE2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</w:t>
            </w:r>
          </w:p>
          <w:p w14:paraId="3195A0BA" w14:textId="77777777" w:rsidR="0091422E" w:rsidRDefault="0091422E" w:rsidP="00BA595A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CS/MIS2_DATA: No.</w:t>
            </w:r>
          </w:p>
          <w:p w14:paraId="5443BD76" w14:textId="77777777" w:rsidR="0091422E" w:rsidRDefault="0091422E" w:rsidP="00BA595A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CS/RD2_DATA: No.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br/>
            </w:r>
          </w:p>
          <w:p w14:paraId="45C8330E" w14:textId="77777777" w:rsidR="0091422E" w:rsidRPr="00B32797" w:rsidRDefault="0091422E" w:rsidP="00BA595A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lang w:val="es-ES"/>
              </w:rPr>
            </w:pPr>
            <w:r w:rsidRPr="00B32797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s-ES"/>
              </w:rPr>
              <w:t xml:space="preserve">UCC IA/DA </w:t>
            </w:r>
            <w:proofErr w:type="spellStart"/>
            <w:r w:rsidRPr="00B32797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s-ES"/>
              </w:rPr>
              <w:t>Annex</w:t>
            </w:r>
            <w:proofErr w:type="spellEnd"/>
            <w:r w:rsidRPr="00B32797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s-ES"/>
              </w:rPr>
              <w:t xml:space="preserve"> B: No.</w:t>
            </w:r>
          </w:p>
          <w:p w14:paraId="2C5B7C19" w14:textId="77777777" w:rsidR="00D674FD" w:rsidRPr="00B32797" w:rsidRDefault="00D674FD" w:rsidP="003571C4">
            <w:pPr>
              <w:rPr>
                <w:rFonts w:asciiTheme="minorHAnsi" w:hAnsiTheme="minorHAnsi" w:cs="Arial"/>
                <w:sz w:val="22"/>
                <w:szCs w:val="22"/>
                <w:lang w:val="es-ES"/>
              </w:rPr>
            </w:pPr>
          </w:p>
        </w:tc>
      </w:tr>
    </w:tbl>
    <w:p w14:paraId="65F14EEB" w14:textId="77777777" w:rsidR="00B32797" w:rsidRPr="00394724" w:rsidRDefault="00B32797" w:rsidP="008E5D8A">
      <w:pPr>
        <w:rPr>
          <w:rFonts w:asciiTheme="minorHAnsi" w:hAnsiTheme="minorHAnsi" w:cs="Arial"/>
          <w:lang w:val="es-ES"/>
        </w:rPr>
      </w:pPr>
    </w:p>
    <w:p w14:paraId="2533DB1C" w14:textId="77777777" w:rsidR="00483E6C" w:rsidRPr="00F8197B" w:rsidRDefault="008E5D8A" w:rsidP="00F42063">
      <w:pPr>
        <w:rPr>
          <w:rFonts w:asciiTheme="minorHAnsi" w:hAnsiTheme="minorHAnsi" w:cs="Arial"/>
          <w:b/>
          <w:sz w:val="28"/>
          <w:szCs w:val="28"/>
        </w:rPr>
      </w:pPr>
      <w:r w:rsidRPr="00A32D3E">
        <w:rPr>
          <w:rFonts w:asciiTheme="minorHAnsi" w:hAnsiTheme="minorHAnsi" w:cs="Arial"/>
          <w:b/>
          <w:sz w:val="28"/>
          <w:szCs w:val="28"/>
        </w:rPr>
        <w:t>Impact on CI artefacts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804"/>
      </w:tblGrid>
      <w:tr w:rsidR="00F42063" w:rsidRPr="006B1220" w14:paraId="38510002" w14:textId="77777777" w:rsidTr="003454BA">
        <w:trPr>
          <w:trHeight w:val="403"/>
        </w:trPr>
        <w:tc>
          <w:tcPr>
            <w:tcW w:w="2802" w:type="dxa"/>
          </w:tcPr>
          <w:p w14:paraId="516999E3" w14:textId="77777777" w:rsidR="00871735" w:rsidRDefault="00CD1279" w:rsidP="00DF508C">
            <w:pPr>
              <w:spacing w:before="12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94724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94724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F42063"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</w:t>
            </w:r>
            <w:r w:rsidR="00BA515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6</w:t>
            </w:r>
            <w:r w:rsidR="005E75B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BA515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3</w:t>
            </w:r>
            <w:r w:rsidR="0009271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BA515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0</w:t>
            </w:r>
            <w:r w:rsidR="00B5338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-v1.00</w:t>
            </w:r>
          </w:p>
          <w:p w14:paraId="5B4175B3" w14:textId="5F9D4D15" w:rsidR="00F42063" w:rsidRPr="006B1220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(Appendices</w:t>
            </w:r>
            <w:r w:rsidR="00E037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E0378D">
              <w:rPr>
                <w:rFonts w:asciiTheme="minorHAnsi" w:hAnsiTheme="minorHAnsi" w:cs="Arial"/>
                <w:b/>
                <w:sz w:val="22"/>
                <w:szCs w:val="22"/>
              </w:rPr>
              <w:t>‘D’ and ‘Q2’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6407" w:type="dxa"/>
          </w:tcPr>
          <w:p w14:paraId="794D44DE" w14:textId="0B113F87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94724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94724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286FE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86FE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94724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94724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286FE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8917A4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17A4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94724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94724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8917A4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286FE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6FE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94724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94724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286FE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94724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94724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2457E79F" w14:textId="77777777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14:paraId="2B059F0F" w14:textId="77777777" w:rsidTr="00AC7F0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5D72B0" w14:textId="05E1DEE2" w:rsidR="00F42063" w:rsidRPr="00035641" w:rsidRDefault="006A6E66" w:rsidP="00587645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</w:pPr>
                  <w:r w:rsidRPr="002D3ECF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Appendi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ces</w:t>
                  </w:r>
                  <w:r w:rsidRPr="002D3ECF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(‘D’</w:t>
                  </w:r>
                  <w:r w:rsidR="00E0378D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0D342A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and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‘Q</w:t>
                  </w:r>
                  <w:r w:rsidR="0086337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2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’) </w:t>
                  </w:r>
                  <w:r w:rsidR="00035641" w:rsidRPr="008917A4">
                    <w:rPr>
                      <w:rStyle w:val="normaltextrun"/>
                      <w:rFonts w:ascii="Calibri" w:hAnsi="Calibri" w:cs="Calibri"/>
                      <w:b/>
                      <w:color w:val="000000"/>
                      <w:sz w:val="22"/>
                      <w:szCs w:val="22"/>
                      <w:shd w:val="clear" w:color="auto" w:fill="FFFFFF"/>
                    </w:rPr>
                    <w:t>shall</w:t>
                  </w:r>
                  <w:r w:rsidR="00035641">
                    <w:rPr>
                      <w:rStyle w:val="normaltextrun"/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be updated as described in section 3.</w:t>
                  </w:r>
                </w:p>
              </w:tc>
            </w:tr>
          </w:tbl>
          <w:p w14:paraId="11B3C31E" w14:textId="77777777" w:rsidR="00F42063" w:rsidRPr="00B62BD3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7335CF" w:rsidRPr="006B1220" w14:paraId="63D322E4" w14:textId="77777777" w:rsidTr="003454BA">
        <w:trPr>
          <w:trHeight w:val="403"/>
        </w:trPr>
        <w:tc>
          <w:tcPr>
            <w:tcW w:w="2802" w:type="dxa"/>
          </w:tcPr>
          <w:p w14:paraId="167A29B7" w14:textId="3C654B51" w:rsidR="007335CF" w:rsidRDefault="007335CF" w:rsidP="007335CF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394724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39472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CSE-v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60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0D3E9D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6407" w:type="dxa"/>
          </w:tcPr>
          <w:p w14:paraId="679F14EA" w14:textId="56B446A8" w:rsidR="007335CF" w:rsidRPr="008009B0" w:rsidRDefault="007335CF" w:rsidP="007335CF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394724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39472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Cosmetic   </w:t>
            </w:r>
            <w:r w:rsidR="00286FE1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86FE1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394724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39472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="00286FE1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394724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39472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Medium    </w:t>
            </w:r>
            <w:r w:rsidR="00286FE1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ImpSMART"/>
            <w:r w:rsidR="00286FE1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394724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39472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="00286FE1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bookmarkEnd w:id="7"/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High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394724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39472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Very High</w:t>
            </w:r>
          </w:p>
          <w:p w14:paraId="5CF24121" w14:textId="77777777" w:rsidR="007335CF" w:rsidRPr="008009B0" w:rsidRDefault="007335CF" w:rsidP="007335CF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7335CF" w:rsidRPr="008009B0" w14:paraId="68957793" w14:textId="77777777" w:rsidTr="00A16B47">
              <w:tc>
                <w:tcPr>
                  <w:tcW w:w="6573" w:type="dxa"/>
                </w:tcPr>
                <w:p w14:paraId="54B96CF3" w14:textId="79B2FB56" w:rsidR="007335CF" w:rsidRPr="009303CF" w:rsidRDefault="00316C2C" w:rsidP="009303CF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 xml:space="preserve">Correction of </w:t>
                  </w:r>
                  <w:r w:rsidR="006A6E66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 xml:space="preserve">several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>rules, conditions and guidelines</w:t>
                  </w:r>
                  <w:r w:rsidR="006A6E6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,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as </w:t>
                  </w:r>
                  <w:r w:rsidR="006A6E6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described in section 3.</w:t>
                  </w:r>
                </w:p>
              </w:tc>
            </w:tr>
          </w:tbl>
          <w:p w14:paraId="49191F50" w14:textId="77777777" w:rsidR="007335CF" w:rsidRPr="00B62BD3" w:rsidRDefault="007335CF" w:rsidP="007335CF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6F17DD" w:rsidRPr="006B1220" w14:paraId="3B5AF758" w14:textId="77777777" w:rsidTr="003454BA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E7512" w14:textId="422B08B5" w:rsidR="006F17DD" w:rsidRPr="00EE276F" w:rsidRDefault="006F17DD" w:rsidP="006F17DD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94724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94724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F17D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TRP-</w:t>
            </w:r>
            <w:r w:rsidR="00BA51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6.</w:t>
            </w:r>
            <w:r w:rsidR="00EE276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  <w:t>2</w:t>
            </w:r>
            <w:r w:rsidR="00BA51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.0-v1.0</w:t>
            </w:r>
            <w:r w:rsidR="00EE276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  <w:t>1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1121" w14:textId="3F991FED" w:rsidR="006F17DD" w:rsidRDefault="006F17DD" w:rsidP="006F17DD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94724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94724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EE276F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E276F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94724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94724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EE276F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94724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94724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EE276F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276F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94724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94724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EE276F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94724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94724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6A9A05E4" w14:textId="0541226C" w:rsidR="00EE276F" w:rsidRPr="00360D3D" w:rsidRDefault="00360D3D" w:rsidP="00EE276F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>Short description</w:t>
            </w:r>
          </w:p>
          <w:tbl>
            <w:tblPr>
              <w:tblW w:w="6578" w:type="dxa"/>
              <w:tblLook w:val="04A0" w:firstRow="1" w:lastRow="0" w:firstColumn="1" w:lastColumn="0" w:noHBand="0" w:noVBand="1"/>
            </w:tblPr>
            <w:tblGrid>
              <w:gridCol w:w="2192"/>
              <w:gridCol w:w="837"/>
              <w:gridCol w:w="3549"/>
            </w:tblGrid>
            <w:tr w:rsidR="00EE276F" w:rsidRPr="00232D4B" w14:paraId="790F54D5" w14:textId="77777777" w:rsidTr="00302AD8"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68688E" w14:textId="77777777" w:rsidR="00EE276F" w:rsidRPr="0055491E" w:rsidRDefault="00EE276F" w:rsidP="00EE276F">
                  <w:pPr>
                    <w:spacing w:before="12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55491E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lastRenderedPageBreak/>
                    <w:t>Update TC (Partially Passed or Failed if NA not aligned):</w:t>
                  </w:r>
                </w:p>
              </w:tc>
              <w:tc>
                <w:tcPr>
                  <w:tcW w:w="8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7FB93E" w14:textId="3E990F23" w:rsidR="00EE276F" w:rsidRPr="0055491E" w:rsidRDefault="00EE276F" w:rsidP="00EE276F">
                  <w:pPr>
                    <w:spacing w:before="12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55491E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No</w:t>
                  </w:r>
                </w:p>
              </w:tc>
              <w:tc>
                <w:tcPr>
                  <w:tcW w:w="3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F27F6D" w14:textId="10E693CD" w:rsidR="00EE276F" w:rsidRPr="0055491E" w:rsidRDefault="00EE276F" w:rsidP="00EE276F">
                  <w:pPr>
                    <w:spacing w:before="12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c>
            </w:tr>
            <w:tr w:rsidR="00EE276F" w:rsidRPr="00232D4B" w14:paraId="56A96BB9" w14:textId="77777777" w:rsidTr="00302AD8"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366038" w14:textId="77777777" w:rsidR="00EE276F" w:rsidRPr="0055491E" w:rsidRDefault="00EE276F" w:rsidP="00EE276F">
                  <w:pPr>
                    <w:spacing w:before="12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55491E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Deleted Test Cases:</w:t>
                  </w:r>
                </w:p>
              </w:tc>
              <w:tc>
                <w:tcPr>
                  <w:tcW w:w="8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163377" w14:textId="3BD2C510" w:rsidR="00EE276F" w:rsidRPr="0055491E" w:rsidRDefault="00EE276F" w:rsidP="00EE276F">
                  <w:pPr>
                    <w:spacing w:before="12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55491E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N</w:t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o</w:t>
                  </w:r>
                </w:p>
              </w:tc>
              <w:tc>
                <w:tcPr>
                  <w:tcW w:w="3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C11E04" w14:textId="20F5F7F6" w:rsidR="00EE276F" w:rsidRPr="0055491E" w:rsidRDefault="00EE276F" w:rsidP="00EE276F">
                  <w:pPr>
                    <w:spacing w:before="12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c>
            </w:tr>
            <w:tr w:rsidR="00EE276F" w:rsidRPr="00232D4B" w14:paraId="38F256DA" w14:textId="77777777" w:rsidTr="00302AD8"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96841B" w14:textId="77777777" w:rsidR="00EE276F" w:rsidRPr="0055491E" w:rsidRDefault="00EE276F" w:rsidP="00EE276F">
                  <w:pPr>
                    <w:spacing w:before="12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55491E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New Test Cases:</w:t>
                  </w:r>
                </w:p>
              </w:tc>
              <w:tc>
                <w:tcPr>
                  <w:tcW w:w="8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56C8DC" w14:textId="1FDEBA2D" w:rsidR="00EE276F" w:rsidRPr="0055491E" w:rsidRDefault="00EE276F" w:rsidP="00EE276F">
                  <w:pPr>
                    <w:spacing w:before="12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55491E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N</w:t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o</w:t>
                  </w:r>
                </w:p>
              </w:tc>
              <w:tc>
                <w:tcPr>
                  <w:tcW w:w="3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64A3F3" w14:textId="5450205A" w:rsidR="00EE276F" w:rsidRPr="0055491E" w:rsidRDefault="00EE276F" w:rsidP="00EE276F">
                  <w:pPr>
                    <w:spacing w:before="12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c>
            </w:tr>
            <w:tr w:rsidR="00EE276F" w:rsidRPr="00232D4B" w14:paraId="687CB598" w14:textId="77777777" w:rsidTr="00302AD8"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FABE2A" w14:textId="77777777" w:rsidR="00EE276F" w:rsidRPr="0055491E" w:rsidRDefault="00EE276F" w:rsidP="00EE276F">
                  <w:pPr>
                    <w:spacing w:before="12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55491E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Updated Drools:</w:t>
                  </w:r>
                </w:p>
              </w:tc>
              <w:tc>
                <w:tcPr>
                  <w:tcW w:w="8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5E2A5A" w14:textId="77777777" w:rsidR="00EE276F" w:rsidRPr="0055491E" w:rsidRDefault="00EE276F" w:rsidP="00EE276F">
                  <w:pPr>
                    <w:spacing w:before="12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Yes</w:t>
                  </w:r>
                </w:p>
              </w:tc>
              <w:tc>
                <w:tcPr>
                  <w:tcW w:w="3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8B710D" w14:textId="4CCC4E4D" w:rsidR="00EE276F" w:rsidRPr="0055491E" w:rsidRDefault="00EE276F" w:rsidP="00EE276F">
                  <w:pPr>
                    <w:spacing w:before="12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Update the drools code for </w:t>
                  </w:r>
                  <w:r w:rsidR="009B782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several</w:t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R/Cs</w:t>
                  </w:r>
                  <w:r w:rsidR="009B782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.</w:t>
                  </w:r>
                </w:p>
              </w:tc>
            </w:tr>
            <w:tr w:rsidR="00EE276F" w:rsidRPr="00232D4B" w14:paraId="36370C25" w14:textId="77777777" w:rsidTr="00302AD8"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4F7910" w14:textId="77777777" w:rsidR="00EE276F" w:rsidRPr="0055491E" w:rsidRDefault="00EE276F" w:rsidP="00EE276F">
                  <w:pPr>
                    <w:spacing w:before="12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55491E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Other:</w:t>
                  </w:r>
                </w:p>
              </w:tc>
              <w:tc>
                <w:tcPr>
                  <w:tcW w:w="8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E4236A" w14:textId="7FDE5C06" w:rsidR="00EE276F" w:rsidRPr="0055491E" w:rsidRDefault="00EE276F" w:rsidP="00EE276F">
                  <w:pPr>
                    <w:spacing w:before="12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55491E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No</w:t>
                  </w:r>
                </w:p>
              </w:tc>
              <w:tc>
                <w:tcPr>
                  <w:tcW w:w="3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2F9A16" w14:textId="186B5308" w:rsidR="00EE276F" w:rsidRPr="0055491E" w:rsidRDefault="00EE276F" w:rsidP="00EE276F">
                  <w:pPr>
                    <w:spacing w:before="12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092A6B17" w14:textId="77777777" w:rsidR="006F17DD" w:rsidRPr="00EE276F" w:rsidRDefault="006F17DD" w:rsidP="006F17DD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  <w:lang w:val="en-US"/>
              </w:rPr>
            </w:pPr>
          </w:p>
        </w:tc>
      </w:tr>
    </w:tbl>
    <w:p w14:paraId="2BCFC855" w14:textId="77777777" w:rsidR="001D0C88" w:rsidRDefault="001D0C88" w:rsidP="008E5D8A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5D4524CB" w14:textId="77777777" w:rsidR="008E5D8A" w:rsidRPr="00A32D3E" w:rsidRDefault="00D56CA0" w:rsidP="008E5D8A">
      <w:pPr>
        <w:rPr>
          <w:rFonts w:asciiTheme="minorHAnsi" w:hAnsiTheme="minorHAnsi" w:cs="Arial"/>
          <w:b/>
          <w:sz w:val="28"/>
          <w:szCs w:val="28"/>
        </w:rPr>
      </w:pPr>
      <w:r w:rsidRPr="00D56CA0">
        <w:rPr>
          <w:rFonts w:asciiTheme="minorHAnsi" w:hAnsiTheme="minorHAnsi" w:cs="Arial"/>
          <w:b/>
          <w:sz w:val="28"/>
          <w:szCs w:val="28"/>
        </w:rPr>
        <w:t>Estimated impact on National Project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CC1140" w:rsidRPr="00B1748D" w14:paraId="41095FD0" w14:textId="77777777" w:rsidTr="00302AD8">
        <w:trPr>
          <w:trHeight w:val="1664"/>
        </w:trPr>
        <w:tc>
          <w:tcPr>
            <w:tcW w:w="9351" w:type="dxa"/>
          </w:tcPr>
          <w:p w14:paraId="61224215" w14:textId="46573C06" w:rsidR="00CC1140" w:rsidRPr="00B1748D" w:rsidRDefault="00B32797" w:rsidP="00302AD8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94724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94724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A378F5" w:rsidRPr="00E43831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A378F5" w:rsidRPr="00E43831">
              <w:rPr>
                <w:rFonts w:asciiTheme="minorHAnsi" w:hAnsiTheme="minorHAnsi" w:cs="Arial"/>
                <w:sz w:val="22"/>
                <w:szCs w:val="22"/>
              </w:rPr>
              <w:t xml:space="preserve">None   </w:t>
            </w:r>
            <w:r w:rsidR="00CC1140"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1140"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394724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39472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CC1140"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CC1140"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CC1140" w:rsidRPr="00B1748D">
              <w:rPr>
                <w:rFonts w:asciiTheme="minorHAnsi" w:hAnsiTheme="minorHAnsi" w:cstheme="minorHAnsi"/>
                <w:sz w:val="22"/>
                <w:szCs w:val="22"/>
              </w:rPr>
              <w:t xml:space="preserve">Cosmetic   </w:t>
            </w:r>
            <w:r w:rsidR="00EE276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E276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394724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39472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EE276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CC1140" w:rsidRPr="00B1748D">
              <w:rPr>
                <w:rFonts w:asciiTheme="minorHAnsi" w:hAnsiTheme="minorHAnsi" w:cstheme="minorHAnsi"/>
                <w:sz w:val="22"/>
                <w:szCs w:val="22"/>
              </w:rPr>
              <w:t xml:space="preserve"> Low    </w:t>
            </w:r>
            <w:r w:rsidR="00CC1140"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1140"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394724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39472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CC1140"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CC1140" w:rsidRPr="00B1748D">
              <w:rPr>
                <w:rFonts w:asciiTheme="minorHAnsi" w:hAnsiTheme="minorHAnsi" w:cstheme="minorHAnsi"/>
                <w:sz w:val="22"/>
                <w:szCs w:val="22"/>
              </w:rPr>
              <w:t xml:space="preserve"> Medium    </w:t>
            </w:r>
            <w:r w:rsidR="00EE276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276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394724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39472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EE276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CC1140" w:rsidRPr="00B1748D">
              <w:rPr>
                <w:rFonts w:asciiTheme="minorHAnsi" w:hAnsiTheme="minorHAnsi" w:cstheme="minorHAnsi"/>
                <w:sz w:val="22"/>
                <w:szCs w:val="22"/>
              </w:rPr>
              <w:t xml:space="preserve"> High    </w:t>
            </w:r>
            <w:r w:rsidR="00CC1140"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1140"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394724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39472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CC1140"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CC1140" w:rsidRPr="00B1748D">
              <w:rPr>
                <w:rFonts w:asciiTheme="minorHAnsi" w:hAnsiTheme="minorHAnsi" w:cstheme="minorHAnsi"/>
                <w:sz w:val="22"/>
                <w:szCs w:val="22"/>
              </w:rPr>
              <w:t xml:space="preserve"> Very High</w:t>
            </w:r>
          </w:p>
          <w:p w14:paraId="3EE40B82" w14:textId="4D9A42D5" w:rsidR="00CC1140" w:rsidRPr="00FC676F" w:rsidRDefault="00CC1140" w:rsidP="00302AD8">
            <w:pPr>
              <w:spacing w:before="12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B1748D">
              <w:rPr>
                <w:rFonts w:asciiTheme="minorHAnsi" w:hAnsiTheme="minorHAnsi" w:cstheme="minorHAnsi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9380" w:type="dxa"/>
              <w:tblLook w:val="04A0" w:firstRow="1" w:lastRow="0" w:firstColumn="1" w:lastColumn="0" w:noHBand="0" w:noVBand="1"/>
            </w:tblPr>
            <w:tblGrid>
              <w:gridCol w:w="9380"/>
            </w:tblGrid>
            <w:tr w:rsidR="00CC1140" w:rsidRPr="00B1748D" w14:paraId="5A2288A4" w14:textId="77777777" w:rsidTr="00302AD8">
              <w:trPr>
                <w:trHeight w:val="701"/>
              </w:trPr>
              <w:tc>
                <w:tcPr>
                  <w:tcW w:w="9380" w:type="dxa"/>
                </w:tcPr>
                <w:p w14:paraId="06B48809" w14:textId="77777777" w:rsidR="00F54767" w:rsidRPr="00624A44" w:rsidRDefault="00F54767" w:rsidP="00F54767">
                  <w:pPr>
                    <w:spacing w:before="120"/>
                    <w:rPr>
                      <w:rStyle w:val="normaltextrun"/>
                      <w:rFonts w:ascii="Calibri" w:hAnsi="Calibri" w:cs="Calibri"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 w:rsidRPr="00624A44">
                    <w:rPr>
                      <w:rStyle w:val="normaltextrun"/>
                      <w:rFonts w:ascii="Calibri" w:hAnsi="Calibri" w:cs="Calibri"/>
                      <w:color w:val="000000"/>
                      <w:sz w:val="22"/>
                      <w:szCs w:val="22"/>
                      <w:shd w:val="clear" w:color="auto" w:fill="FFFFFF"/>
                    </w:rPr>
                    <w:t>Positive impact, reducing the effort to develop the NTA.P6 applications.</w:t>
                  </w:r>
                </w:p>
                <w:p w14:paraId="55F64F88" w14:textId="7A87C3C8" w:rsidR="00F3750D" w:rsidRPr="00624A44" w:rsidRDefault="00F3750D" w:rsidP="00F3750D">
                  <w:pPr>
                    <w:spacing w:before="120"/>
                    <w:rPr>
                      <w:rStyle w:val="normaltextrun"/>
                      <w:rFonts w:ascii="Calibri" w:hAnsi="Calibri" w:cs="Calibri"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 w:rsidRPr="00624A44">
                    <w:rPr>
                      <w:rStyle w:val="normaltextrun"/>
                      <w:rFonts w:ascii="Calibri" w:hAnsi="Calibri" w:cs="Calibri"/>
                      <w:color w:val="000000"/>
                      <w:sz w:val="22"/>
                      <w:szCs w:val="22"/>
                      <w:shd w:val="clear" w:color="auto" w:fill="FFFFFF"/>
                    </w:rPr>
                    <w:t>The RFC-Proposal concerns a small change at semantic level</w:t>
                  </w:r>
                  <w:r w:rsidR="00FD5161" w:rsidRPr="00624A44">
                    <w:rPr>
                      <w:rStyle w:val="normaltextrun"/>
                      <w:rFonts w:ascii="Calibri" w:hAnsi="Calibri" w:cs="Calibri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to adjust the messages whose suffix has </w:t>
                  </w:r>
                  <w:r w:rsidR="002640FF" w:rsidRPr="00624A44">
                    <w:rPr>
                      <w:rStyle w:val="normaltextrun"/>
                      <w:rFonts w:ascii="Calibri" w:hAnsi="Calibri" w:cs="Calibri"/>
                      <w:color w:val="000000"/>
                      <w:sz w:val="22"/>
                      <w:szCs w:val="22"/>
                      <w:shd w:val="clear" w:color="auto" w:fill="FFFFFF"/>
                    </w:rPr>
                    <w:t>changed from</w:t>
                  </w:r>
                  <w:r w:rsidR="00FD5161" w:rsidRPr="00624A44">
                    <w:rPr>
                      <w:rStyle w:val="normaltextrun"/>
                      <w:rFonts w:ascii="Calibri" w:hAnsi="Calibri" w:cs="Calibri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’D’ to ‘C’</w:t>
                  </w:r>
                  <w:r w:rsidR="002640FF" w:rsidRPr="00624A44">
                    <w:rPr>
                      <w:rStyle w:val="normaltextrun"/>
                      <w:rFonts w:ascii="Calibri" w:hAnsi="Calibri" w:cs="Calibri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in the R/Cs as described in section 3</w:t>
                  </w:r>
                  <w:r w:rsidR="00FD5161" w:rsidRPr="00624A44">
                    <w:rPr>
                      <w:rStyle w:val="normaltextrun"/>
                      <w:rFonts w:ascii="Calibri" w:hAnsi="Calibri" w:cs="Calibri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. </w:t>
                  </w:r>
                  <w:r w:rsidR="002640FF" w:rsidRPr="00624A44">
                    <w:rPr>
                      <w:rStyle w:val="normaltextrun"/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Unless the country already</w:t>
                  </w:r>
                  <w:r w:rsidR="00FD5161" w:rsidRPr="00624A44">
                    <w:rPr>
                      <w:rStyle w:val="normaltextrun"/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 xml:space="preserve"> started </w:t>
                  </w:r>
                  <w:r w:rsidR="002640FF" w:rsidRPr="00624A44">
                    <w:rPr>
                      <w:rStyle w:val="normaltextrun"/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development</w:t>
                  </w:r>
                  <w:r w:rsidR="00624A44">
                    <w:rPr>
                      <w:rStyle w:val="normaltextrun"/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 xml:space="preserve"> for NCTS-P6</w:t>
                  </w:r>
                  <w:r w:rsidR="00FD5161" w:rsidRPr="00624A44">
                    <w:rPr>
                      <w:rStyle w:val="normaltextrun"/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 xml:space="preserve">, this change will have </w:t>
                  </w:r>
                  <w:r w:rsidR="00065584">
                    <w:rPr>
                      <w:rStyle w:val="normaltextrun"/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no</w:t>
                  </w:r>
                  <w:r w:rsidR="00FD5161" w:rsidRPr="00624A44">
                    <w:rPr>
                      <w:rStyle w:val="normaltextrun"/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 xml:space="preserve"> impact</w:t>
                  </w:r>
                  <w:r w:rsidR="00703103">
                    <w:rPr>
                      <w:rStyle w:val="normaltextrun"/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.</w:t>
                  </w:r>
                </w:p>
                <w:p w14:paraId="2C4B7C71" w14:textId="77777777" w:rsidR="00F3750D" w:rsidRPr="00624A44" w:rsidRDefault="00F3750D" w:rsidP="00F3750D">
                  <w:pPr>
                    <w:spacing w:before="120"/>
                    <w:rPr>
                      <w:rStyle w:val="normaltextrun"/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 w:rsidRPr="00624A44">
                    <w:rPr>
                      <w:rStyle w:val="normaltextrun"/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  <w:t>Impact for Opt-out NA: yes.</w:t>
                  </w:r>
                </w:p>
                <w:p w14:paraId="66F1B69E" w14:textId="77777777" w:rsidR="00F3750D" w:rsidRPr="00624A44" w:rsidRDefault="00F3750D" w:rsidP="00F3750D">
                  <w:pPr>
                    <w:spacing w:before="120"/>
                    <w:rPr>
                      <w:rStyle w:val="normaltextrun"/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 w:rsidRPr="00624A44">
                    <w:rPr>
                      <w:rStyle w:val="normaltextrun"/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  <w:t>Impact for Opt-in NA: yes.</w:t>
                  </w:r>
                </w:p>
                <w:p w14:paraId="2147CA24" w14:textId="706FA001" w:rsidR="00CC1140" w:rsidRPr="00624A44" w:rsidRDefault="00F3750D" w:rsidP="00F3750D">
                  <w:pPr>
                    <w:spacing w:before="120"/>
                    <w:rPr>
                      <w:rFonts w:ascii="Calibri" w:hAnsi="Calibri" w:cs="Calibri"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 w:rsidRPr="00624A44">
                    <w:rPr>
                      <w:rStyle w:val="normaltextrun"/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  <w:t>Impact on External Domain: yes.</w:t>
                  </w:r>
                </w:p>
              </w:tc>
            </w:tr>
          </w:tbl>
          <w:p w14:paraId="79E0D2F1" w14:textId="77777777" w:rsidR="00CC1140" w:rsidRPr="00B1748D" w:rsidRDefault="00CC1140" w:rsidP="00302AD8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1300D808" w14:textId="77777777" w:rsidR="008E5D8A" w:rsidRDefault="008E5D8A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14:paraId="1EFBF424" w14:textId="77777777" w:rsidR="004D3CA7" w:rsidRPr="00074158" w:rsidRDefault="004D3CA7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678"/>
        <w:gridCol w:w="4756"/>
      </w:tblGrid>
      <w:tr w:rsidR="008B2211" w:rsidRPr="00074158" w14:paraId="32B2A42C" w14:textId="77777777" w:rsidTr="00EF41F1">
        <w:tc>
          <w:tcPr>
            <w:tcW w:w="9605" w:type="dxa"/>
            <w:gridSpan w:val="4"/>
            <w:shd w:val="clear" w:color="auto" w:fill="D9D9D9" w:themeFill="background1" w:themeFillShade="D9"/>
          </w:tcPr>
          <w:p w14:paraId="226C602F" w14:textId="77777777" w:rsidR="008B2211" w:rsidRPr="00074158" w:rsidRDefault="008B2211" w:rsidP="0008661E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</w:tr>
      <w:tr w:rsidR="008E5D8A" w:rsidRPr="00074158" w14:paraId="3FF3E386" w14:textId="77777777" w:rsidTr="09748007">
        <w:trPr>
          <w:trHeight w:val="284"/>
        </w:trPr>
        <w:tc>
          <w:tcPr>
            <w:tcW w:w="1049" w:type="dxa"/>
          </w:tcPr>
          <w:p w14:paraId="0A50EF33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</w:tcPr>
          <w:p w14:paraId="5DF52861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678" w:type="dxa"/>
          </w:tcPr>
          <w:p w14:paraId="211AFB90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756" w:type="dxa"/>
          </w:tcPr>
          <w:p w14:paraId="2331937D" w14:textId="77777777" w:rsidR="008E5D8A" w:rsidRPr="00074158" w:rsidRDefault="008E5D8A" w:rsidP="0008661E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1F32C0" w:rsidRPr="00074158" w14:paraId="1F2EFCDF" w14:textId="77777777" w:rsidTr="09748007">
        <w:trPr>
          <w:trHeight w:val="284"/>
        </w:trPr>
        <w:tc>
          <w:tcPr>
            <w:tcW w:w="1049" w:type="dxa"/>
          </w:tcPr>
          <w:p w14:paraId="0A6C5F9A" w14:textId="78839D38" w:rsidR="001F32C0" w:rsidRPr="006B1220" w:rsidRDefault="001F32C0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 w:rsidR="00422B00">
              <w:rPr>
                <w:rFonts w:asciiTheme="minorHAnsi" w:hAnsiTheme="minorHAnsi" w:cs="Arial"/>
                <w:sz w:val="22"/>
                <w:szCs w:val="22"/>
                <w:lang w:val="de-DE"/>
              </w:rPr>
              <w:t>10</w:t>
            </w:r>
          </w:p>
        </w:tc>
        <w:tc>
          <w:tcPr>
            <w:tcW w:w="2122" w:type="dxa"/>
          </w:tcPr>
          <w:p w14:paraId="7A9C5B34" w14:textId="77777777" w:rsidR="001F32C0" w:rsidRPr="006B1220" w:rsidRDefault="000439C2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 xml:space="preserve">Draft by </w:t>
            </w:r>
            <w:r w:rsidR="00F8197B">
              <w:rPr>
                <w:rFonts w:asciiTheme="minorHAnsi" w:hAnsiTheme="minorHAnsi" w:cs="Arial"/>
                <w:sz w:val="22"/>
                <w:szCs w:val="22"/>
              </w:rPr>
              <w:t>SOFTDEV</w:t>
            </w:r>
          </w:p>
        </w:tc>
        <w:tc>
          <w:tcPr>
            <w:tcW w:w="1678" w:type="dxa"/>
          </w:tcPr>
          <w:p w14:paraId="5B63C5F0" w14:textId="601521DE" w:rsidR="001F32C0" w:rsidRDefault="00884639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2</w:t>
            </w:r>
            <w:r w:rsidR="003115D7">
              <w:rPr>
                <w:rFonts w:asciiTheme="minorHAnsi" w:hAnsiTheme="minorHAnsi" w:cs="Arial"/>
                <w:sz w:val="22"/>
                <w:szCs w:val="22"/>
                <w:lang w:val="en-US"/>
              </w:rPr>
              <w:t>9</w:t>
            </w:r>
            <w:r w:rsidR="001F32C0">
              <w:rPr>
                <w:rFonts w:asciiTheme="minorHAnsi" w:hAnsiTheme="minorHAnsi" w:cs="Arial"/>
                <w:sz w:val="22"/>
                <w:szCs w:val="22"/>
              </w:rPr>
              <w:t>/</w:t>
            </w:r>
            <w:r w:rsidR="00F3621B">
              <w:rPr>
                <w:rFonts w:asciiTheme="minorHAnsi" w:hAnsiTheme="minorHAnsi" w:cs="Arial"/>
                <w:sz w:val="22"/>
                <w:szCs w:val="22"/>
              </w:rPr>
              <w:t>0</w:t>
            </w:r>
            <w:r>
              <w:rPr>
                <w:rFonts w:asciiTheme="minorHAnsi" w:hAnsiTheme="minorHAnsi" w:cs="Arial"/>
                <w:sz w:val="22"/>
                <w:szCs w:val="22"/>
              </w:rPr>
              <w:t>4</w:t>
            </w:r>
            <w:r w:rsidR="001F32C0">
              <w:rPr>
                <w:rFonts w:asciiTheme="minorHAnsi" w:hAnsiTheme="minorHAnsi" w:cs="Arial"/>
                <w:sz w:val="22"/>
                <w:szCs w:val="22"/>
              </w:rPr>
              <w:t>/202</w:t>
            </w:r>
            <w:r w:rsidR="00F3621B">
              <w:rPr>
                <w:rFonts w:asciiTheme="minorHAnsi" w:hAnsiTheme="minorHAnsi" w:cs="Arial"/>
                <w:sz w:val="22"/>
                <w:szCs w:val="22"/>
              </w:rPr>
              <w:t>4</w:t>
            </w:r>
          </w:p>
        </w:tc>
        <w:tc>
          <w:tcPr>
            <w:tcW w:w="4756" w:type="dxa"/>
          </w:tcPr>
          <w:p w14:paraId="1DAD5F55" w14:textId="77777777" w:rsidR="001F32C0" w:rsidRPr="006B1220" w:rsidRDefault="000B0F4B" w:rsidP="001F32C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 xml:space="preserve">Draft by </w:t>
            </w:r>
            <w:r w:rsidR="00F8197B">
              <w:rPr>
                <w:rFonts w:asciiTheme="minorHAnsi" w:hAnsiTheme="minorHAnsi" w:cs="Arial"/>
                <w:i/>
                <w:sz w:val="22"/>
                <w:szCs w:val="22"/>
              </w:rPr>
              <w:t>SOFTDEV</w:t>
            </w:r>
          </w:p>
        </w:tc>
      </w:tr>
      <w:tr w:rsidR="00D43604" w:rsidRPr="00074158" w14:paraId="2FDFC674" w14:textId="77777777" w:rsidTr="09748007">
        <w:trPr>
          <w:trHeight w:val="284"/>
        </w:trPr>
        <w:tc>
          <w:tcPr>
            <w:tcW w:w="1049" w:type="dxa"/>
          </w:tcPr>
          <w:p w14:paraId="4CBFCDA2" w14:textId="483E81F1" w:rsidR="00D43604" w:rsidRPr="006B1220" w:rsidRDefault="00D43604" w:rsidP="00D43604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v0.1</w:t>
            </w:r>
            <w:r w:rsidR="002C7707">
              <w:rPr>
                <w:rFonts w:asciiTheme="minorHAnsi" w:hAnsiTheme="minorHAnsi" w:cs="Arial"/>
                <w:sz w:val="22"/>
                <w:szCs w:val="22"/>
                <w:lang w:val="de-DE"/>
              </w:rPr>
              <w:t>1</w:t>
            </w:r>
          </w:p>
        </w:tc>
        <w:tc>
          <w:tcPr>
            <w:tcW w:w="2122" w:type="dxa"/>
          </w:tcPr>
          <w:p w14:paraId="75408EC0" w14:textId="049CBAA2" w:rsidR="00D43604" w:rsidRPr="006B1220" w:rsidRDefault="00D43604" w:rsidP="00D43604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Commented draft</w:t>
            </w:r>
          </w:p>
        </w:tc>
        <w:tc>
          <w:tcPr>
            <w:tcW w:w="1678" w:type="dxa"/>
          </w:tcPr>
          <w:p w14:paraId="48B13FDB" w14:textId="0BB09240" w:rsidR="00D43604" w:rsidRDefault="00D43604" w:rsidP="00D43604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17/06/2024</w:t>
            </w:r>
          </w:p>
        </w:tc>
        <w:tc>
          <w:tcPr>
            <w:tcW w:w="4756" w:type="dxa"/>
          </w:tcPr>
          <w:p w14:paraId="52EB81CF" w14:textId="20C6D29F" w:rsidR="00D43604" w:rsidRDefault="00D43604" w:rsidP="00D43604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Comment by DG TAXUD IT (</w:t>
            </w:r>
            <w:proofErr w:type="spellStart"/>
            <w:r>
              <w:rPr>
                <w:rFonts w:asciiTheme="minorHAnsi" w:hAnsiTheme="minorHAnsi" w:cs="Arial"/>
                <w:i/>
                <w:sz w:val="22"/>
                <w:szCs w:val="22"/>
              </w:rPr>
              <w:t>tds</w:t>
            </w:r>
            <w:proofErr w:type="spellEnd"/>
            <w:r>
              <w:rPr>
                <w:rFonts w:asciiTheme="minorHAnsi" w:hAnsiTheme="minorHAnsi" w:cs="Arial"/>
                <w:i/>
                <w:sz w:val="22"/>
                <w:szCs w:val="22"/>
              </w:rPr>
              <w:t>) with TC.</w:t>
            </w:r>
          </w:p>
        </w:tc>
      </w:tr>
      <w:tr w:rsidR="00F93771" w:rsidRPr="00074158" w14:paraId="30B3E94B" w14:textId="77777777" w:rsidTr="09748007">
        <w:trPr>
          <w:trHeight w:val="284"/>
        </w:trPr>
        <w:tc>
          <w:tcPr>
            <w:tcW w:w="1049" w:type="dxa"/>
          </w:tcPr>
          <w:p w14:paraId="15F7BB7F" w14:textId="5AD80F06" w:rsidR="00F93771" w:rsidRPr="00F93771" w:rsidRDefault="00F93771" w:rsidP="00D43604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l-GR"/>
              </w:rPr>
            </w:pPr>
            <w:r w:rsidRPr="00F93771">
              <w:rPr>
                <w:rFonts w:asciiTheme="minorHAnsi" w:hAnsiTheme="minorHAnsi" w:cs="Arial"/>
                <w:sz w:val="22"/>
                <w:szCs w:val="22"/>
              </w:rPr>
              <w:t>v0.</w:t>
            </w:r>
            <w:r w:rsidR="00CE22E5">
              <w:rPr>
                <w:rFonts w:asciiTheme="minorHAnsi" w:hAnsiTheme="minorHAnsi" w:cs="Arial"/>
                <w:sz w:val="22"/>
                <w:szCs w:val="22"/>
              </w:rPr>
              <w:t>20</w:t>
            </w:r>
          </w:p>
        </w:tc>
        <w:tc>
          <w:tcPr>
            <w:tcW w:w="2122" w:type="dxa"/>
          </w:tcPr>
          <w:p w14:paraId="5BE0B0C1" w14:textId="241F557A" w:rsidR="00F93771" w:rsidRDefault="00F93771" w:rsidP="00D43604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F93771">
              <w:rPr>
                <w:rFonts w:asciiTheme="minorHAnsi" w:hAnsiTheme="minorHAnsi" w:cs="Arial"/>
                <w:sz w:val="22"/>
                <w:szCs w:val="22"/>
              </w:rPr>
              <w:t>SfR to DG TAXUD</w:t>
            </w:r>
          </w:p>
        </w:tc>
        <w:tc>
          <w:tcPr>
            <w:tcW w:w="1678" w:type="dxa"/>
          </w:tcPr>
          <w:p w14:paraId="55E9D01A" w14:textId="0288A49A" w:rsidR="00F93771" w:rsidRDefault="00F93771" w:rsidP="00D43604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 w:rsidRPr="00F93771">
              <w:rPr>
                <w:rFonts w:asciiTheme="minorHAnsi" w:hAnsiTheme="minorHAnsi" w:cs="Arial"/>
                <w:noProof/>
                <w:sz w:val="22"/>
                <w:szCs w:val="22"/>
              </w:rPr>
              <w:t>2</w:t>
            </w:r>
            <w:r w:rsidR="00001CC1">
              <w:rPr>
                <w:rFonts w:asciiTheme="minorHAnsi" w:hAnsiTheme="minorHAnsi" w:cs="Arial"/>
                <w:noProof/>
                <w:sz w:val="22"/>
                <w:szCs w:val="22"/>
                <w:lang w:val="en-US"/>
              </w:rPr>
              <w:t>6</w:t>
            </w:r>
            <w:r w:rsidRPr="00F93771">
              <w:rPr>
                <w:rFonts w:asciiTheme="minorHAnsi" w:hAnsiTheme="minorHAnsi" w:cs="Arial"/>
                <w:noProof/>
                <w:sz w:val="22"/>
                <w:szCs w:val="22"/>
              </w:rPr>
              <w:t>/06/2023</w:t>
            </w:r>
          </w:p>
        </w:tc>
        <w:tc>
          <w:tcPr>
            <w:tcW w:w="4756" w:type="dxa"/>
          </w:tcPr>
          <w:p w14:paraId="05E1562E" w14:textId="390DA206" w:rsidR="00F93771" w:rsidRDefault="00001CC1" w:rsidP="00D43604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001CC1">
              <w:rPr>
                <w:rFonts w:asciiTheme="minorHAnsi" w:hAnsiTheme="minorHAnsi" w:cs="Arial"/>
                <w:i/>
                <w:sz w:val="22"/>
                <w:szCs w:val="22"/>
              </w:rPr>
              <w:t>Version implementing DG TAXUD’s comments</w:t>
            </w:r>
          </w:p>
        </w:tc>
      </w:tr>
      <w:tr w:rsidR="00CF314C" w:rsidRPr="00074158" w14:paraId="7F4B5579" w14:textId="77777777" w:rsidTr="09748007">
        <w:trPr>
          <w:trHeight w:val="284"/>
        </w:trPr>
        <w:tc>
          <w:tcPr>
            <w:tcW w:w="1049" w:type="dxa"/>
          </w:tcPr>
          <w:p w14:paraId="77395E82" w14:textId="216E43C1" w:rsidR="00CF314C" w:rsidRPr="00F93771" w:rsidRDefault="00CF314C" w:rsidP="00CF314C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v1.00</w:t>
            </w:r>
          </w:p>
        </w:tc>
        <w:tc>
          <w:tcPr>
            <w:tcW w:w="2122" w:type="dxa"/>
          </w:tcPr>
          <w:p w14:paraId="6EEBA865" w14:textId="1DE0AC52" w:rsidR="00CF314C" w:rsidRPr="00F93771" w:rsidRDefault="00CF314C" w:rsidP="00CF314C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F93771">
              <w:rPr>
                <w:rFonts w:asciiTheme="minorHAnsi" w:hAnsiTheme="minorHAnsi" w:cs="Arial"/>
                <w:sz w:val="22"/>
                <w:szCs w:val="22"/>
              </w:rPr>
              <w:t>Sf</w:t>
            </w:r>
            <w:r>
              <w:rPr>
                <w:rFonts w:asciiTheme="minorHAnsi" w:hAnsiTheme="minorHAnsi" w:cs="Arial"/>
                <w:sz w:val="22"/>
                <w:szCs w:val="22"/>
              </w:rPr>
              <w:t>A</w:t>
            </w:r>
            <w:r w:rsidRPr="00F93771">
              <w:rPr>
                <w:rFonts w:asciiTheme="minorHAnsi" w:hAnsiTheme="minorHAnsi" w:cs="Arial"/>
                <w:sz w:val="22"/>
                <w:szCs w:val="22"/>
              </w:rPr>
              <w:t xml:space="preserve"> to DG TAXUD</w:t>
            </w:r>
          </w:p>
        </w:tc>
        <w:tc>
          <w:tcPr>
            <w:tcW w:w="1678" w:type="dxa"/>
          </w:tcPr>
          <w:p w14:paraId="61A81E9B" w14:textId="147AAE60" w:rsidR="00CF314C" w:rsidRPr="00F93771" w:rsidRDefault="00CF314C" w:rsidP="00CF314C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15/07/2024</w:t>
            </w:r>
          </w:p>
        </w:tc>
        <w:tc>
          <w:tcPr>
            <w:tcW w:w="4756" w:type="dxa"/>
          </w:tcPr>
          <w:p w14:paraId="09AAFA27" w14:textId="36030EEA" w:rsidR="00CF314C" w:rsidRPr="00001CC1" w:rsidRDefault="00CF314C" w:rsidP="00CF314C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Final v</w:t>
            </w:r>
            <w:r w:rsidRPr="00001CC1">
              <w:rPr>
                <w:rFonts w:asciiTheme="minorHAnsi" w:hAnsiTheme="minorHAnsi" w:cs="Arial"/>
                <w:i/>
                <w:sz w:val="22"/>
                <w:szCs w:val="22"/>
              </w:rPr>
              <w:t>ersion implementing DG TAXUD’s comments</w:t>
            </w:r>
          </w:p>
        </w:tc>
      </w:tr>
      <w:tr w:rsidR="00DE57C2" w:rsidRPr="00074158" w14:paraId="39C417A3" w14:textId="77777777" w:rsidTr="09748007">
        <w:trPr>
          <w:trHeight w:val="284"/>
        </w:trPr>
        <w:tc>
          <w:tcPr>
            <w:tcW w:w="1049" w:type="dxa"/>
          </w:tcPr>
          <w:p w14:paraId="16F0E74F" w14:textId="2E2C41C1" w:rsidR="00DE57C2" w:rsidRDefault="00DE57C2" w:rsidP="00CF314C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v1.10</w:t>
            </w:r>
          </w:p>
        </w:tc>
        <w:tc>
          <w:tcPr>
            <w:tcW w:w="2122" w:type="dxa"/>
          </w:tcPr>
          <w:p w14:paraId="32E67ED8" w14:textId="0987D590" w:rsidR="00DE57C2" w:rsidRPr="00F93771" w:rsidRDefault="00DE57C2" w:rsidP="00CF314C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 to DG TAXUD</w:t>
            </w:r>
          </w:p>
        </w:tc>
        <w:tc>
          <w:tcPr>
            <w:tcW w:w="1678" w:type="dxa"/>
          </w:tcPr>
          <w:p w14:paraId="4F9CE056" w14:textId="08020777" w:rsidR="00DE57C2" w:rsidRDefault="00DE57C2" w:rsidP="00CF314C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25/07/2024</w:t>
            </w:r>
          </w:p>
        </w:tc>
        <w:tc>
          <w:tcPr>
            <w:tcW w:w="4756" w:type="dxa"/>
          </w:tcPr>
          <w:p w14:paraId="5057221A" w14:textId="3BBAC75B" w:rsidR="00DE57C2" w:rsidRDefault="00DE57C2" w:rsidP="00CF314C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DE57C2">
              <w:rPr>
                <w:rFonts w:asciiTheme="minorHAnsi" w:hAnsiTheme="minorHAnsi" w:cs="Arial"/>
                <w:i/>
                <w:sz w:val="22"/>
                <w:szCs w:val="22"/>
              </w:rPr>
              <w:t>Extra updates due to DDNTA 6.4.0-v1.00 implementation</w:t>
            </w:r>
          </w:p>
        </w:tc>
      </w:tr>
      <w:tr w:rsidR="00394724" w:rsidRPr="00074158" w14:paraId="6266E0E7" w14:textId="77777777" w:rsidTr="09748007">
        <w:trPr>
          <w:trHeight w:val="284"/>
        </w:trPr>
        <w:tc>
          <w:tcPr>
            <w:tcW w:w="1049" w:type="dxa"/>
          </w:tcPr>
          <w:p w14:paraId="670747DB" w14:textId="4016A463" w:rsidR="00394724" w:rsidRDefault="00394724" w:rsidP="00394724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1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1</w:t>
            </w:r>
          </w:p>
        </w:tc>
        <w:tc>
          <w:tcPr>
            <w:tcW w:w="2122" w:type="dxa"/>
          </w:tcPr>
          <w:p w14:paraId="1D5C8430" w14:textId="0E8BA8A5" w:rsidR="00394724" w:rsidRDefault="00394724" w:rsidP="00394724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SfA-NPM_IMPL</w:t>
            </w:r>
          </w:p>
        </w:tc>
        <w:tc>
          <w:tcPr>
            <w:tcW w:w="1678" w:type="dxa"/>
          </w:tcPr>
          <w:p w14:paraId="0147E0EF" w14:textId="1ED17D70" w:rsidR="00394724" w:rsidRDefault="00394724" w:rsidP="00394724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18/12/2024</w:t>
            </w:r>
          </w:p>
        </w:tc>
        <w:tc>
          <w:tcPr>
            <w:tcW w:w="4756" w:type="dxa"/>
          </w:tcPr>
          <w:p w14:paraId="3D8CECD8" w14:textId="65C5EDB4" w:rsidR="00394724" w:rsidRPr="00DE57C2" w:rsidRDefault="00394724" w:rsidP="00394724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Watermark and Document history (status) updated for info _ Part of RFC-List.42 _ Included in DDNTA-6.4.0-v2.00.</w:t>
            </w:r>
          </w:p>
        </w:tc>
      </w:tr>
    </w:tbl>
    <w:p w14:paraId="5EB50FBF" w14:textId="77777777" w:rsidR="008E5D8A" w:rsidRPr="00074158" w:rsidRDefault="008E5D8A" w:rsidP="008E5D8A">
      <w:pPr>
        <w:rPr>
          <w:rFonts w:asciiTheme="minorHAnsi" w:hAnsiTheme="minorHAnsi" w:cs="Calibri"/>
        </w:rPr>
      </w:pPr>
    </w:p>
    <w:sectPr w:rsidR="008E5D8A" w:rsidRPr="00074158" w:rsidSect="003E0CF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FB564" w14:textId="77777777" w:rsidR="00DB3CEE" w:rsidRDefault="00DB3CEE" w:rsidP="004D5D73">
      <w:r>
        <w:separator/>
      </w:r>
    </w:p>
  </w:endnote>
  <w:endnote w:type="continuationSeparator" w:id="0">
    <w:p w14:paraId="56D23D46" w14:textId="77777777" w:rsidR="00DB3CEE" w:rsidRDefault="00DB3CEE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55631" w14:textId="77777777" w:rsidR="00394724" w:rsidRDefault="003947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694"/>
      <w:gridCol w:w="1460"/>
    </w:tblGrid>
    <w:tr w:rsidR="00DB637F" w:rsidRPr="00C80B22" w14:paraId="3EF6E362" w14:textId="77777777" w:rsidTr="00C80B22">
      <w:tc>
        <w:tcPr>
          <w:tcW w:w="8188" w:type="dxa"/>
        </w:tcPr>
        <w:p w14:paraId="5B123460" w14:textId="51360E2A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394724">
            <w:rPr>
              <w:rFonts w:ascii="Arial" w:hAnsi="Arial" w:cs="Arial"/>
              <w:noProof/>
              <w:sz w:val="18"/>
              <w:szCs w:val="22"/>
              <w:lang w:eastAsia="en-US"/>
            </w:rPr>
            <w:t>RFC_NCTS-P6_</w:t>
          </w:r>
          <w:r w:rsidR="00394724" w:rsidRPr="00394724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0291</w:t>
          </w:r>
          <w:r w:rsidR="00394724">
            <w:rPr>
              <w:rFonts w:ascii="Arial" w:hAnsi="Arial" w:cs="Arial"/>
              <w:noProof/>
              <w:sz w:val="18"/>
              <w:szCs w:val="22"/>
              <w:lang w:eastAsia="en-US"/>
            </w:rPr>
            <w:t>_</w:t>
          </w:r>
          <w:r w:rsidR="00394724" w:rsidRPr="00394724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IAR-UCCNCTSP6-216</w:t>
          </w:r>
          <w:r w:rsidR="00394724">
            <w:rPr>
              <w:rFonts w:ascii="Arial" w:hAnsi="Arial" w:cs="Arial"/>
              <w:noProof/>
              <w:sz w:val="18"/>
              <w:szCs w:val="22"/>
              <w:lang w:eastAsia="en-US"/>
            </w:rPr>
            <w:t>(SfA-NPM+IMPL)-v1.11.docx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64703039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8" w:name="_Ref175030069"/>
          <w:bookmarkStart w:id="9" w:name="_Toc176256264"/>
          <w:bookmarkStart w:id="10" w:name="_Toc268771938"/>
          <w:bookmarkStart w:id="11" w:name="_Ref175030083"/>
        </w:p>
      </w:tc>
    </w:tr>
  </w:tbl>
  <w:bookmarkEnd w:id="8"/>
  <w:bookmarkEnd w:id="9"/>
  <w:bookmarkEnd w:id="10"/>
  <w:bookmarkEnd w:id="11"/>
  <w:p w14:paraId="207DF6ED" w14:textId="77777777" w:rsidR="00DB637F" w:rsidRPr="00C80B22" w:rsidRDefault="005D37DC" w:rsidP="005D37DC">
    <w:pPr>
      <w:pStyle w:val="Footer"/>
      <w:tabs>
        <w:tab w:val="clear" w:pos="4844"/>
        <w:tab w:val="clear" w:pos="9689"/>
        <w:tab w:val="left" w:pos="5921"/>
      </w:tabs>
      <w:rPr>
        <w:lang w:val="fr-BE"/>
      </w:rPr>
    </w:pPr>
    <w:r>
      <w:rPr>
        <w:lang w:val="fr-BE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DB637F" w:rsidRPr="00C80B22" w14:paraId="6FE68FBD" w14:textId="77777777" w:rsidTr="00983563">
      <w:tc>
        <w:tcPr>
          <w:tcW w:w="7899" w:type="dxa"/>
        </w:tcPr>
        <w:p w14:paraId="6E354A16" w14:textId="77777777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RFC_NCTS_0136_CUSTDEV3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-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IAR-RTC56118-v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0.1</w:t>
          </w:r>
          <w:r w:rsidR="005024FA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2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(S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f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0D682881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252C4F" w14:textId="77777777" w:rsidR="00DB637F" w:rsidRPr="00C80B22" w:rsidRDefault="00DB637F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200C1" w14:textId="77777777" w:rsidR="00DB3CEE" w:rsidRDefault="00DB3CEE" w:rsidP="004D5D73">
      <w:r>
        <w:separator/>
      </w:r>
    </w:p>
  </w:footnote>
  <w:footnote w:type="continuationSeparator" w:id="0">
    <w:p w14:paraId="3FFC610D" w14:textId="77777777" w:rsidR="00DB3CEE" w:rsidRDefault="00DB3CEE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7BA8C" w14:textId="3CF95B85" w:rsidR="0040656A" w:rsidRDefault="00394724">
    <w:pPr>
      <w:pStyle w:val="Header"/>
    </w:pPr>
    <w:r>
      <w:rPr>
        <w:noProof/>
      </w:rPr>
      <w:pict w14:anchorId="1113BAF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748641" o:spid="_x0000_s1026" type="#_x0000_t136" style="position:absolute;margin-left:0;margin-top:0;width:10in;height:84pt;rotation:315;z-index:-251655168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434B1" w14:textId="0723B409" w:rsidR="00DB637F" w:rsidRDefault="00394724" w:rsidP="00C80B22">
    <w:pPr>
      <w:pStyle w:val="Header"/>
      <w:jc w:val="both"/>
    </w:pPr>
    <w:r>
      <w:rPr>
        <w:noProof/>
      </w:rPr>
      <w:pict w14:anchorId="0AE4D09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748642" o:spid="_x0000_s1027" type="#_x0000_t136" style="position:absolute;left:0;text-align:left;margin-left:0;margin-top:0;width:10in;height:84pt;rotation:315;z-index:-251653120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  <w:r w:rsidR="00DB637F">
      <w:rPr>
        <w:noProof/>
        <w:lang w:val="en-US"/>
      </w:rPr>
      <w:tab/>
    </w:r>
    <w:r w:rsidR="00DB637F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6CA7C" w14:textId="7A245C68" w:rsidR="00DB637F" w:rsidRPr="00C80B22" w:rsidRDefault="00394724" w:rsidP="00871EB2">
    <w:pPr>
      <w:pStyle w:val="Header"/>
    </w:pPr>
    <w:r>
      <w:rPr>
        <w:noProof/>
      </w:rPr>
      <w:pict w14:anchorId="77B51CF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748640" o:spid="_x0000_s1025" type="#_x0000_t136" style="position:absolute;margin-left:0;margin-top:0;width:10in;height:84pt;rotation:315;z-index:-251657216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  <w:r w:rsidR="00DB637F">
      <w:rPr>
        <w:noProof/>
      </w:rPr>
      <w:drawing>
        <wp:inline distT="0" distB="0" distL="0" distR="0" wp14:anchorId="458C1F6D" wp14:editId="2B9E6C98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54816"/>
    <w:multiLevelType w:val="hybridMultilevel"/>
    <w:tmpl w:val="B178BE74"/>
    <w:lvl w:ilvl="0" w:tplc="197647D6">
      <w:numFmt w:val="bullet"/>
      <w:lvlText w:val="-"/>
      <w:lvlJc w:val="left"/>
      <w:pPr>
        <w:ind w:left="568" w:hanging="360"/>
      </w:pPr>
      <w:rPr>
        <w:rFonts w:ascii="Calibri" w:eastAsia="Times New Roman" w:hAnsi="Calibri" w:cs="Calibri" w:hint="default"/>
      </w:rPr>
    </w:lvl>
    <w:lvl w:ilvl="1" w:tplc="FFFFFFFF">
      <w:start w:val="1"/>
      <w:numFmt w:val="lowerLetter"/>
      <w:lvlText w:val="%2."/>
      <w:lvlJc w:val="left"/>
      <w:pPr>
        <w:ind w:left="1288" w:hanging="360"/>
      </w:pPr>
    </w:lvl>
    <w:lvl w:ilvl="2" w:tplc="FFFFFFFF">
      <w:start w:val="1"/>
      <w:numFmt w:val="lowerRoman"/>
      <w:lvlText w:val="%3."/>
      <w:lvlJc w:val="right"/>
      <w:pPr>
        <w:ind w:left="2008" w:hanging="180"/>
      </w:pPr>
    </w:lvl>
    <w:lvl w:ilvl="3" w:tplc="FFFFFFFF">
      <w:start w:val="1"/>
      <w:numFmt w:val="bullet"/>
      <w:lvlText w:val=""/>
      <w:lvlJc w:val="left"/>
      <w:pPr>
        <w:ind w:left="27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448" w:hanging="360"/>
      </w:pPr>
    </w:lvl>
    <w:lvl w:ilvl="5" w:tplc="FFFFFFFF" w:tentative="1">
      <w:start w:val="1"/>
      <w:numFmt w:val="lowerRoman"/>
      <w:lvlText w:val="%6."/>
      <w:lvlJc w:val="right"/>
      <w:pPr>
        <w:ind w:left="4168" w:hanging="180"/>
      </w:pPr>
    </w:lvl>
    <w:lvl w:ilvl="6" w:tplc="FFFFFFFF" w:tentative="1">
      <w:start w:val="1"/>
      <w:numFmt w:val="decimal"/>
      <w:lvlText w:val="%7."/>
      <w:lvlJc w:val="left"/>
      <w:pPr>
        <w:ind w:left="4888" w:hanging="360"/>
      </w:pPr>
    </w:lvl>
    <w:lvl w:ilvl="7" w:tplc="FFFFFFFF" w:tentative="1">
      <w:start w:val="1"/>
      <w:numFmt w:val="lowerLetter"/>
      <w:lvlText w:val="%8."/>
      <w:lvlJc w:val="left"/>
      <w:pPr>
        <w:ind w:left="5608" w:hanging="360"/>
      </w:pPr>
    </w:lvl>
    <w:lvl w:ilvl="8" w:tplc="FFFFFFFF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1" w15:restartNumberingAfterBreak="0">
    <w:nsid w:val="05177AC2"/>
    <w:multiLevelType w:val="multilevel"/>
    <w:tmpl w:val="C1186E5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  <w:b/>
      </w:rPr>
    </w:lvl>
  </w:abstractNum>
  <w:abstractNum w:abstractNumId="2" w15:restartNumberingAfterBreak="0">
    <w:nsid w:val="093A25CB"/>
    <w:multiLevelType w:val="hybridMultilevel"/>
    <w:tmpl w:val="19E0FDE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205EB7"/>
    <w:multiLevelType w:val="hybridMultilevel"/>
    <w:tmpl w:val="F02089C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965E72"/>
    <w:multiLevelType w:val="hybridMultilevel"/>
    <w:tmpl w:val="FF028DEA"/>
    <w:lvl w:ilvl="0" w:tplc="8AD44962">
      <w:numFmt w:val="bullet"/>
      <w:lvlText w:val="•"/>
      <w:lvlJc w:val="left"/>
      <w:pPr>
        <w:ind w:left="144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E37932"/>
    <w:multiLevelType w:val="hybridMultilevel"/>
    <w:tmpl w:val="5F1C33A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176603"/>
    <w:multiLevelType w:val="hybridMultilevel"/>
    <w:tmpl w:val="04D4731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2055E94"/>
    <w:multiLevelType w:val="hybridMultilevel"/>
    <w:tmpl w:val="955C769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EC786FC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B8371F6"/>
    <w:multiLevelType w:val="hybridMultilevel"/>
    <w:tmpl w:val="0234037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460A4B"/>
    <w:multiLevelType w:val="hybridMultilevel"/>
    <w:tmpl w:val="3E40A49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B56B5"/>
    <w:multiLevelType w:val="hybridMultilevel"/>
    <w:tmpl w:val="3B9409AE"/>
    <w:lvl w:ilvl="0" w:tplc="9B549474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49C05BB"/>
    <w:multiLevelType w:val="hybridMultilevel"/>
    <w:tmpl w:val="B6E4EB0C"/>
    <w:lvl w:ilvl="0" w:tplc="8AD44962">
      <w:numFmt w:val="bullet"/>
      <w:lvlText w:val="•"/>
      <w:lvlJc w:val="left"/>
      <w:pPr>
        <w:ind w:left="144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9FA62CB"/>
    <w:multiLevelType w:val="hybridMultilevel"/>
    <w:tmpl w:val="C8ACFD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E6272F7"/>
    <w:multiLevelType w:val="hybridMultilevel"/>
    <w:tmpl w:val="7A5EE0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6400B3"/>
    <w:multiLevelType w:val="hybridMultilevel"/>
    <w:tmpl w:val="C1A8E7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0DA1B93"/>
    <w:multiLevelType w:val="hybridMultilevel"/>
    <w:tmpl w:val="F8CEB7D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FF7E2A"/>
    <w:multiLevelType w:val="hybridMultilevel"/>
    <w:tmpl w:val="C0DEC0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DC41125"/>
    <w:multiLevelType w:val="hybridMultilevel"/>
    <w:tmpl w:val="5CF0C66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6A6D8C"/>
    <w:multiLevelType w:val="hybridMultilevel"/>
    <w:tmpl w:val="E406507A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506978"/>
    <w:multiLevelType w:val="hybridMultilevel"/>
    <w:tmpl w:val="CDDE72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8FA36A9"/>
    <w:multiLevelType w:val="multilevel"/>
    <w:tmpl w:val="1F1AA0F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9210737"/>
    <w:multiLevelType w:val="hybridMultilevel"/>
    <w:tmpl w:val="E9A63CA8"/>
    <w:lvl w:ilvl="0" w:tplc="744876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6E73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4472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A2F6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1242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9CAA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5039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AA1A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5E12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CA9788D"/>
    <w:multiLevelType w:val="multilevel"/>
    <w:tmpl w:val="772EC2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84" w:hanging="384"/>
      </w:pPr>
      <w:rPr>
        <w:rFonts w:cstheme="minorHAnsi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theme="minorHAnsi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theme="minorHAnsi" w:hint="default"/>
      </w:rPr>
    </w:lvl>
  </w:abstractNum>
  <w:abstractNum w:abstractNumId="23" w15:restartNumberingAfterBreak="0">
    <w:nsid w:val="5FB44928"/>
    <w:multiLevelType w:val="hybridMultilevel"/>
    <w:tmpl w:val="E7DEBC52"/>
    <w:lvl w:ilvl="0" w:tplc="0C464BC8">
      <w:start w:val="1"/>
      <w:numFmt w:val="bullet"/>
      <w:pStyle w:val="Link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F24C6B"/>
    <w:multiLevelType w:val="hybridMultilevel"/>
    <w:tmpl w:val="5F1C33A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256C1E"/>
    <w:multiLevelType w:val="hybridMultilevel"/>
    <w:tmpl w:val="284A08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A66B17"/>
    <w:multiLevelType w:val="hybridMultilevel"/>
    <w:tmpl w:val="306046A2"/>
    <w:lvl w:ilvl="0" w:tplc="4C6E6A1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3AE62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C40F32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8CA78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48275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5E57F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80B92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B636E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BA48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5B413B"/>
    <w:multiLevelType w:val="hybridMultilevel"/>
    <w:tmpl w:val="7C80C65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64000276">
    <w:abstractNumId w:val="27"/>
  </w:num>
  <w:num w:numId="2" w16cid:durableId="85422099">
    <w:abstractNumId w:val="20"/>
  </w:num>
  <w:num w:numId="3" w16cid:durableId="1339305226">
    <w:abstractNumId w:val="23"/>
  </w:num>
  <w:num w:numId="4" w16cid:durableId="1565146300">
    <w:abstractNumId w:val="0"/>
  </w:num>
  <w:num w:numId="5" w16cid:durableId="142818489">
    <w:abstractNumId w:val="1"/>
  </w:num>
  <w:num w:numId="6" w16cid:durableId="98573046">
    <w:abstractNumId w:val="26"/>
  </w:num>
  <w:num w:numId="7" w16cid:durableId="221210765">
    <w:abstractNumId w:val="21"/>
  </w:num>
  <w:num w:numId="8" w16cid:durableId="648051297">
    <w:abstractNumId w:val="13"/>
  </w:num>
  <w:num w:numId="9" w16cid:durableId="45569249">
    <w:abstractNumId w:val="2"/>
  </w:num>
  <w:num w:numId="10" w16cid:durableId="1782450952">
    <w:abstractNumId w:val="14"/>
  </w:num>
  <w:num w:numId="11" w16cid:durableId="371342474">
    <w:abstractNumId w:val="25"/>
  </w:num>
  <w:num w:numId="12" w16cid:durableId="973413754">
    <w:abstractNumId w:val="17"/>
  </w:num>
  <w:num w:numId="13" w16cid:durableId="483400742">
    <w:abstractNumId w:val="9"/>
  </w:num>
  <w:num w:numId="14" w16cid:durableId="2033916442">
    <w:abstractNumId w:val="15"/>
  </w:num>
  <w:num w:numId="15" w16cid:durableId="8940518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738057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36345276">
    <w:abstractNumId w:val="10"/>
  </w:num>
  <w:num w:numId="18" w16cid:durableId="447428907">
    <w:abstractNumId w:val="19"/>
  </w:num>
  <w:num w:numId="19" w16cid:durableId="1874682522">
    <w:abstractNumId w:val="16"/>
  </w:num>
  <w:num w:numId="20" w16cid:durableId="547840883">
    <w:abstractNumId w:val="10"/>
  </w:num>
  <w:num w:numId="21" w16cid:durableId="332533885">
    <w:abstractNumId w:val="12"/>
  </w:num>
  <w:num w:numId="22" w16cid:durableId="1539511648">
    <w:abstractNumId w:val="11"/>
  </w:num>
  <w:num w:numId="23" w16cid:durableId="1075740435">
    <w:abstractNumId w:val="4"/>
  </w:num>
  <w:num w:numId="24" w16cid:durableId="434787625">
    <w:abstractNumId w:val="6"/>
  </w:num>
  <w:num w:numId="25" w16cid:durableId="2079161544">
    <w:abstractNumId w:val="3"/>
  </w:num>
  <w:num w:numId="26" w16cid:durableId="1035469483">
    <w:abstractNumId w:val="5"/>
  </w:num>
  <w:num w:numId="27" w16cid:durableId="1349134864">
    <w:abstractNumId w:val="7"/>
  </w:num>
  <w:num w:numId="28" w16cid:durableId="1936671788">
    <w:abstractNumId w:val="22"/>
  </w:num>
  <w:num w:numId="29" w16cid:durableId="2092463606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ShadeFormData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IRF"/>
  </w:docVars>
  <w:rsids>
    <w:rsidRoot w:val="00C20993"/>
    <w:rsid w:val="00001CC1"/>
    <w:rsid w:val="00001FBD"/>
    <w:rsid w:val="00002A08"/>
    <w:rsid w:val="000034AE"/>
    <w:rsid w:val="000036AF"/>
    <w:rsid w:val="00003DB6"/>
    <w:rsid w:val="00004E4A"/>
    <w:rsid w:val="00005180"/>
    <w:rsid w:val="00005DF0"/>
    <w:rsid w:val="00010743"/>
    <w:rsid w:val="000108AF"/>
    <w:rsid w:val="00010EE5"/>
    <w:rsid w:val="000133C5"/>
    <w:rsid w:val="000137C7"/>
    <w:rsid w:val="00013AFC"/>
    <w:rsid w:val="00014658"/>
    <w:rsid w:val="00015C08"/>
    <w:rsid w:val="00016623"/>
    <w:rsid w:val="00017783"/>
    <w:rsid w:val="000204B3"/>
    <w:rsid w:val="000214B7"/>
    <w:rsid w:val="00021E53"/>
    <w:rsid w:val="00022054"/>
    <w:rsid w:val="000244C0"/>
    <w:rsid w:val="00026DD8"/>
    <w:rsid w:val="00027808"/>
    <w:rsid w:val="000328CF"/>
    <w:rsid w:val="0003486D"/>
    <w:rsid w:val="00035641"/>
    <w:rsid w:val="00035A5A"/>
    <w:rsid w:val="0003657A"/>
    <w:rsid w:val="00037760"/>
    <w:rsid w:val="0004015C"/>
    <w:rsid w:val="00040282"/>
    <w:rsid w:val="00040D29"/>
    <w:rsid w:val="00041C6D"/>
    <w:rsid w:val="000430CD"/>
    <w:rsid w:val="000433B1"/>
    <w:rsid w:val="00043692"/>
    <w:rsid w:val="000439C2"/>
    <w:rsid w:val="00043BD4"/>
    <w:rsid w:val="00043E77"/>
    <w:rsid w:val="000440A7"/>
    <w:rsid w:val="00045955"/>
    <w:rsid w:val="00045E25"/>
    <w:rsid w:val="000469A9"/>
    <w:rsid w:val="0004709B"/>
    <w:rsid w:val="0004774D"/>
    <w:rsid w:val="0004792F"/>
    <w:rsid w:val="00051389"/>
    <w:rsid w:val="0005157A"/>
    <w:rsid w:val="000519FE"/>
    <w:rsid w:val="00051C94"/>
    <w:rsid w:val="00051EC3"/>
    <w:rsid w:val="000525B1"/>
    <w:rsid w:val="00054836"/>
    <w:rsid w:val="00055B1D"/>
    <w:rsid w:val="0005674B"/>
    <w:rsid w:val="0005709F"/>
    <w:rsid w:val="00057E8A"/>
    <w:rsid w:val="0006011E"/>
    <w:rsid w:val="00061A20"/>
    <w:rsid w:val="00061B7C"/>
    <w:rsid w:val="0006231B"/>
    <w:rsid w:val="00063288"/>
    <w:rsid w:val="00064B29"/>
    <w:rsid w:val="00064D4D"/>
    <w:rsid w:val="00065584"/>
    <w:rsid w:val="000655BA"/>
    <w:rsid w:val="000660DF"/>
    <w:rsid w:val="00066633"/>
    <w:rsid w:val="00067545"/>
    <w:rsid w:val="00071450"/>
    <w:rsid w:val="000716C3"/>
    <w:rsid w:val="00071F03"/>
    <w:rsid w:val="00072C0A"/>
    <w:rsid w:val="00073076"/>
    <w:rsid w:val="000730C8"/>
    <w:rsid w:val="000736A6"/>
    <w:rsid w:val="00073AFB"/>
    <w:rsid w:val="00073D90"/>
    <w:rsid w:val="00074158"/>
    <w:rsid w:val="000751EA"/>
    <w:rsid w:val="00076566"/>
    <w:rsid w:val="00076894"/>
    <w:rsid w:val="00076CB8"/>
    <w:rsid w:val="00076CC0"/>
    <w:rsid w:val="00077F6E"/>
    <w:rsid w:val="00080CD4"/>
    <w:rsid w:val="00081796"/>
    <w:rsid w:val="000831DC"/>
    <w:rsid w:val="00083F19"/>
    <w:rsid w:val="000847F4"/>
    <w:rsid w:val="000850D5"/>
    <w:rsid w:val="000855FF"/>
    <w:rsid w:val="00085EDE"/>
    <w:rsid w:val="0008661E"/>
    <w:rsid w:val="0008725E"/>
    <w:rsid w:val="00087F40"/>
    <w:rsid w:val="000900D6"/>
    <w:rsid w:val="00091D4F"/>
    <w:rsid w:val="0009263C"/>
    <w:rsid w:val="0009271D"/>
    <w:rsid w:val="0009367D"/>
    <w:rsid w:val="000946A7"/>
    <w:rsid w:val="0009726D"/>
    <w:rsid w:val="0009779D"/>
    <w:rsid w:val="000A189E"/>
    <w:rsid w:val="000A1B64"/>
    <w:rsid w:val="000A443E"/>
    <w:rsid w:val="000A4BA4"/>
    <w:rsid w:val="000A4F68"/>
    <w:rsid w:val="000A56CE"/>
    <w:rsid w:val="000A5E50"/>
    <w:rsid w:val="000A79C2"/>
    <w:rsid w:val="000B0F4B"/>
    <w:rsid w:val="000B22A3"/>
    <w:rsid w:val="000B3056"/>
    <w:rsid w:val="000B4054"/>
    <w:rsid w:val="000B43C2"/>
    <w:rsid w:val="000B594D"/>
    <w:rsid w:val="000B5B18"/>
    <w:rsid w:val="000B675A"/>
    <w:rsid w:val="000B6770"/>
    <w:rsid w:val="000B6E3A"/>
    <w:rsid w:val="000B7270"/>
    <w:rsid w:val="000B74FA"/>
    <w:rsid w:val="000B767D"/>
    <w:rsid w:val="000C0175"/>
    <w:rsid w:val="000C0CDF"/>
    <w:rsid w:val="000C12A6"/>
    <w:rsid w:val="000C157C"/>
    <w:rsid w:val="000C267B"/>
    <w:rsid w:val="000C6140"/>
    <w:rsid w:val="000D140D"/>
    <w:rsid w:val="000D2B44"/>
    <w:rsid w:val="000D342A"/>
    <w:rsid w:val="000D3E9D"/>
    <w:rsid w:val="000D58F6"/>
    <w:rsid w:val="000D6CCE"/>
    <w:rsid w:val="000D78E2"/>
    <w:rsid w:val="000D7BA8"/>
    <w:rsid w:val="000E0DA8"/>
    <w:rsid w:val="000E0EA7"/>
    <w:rsid w:val="000E220D"/>
    <w:rsid w:val="000E7459"/>
    <w:rsid w:val="000F0304"/>
    <w:rsid w:val="000F1E27"/>
    <w:rsid w:val="000F2197"/>
    <w:rsid w:val="000F2673"/>
    <w:rsid w:val="000F58D2"/>
    <w:rsid w:val="000F74DB"/>
    <w:rsid w:val="00101990"/>
    <w:rsid w:val="0010291D"/>
    <w:rsid w:val="00103CD7"/>
    <w:rsid w:val="001041FA"/>
    <w:rsid w:val="001056BE"/>
    <w:rsid w:val="0010717B"/>
    <w:rsid w:val="001076B7"/>
    <w:rsid w:val="00107A4B"/>
    <w:rsid w:val="00107C65"/>
    <w:rsid w:val="00107E69"/>
    <w:rsid w:val="001108FD"/>
    <w:rsid w:val="0011094D"/>
    <w:rsid w:val="001122D5"/>
    <w:rsid w:val="00115CB5"/>
    <w:rsid w:val="00116D54"/>
    <w:rsid w:val="0011712C"/>
    <w:rsid w:val="00117416"/>
    <w:rsid w:val="00120130"/>
    <w:rsid w:val="00121543"/>
    <w:rsid w:val="0012242F"/>
    <w:rsid w:val="00122521"/>
    <w:rsid w:val="001249FA"/>
    <w:rsid w:val="00124F73"/>
    <w:rsid w:val="00127134"/>
    <w:rsid w:val="0012740D"/>
    <w:rsid w:val="00130617"/>
    <w:rsid w:val="00131407"/>
    <w:rsid w:val="00131CEE"/>
    <w:rsid w:val="00133AA4"/>
    <w:rsid w:val="00133C4B"/>
    <w:rsid w:val="00134D16"/>
    <w:rsid w:val="00135738"/>
    <w:rsid w:val="0013598A"/>
    <w:rsid w:val="001365AA"/>
    <w:rsid w:val="0013661B"/>
    <w:rsid w:val="00140AC0"/>
    <w:rsid w:val="00140DDF"/>
    <w:rsid w:val="00141758"/>
    <w:rsid w:val="0014394A"/>
    <w:rsid w:val="00145192"/>
    <w:rsid w:val="00145FB8"/>
    <w:rsid w:val="001533BA"/>
    <w:rsid w:val="0015379E"/>
    <w:rsid w:val="001543E5"/>
    <w:rsid w:val="00156025"/>
    <w:rsid w:val="00156929"/>
    <w:rsid w:val="0015720D"/>
    <w:rsid w:val="00157FDC"/>
    <w:rsid w:val="00160190"/>
    <w:rsid w:val="00160582"/>
    <w:rsid w:val="00161071"/>
    <w:rsid w:val="001625B0"/>
    <w:rsid w:val="00162609"/>
    <w:rsid w:val="0016301D"/>
    <w:rsid w:val="00163EE7"/>
    <w:rsid w:val="00163F32"/>
    <w:rsid w:val="00164279"/>
    <w:rsid w:val="00164705"/>
    <w:rsid w:val="00164B97"/>
    <w:rsid w:val="00164E27"/>
    <w:rsid w:val="00166176"/>
    <w:rsid w:val="001661FA"/>
    <w:rsid w:val="001662A6"/>
    <w:rsid w:val="00170411"/>
    <w:rsid w:val="00170EE1"/>
    <w:rsid w:val="001727A2"/>
    <w:rsid w:val="0017285E"/>
    <w:rsid w:val="001744C8"/>
    <w:rsid w:val="00174E60"/>
    <w:rsid w:val="00180F9A"/>
    <w:rsid w:val="00181E6C"/>
    <w:rsid w:val="00182755"/>
    <w:rsid w:val="0018693F"/>
    <w:rsid w:val="001906AB"/>
    <w:rsid w:val="00191E1A"/>
    <w:rsid w:val="00192069"/>
    <w:rsid w:val="001920B4"/>
    <w:rsid w:val="001923E2"/>
    <w:rsid w:val="00192EDE"/>
    <w:rsid w:val="00193CF5"/>
    <w:rsid w:val="0019432D"/>
    <w:rsid w:val="00194773"/>
    <w:rsid w:val="00194823"/>
    <w:rsid w:val="0019490C"/>
    <w:rsid w:val="00194926"/>
    <w:rsid w:val="00194A9D"/>
    <w:rsid w:val="0019524D"/>
    <w:rsid w:val="0019600E"/>
    <w:rsid w:val="00196023"/>
    <w:rsid w:val="00197C41"/>
    <w:rsid w:val="001A0295"/>
    <w:rsid w:val="001A0EE3"/>
    <w:rsid w:val="001A1072"/>
    <w:rsid w:val="001A2885"/>
    <w:rsid w:val="001A303D"/>
    <w:rsid w:val="001A3196"/>
    <w:rsid w:val="001A38DC"/>
    <w:rsid w:val="001A3EE0"/>
    <w:rsid w:val="001A4B97"/>
    <w:rsid w:val="001A638B"/>
    <w:rsid w:val="001A6CC6"/>
    <w:rsid w:val="001A6CFE"/>
    <w:rsid w:val="001A7DAD"/>
    <w:rsid w:val="001A7E5E"/>
    <w:rsid w:val="001B08C7"/>
    <w:rsid w:val="001B586B"/>
    <w:rsid w:val="001B67B4"/>
    <w:rsid w:val="001B6859"/>
    <w:rsid w:val="001B6C1D"/>
    <w:rsid w:val="001B6D5A"/>
    <w:rsid w:val="001C06F1"/>
    <w:rsid w:val="001C0817"/>
    <w:rsid w:val="001C15FE"/>
    <w:rsid w:val="001C1EB1"/>
    <w:rsid w:val="001C2E11"/>
    <w:rsid w:val="001C3A5E"/>
    <w:rsid w:val="001C4723"/>
    <w:rsid w:val="001C5B80"/>
    <w:rsid w:val="001C63B4"/>
    <w:rsid w:val="001C77C5"/>
    <w:rsid w:val="001D0C88"/>
    <w:rsid w:val="001D1C94"/>
    <w:rsid w:val="001D2F43"/>
    <w:rsid w:val="001D317F"/>
    <w:rsid w:val="001D4EFE"/>
    <w:rsid w:val="001D74D3"/>
    <w:rsid w:val="001E0497"/>
    <w:rsid w:val="001E06E7"/>
    <w:rsid w:val="001E1272"/>
    <w:rsid w:val="001E2469"/>
    <w:rsid w:val="001E2734"/>
    <w:rsid w:val="001E2A55"/>
    <w:rsid w:val="001E4645"/>
    <w:rsid w:val="001E60AA"/>
    <w:rsid w:val="001E7703"/>
    <w:rsid w:val="001E7B78"/>
    <w:rsid w:val="001F0B33"/>
    <w:rsid w:val="001F16BA"/>
    <w:rsid w:val="001F1F36"/>
    <w:rsid w:val="001F2531"/>
    <w:rsid w:val="001F32C0"/>
    <w:rsid w:val="001F3386"/>
    <w:rsid w:val="001F4091"/>
    <w:rsid w:val="001F5CB1"/>
    <w:rsid w:val="001F5D0E"/>
    <w:rsid w:val="001F6035"/>
    <w:rsid w:val="001F6CC9"/>
    <w:rsid w:val="0020018C"/>
    <w:rsid w:val="002023A2"/>
    <w:rsid w:val="002024FE"/>
    <w:rsid w:val="00202A7E"/>
    <w:rsid w:val="00204B88"/>
    <w:rsid w:val="00204CE7"/>
    <w:rsid w:val="00204E64"/>
    <w:rsid w:val="002056DD"/>
    <w:rsid w:val="002057A6"/>
    <w:rsid w:val="002063F2"/>
    <w:rsid w:val="00206808"/>
    <w:rsid w:val="00206B21"/>
    <w:rsid w:val="00206DAD"/>
    <w:rsid w:val="00207679"/>
    <w:rsid w:val="00207AE8"/>
    <w:rsid w:val="00211A0A"/>
    <w:rsid w:val="00211BAE"/>
    <w:rsid w:val="00213BD8"/>
    <w:rsid w:val="0021411D"/>
    <w:rsid w:val="002147A2"/>
    <w:rsid w:val="00220823"/>
    <w:rsid w:val="00222EE6"/>
    <w:rsid w:val="00223622"/>
    <w:rsid w:val="00224508"/>
    <w:rsid w:val="002254B7"/>
    <w:rsid w:val="002255D2"/>
    <w:rsid w:val="0022706A"/>
    <w:rsid w:val="0022744A"/>
    <w:rsid w:val="00227BB3"/>
    <w:rsid w:val="00231261"/>
    <w:rsid w:val="002337D9"/>
    <w:rsid w:val="00233D95"/>
    <w:rsid w:val="0023600F"/>
    <w:rsid w:val="002364BC"/>
    <w:rsid w:val="00237409"/>
    <w:rsid w:val="002379ED"/>
    <w:rsid w:val="00240168"/>
    <w:rsid w:val="002401BB"/>
    <w:rsid w:val="002425D0"/>
    <w:rsid w:val="00242903"/>
    <w:rsid w:val="002450C7"/>
    <w:rsid w:val="0024570E"/>
    <w:rsid w:val="0025187A"/>
    <w:rsid w:val="00252CFF"/>
    <w:rsid w:val="00253D72"/>
    <w:rsid w:val="002546A7"/>
    <w:rsid w:val="0025617A"/>
    <w:rsid w:val="00256A26"/>
    <w:rsid w:val="00260D3E"/>
    <w:rsid w:val="00261AFC"/>
    <w:rsid w:val="00262FCF"/>
    <w:rsid w:val="002640FF"/>
    <w:rsid w:val="00264199"/>
    <w:rsid w:val="00264D17"/>
    <w:rsid w:val="00265DBF"/>
    <w:rsid w:val="002665F5"/>
    <w:rsid w:val="002741A5"/>
    <w:rsid w:val="0027425C"/>
    <w:rsid w:val="00275EC1"/>
    <w:rsid w:val="002768CC"/>
    <w:rsid w:val="00277636"/>
    <w:rsid w:val="00277E44"/>
    <w:rsid w:val="002817A3"/>
    <w:rsid w:val="00282BBB"/>
    <w:rsid w:val="002840B5"/>
    <w:rsid w:val="00284248"/>
    <w:rsid w:val="00286FE1"/>
    <w:rsid w:val="002903ED"/>
    <w:rsid w:val="00290656"/>
    <w:rsid w:val="0029122C"/>
    <w:rsid w:val="00292C6C"/>
    <w:rsid w:val="00293B38"/>
    <w:rsid w:val="002951E9"/>
    <w:rsid w:val="002959EE"/>
    <w:rsid w:val="00297836"/>
    <w:rsid w:val="002A18E6"/>
    <w:rsid w:val="002A3BC3"/>
    <w:rsid w:val="002A4909"/>
    <w:rsid w:val="002A6300"/>
    <w:rsid w:val="002A6540"/>
    <w:rsid w:val="002A7DCC"/>
    <w:rsid w:val="002B0187"/>
    <w:rsid w:val="002B04B4"/>
    <w:rsid w:val="002B0D89"/>
    <w:rsid w:val="002B2C85"/>
    <w:rsid w:val="002B41B5"/>
    <w:rsid w:val="002B702F"/>
    <w:rsid w:val="002C1234"/>
    <w:rsid w:val="002C1F5C"/>
    <w:rsid w:val="002C1F65"/>
    <w:rsid w:val="002C2274"/>
    <w:rsid w:val="002C2DA2"/>
    <w:rsid w:val="002C49CF"/>
    <w:rsid w:val="002C54EA"/>
    <w:rsid w:val="002C7707"/>
    <w:rsid w:val="002D1348"/>
    <w:rsid w:val="002D1903"/>
    <w:rsid w:val="002D1964"/>
    <w:rsid w:val="002D1AA5"/>
    <w:rsid w:val="002D1F9D"/>
    <w:rsid w:val="002D2272"/>
    <w:rsid w:val="002D33AE"/>
    <w:rsid w:val="002D37EF"/>
    <w:rsid w:val="002D4EFE"/>
    <w:rsid w:val="002D5731"/>
    <w:rsid w:val="002D6AC5"/>
    <w:rsid w:val="002D79E2"/>
    <w:rsid w:val="002D7D2C"/>
    <w:rsid w:val="002E16D5"/>
    <w:rsid w:val="002E37D1"/>
    <w:rsid w:val="002E3E25"/>
    <w:rsid w:val="002E553F"/>
    <w:rsid w:val="002E5C9F"/>
    <w:rsid w:val="002E76F6"/>
    <w:rsid w:val="002F1C9D"/>
    <w:rsid w:val="002F2105"/>
    <w:rsid w:val="002F437E"/>
    <w:rsid w:val="002F4920"/>
    <w:rsid w:val="002F5AE6"/>
    <w:rsid w:val="002F6323"/>
    <w:rsid w:val="002F69EA"/>
    <w:rsid w:val="002F6E78"/>
    <w:rsid w:val="00300547"/>
    <w:rsid w:val="00301D83"/>
    <w:rsid w:val="0030322B"/>
    <w:rsid w:val="00304CD1"/>
    <w:rsid w:val="003115D7"/>
    <w:rsid w:val="003126FF"/>
    <w:rsid w:val="00314B6E"/>
    <w:rsid w:val="00314C67"/>
    <w:rsid w:val="00316C2C"/>
    <w:rsid w:val="0032091C"/>
    <w:rsid w:val="00320BF7"/>
    <w:rsid w:val="0032162E"/>
    <w:rsid w:val="00322297"/>
    <w:rsid w:val="00322DE3"/>
    <w:rsid w:val="00324D89"/>
    <w:rsid w:val="00325C31"/>
    <w:rsid w:val="00325DDC"/>
    <w:rsid w:val="00327823"/>
    <w:rsid w:val="00327ED4"/>
    <w:rsid w:val="00332004"/>
    <w:rsid w:val="0033365A"/>
    <w:rsid w:val="00334FC1"/>
    <w:rsid w:val="00335826"/>
    <w:rsid w:val="003358A6"/>
    <w:rsid w:val="0033630D"/>
    <w:rsid w:val="00336797"/>
    <w:rsid w:val="003371B5"/>
    <w:rsid w:val="00340CF2"/>
    <w:rsid w:val="00341AB9"/>
    <w:rsid w:val="0034218F"/>
    <w:rsid w:val="00342323"/>
    <w:rsid w:val="00342AB9"/>
    <w:rsid w:val="00343335"/>
    <w:rsid w:val="00343D07"/>
    <w:rsid w:val="003454BA"/>
    <w:rsid w:val="00345957"/>
    <w:rsid w:val="00347BEE"/>
    <w:rsid w:val="00350CA8"/>
    <w:rsid w:val="0035108A"/>
    <w:rsid w:val="0035146B"/>
    <w:rsid w:val="00352F46"/>
    <w:rsid w:val="00353439"/>
    <w:rsid w:val="003571C4"/>
    <w:rsid w:val="00357319"/>
    <w:rsid w:val="00357799"/>
    <w:rsid w:val="00360D3D"/>
    <w:rsid w:val="00361467"/>
    <w:rsid w:val="003617DD"/>
    <w:rsid w:val="003643E4"/>
    <w:rsid w:val="00365DAE"/>
    <w:rsid w:val="00370380"/>
    <w:rsid w:val="00370880"/>
    <w:rsid w:val="00370BCD"/>
    <w:rsid w:val="00372597"/>
    <w:rsid w:val="003737D8"/>
    <w:rsid w:val="00375911"/>
    <w:rsid w:val="00375C7E"/>
    <w:rsid w:val="00375DAE"/>
    <w:rsid w:val="00376145"/>
    <w:rsid w:val="00376388"/>
    <w:rsid w:val="00384F97"/>
    <w:rsid w:val="00386432"/>
    <w:rsid w:val="00387495"/>
    <w:rsid w:val="0038755C"/>
    <w:rsid w:val="00387EE2"/>
    <w:rsid w:val="00390259"/>
    <w:rsid w:val="003939E3"/>
    <w:rsid w:val="00394724"/>
    <w:rsid w:val="00397AF8"/>
    <w:rsid w:val="003A175B"/>
    <w:rsid w:val="003A3B13"/>
    <w:rsid w:val="003A570E"/>
    <w:rsid w:val="003A764A"/>
    <w:rsid w:val="003A7E4C"/>
    <w:rsid w:val="003B142B"/>
    <w:rsid w:val="003B1590"/>
    <w:rsid w:val="003B1857"/>
    <w:rsid w:val="003B1CBA"/>
    <w:rsid w:val="003B2824"/>
    <w:rsid w:val="003B302A"/>
    <w:rsid w:val="003B366A"/>
    <w:rsid w:val="003B473F"/>
    <w:rsid w:val="003B47E9"/>
    <w:rsid w:val="003B4D6F"/>
    <w:rsid w:val="003B7425"/>
    <w:rsid w:val="003C57B9"/>
    <w:rsid w:val="003C7770"/>
    <w:rsid w:val="003C77AA"/>
    <w:rsid w:val="003D3155"/>
    <w:rsid w:val="003D3684"/>
    <w:rsid w:val="003D3F8B"/>
    <w:rsid w:val="003D4A7A"/>
    <w:rsid w:val="003D651A"/>
    <w:rsid w:val="003D7689"/>
    <w:rsid w:val="003E0547"/>
    <w:rsid w:val="003E05BB"/>
    <w:rsid w:val="003E0853"/>
    <w:rsid w:val="003E09F9"/>
    <w:rsid w:val="003E0CFB"/>
    <w:rsid w:val="003E25FA"/>
    <w:rsid w:val="003E4127"/>
    <w:rsid w:val="003E4A39"/>
    <w:rsid w:val="003E7757"/>
    <w:rsid w:val="003F03FF"/>
    <w:rsid w:val="003F10F7"/>
    <w:rsid w:val="003F27E4"/>
    <w:rsid w:val="003F3369"/>
    <w:rsid w:val="003F3460"/>
    <w:rsid w:val="003F38F8"/>
    <w:rsid w:val="003F44CE"/>
    <w:rsid w:val="003F4519"/>
    <w:rsid w:val="003F4834"/>
    <w:rsid w:val="003F5C91"/>
    <w:rsid w:val="00401DDF"/>
    <w:rsid w:val="00402055"/>
    <w:rsid w:val="00402EDA"/>
    <w:rsid w:val="004052C6"/>
    <w:rsid w:val="00405424"/>
    <w:rsid w:val="00405C7B"/>
    <w:rsid w:val="0040656A"/>
    <w:rsid w:val="0040692D"/>
    <w:rsid w:val="004070EB"/>
    <w:rsid w:val="00407997"/>
    <w:rsid w:val="004105EF"/>
    <w:rsid w:val="004119AB"/>
    <w:rsid w:val="00411BDF"/>
    <w:rsid w:val="00411EC0"/>
    <w:rsid w:val="0041242C"/>
    <w:rsid w:val="00412984"/>
    <w:rsid w:val="00414AF4"/>
    <w:rsid w:val="004160E4"/>
    <w:rsid w:val="004172F6"/>
    <w:rsid w:val="004201B6"/>
    <w:rsid w:val="004216C9"/>
    <w:rsid w:val="00422AE1"/>
    <w:rsid w:val="00422B00"/>
    <w:rsid w:val="00422ECE"/>
    <w:rsid w:val="004230BD"/>
    <w:rsid w:val="00423201"/>
    <w:rsid w:val="004242E9"/>
    <w:rsid w:val="00426815"/>
    <w:rsid w:val="00426978"/>
    <w:rsid w:val="0042733E"/>
    <w:rsid w:val="00430BCC"/>
    <w:rsid w:val="00430D2A"/>
    <w:rsid w:val="00430F4F"/>
    <w:rsid w:val="00431196"/>
    <w:rsid w:val="0043169C"/>
    <w:rsid w:val="004340AE"/>
    <w:rsid w:val="004340F8"/>
    <w:rsid w:val="00434406"/>
    <w:rsid w:val="00434ECC"/>
    <w:rsid w:val="00437444"/>
    <w:rsid w:val="00437A67"/>
    <w:rsid w:val="004404C8"/>
    <w:rsid w:val="004412B2"/>
    <w:rsid w:val="00441DEC"/>
    <w:rsid w:val="00441EC1"/>
    <w:rsid w:val="00442114"/>
    <w:rsid w:val="0044287D"/>
    <w:rsid w:val="00442B15"/>
    <w:rsid w:val="00442F85"/>
    <w:rsid w:val="00444234"/>
    <w:rsid w:val="0044441C"/>
    <w:rsid w:val="004444E8"/>
    <w:rsid w:val="004508BA"/>
    <w:rsid w:val="0045336F"/>
    <w:rsid w:val="0045468A"/>
    <w:rsid w:val="004549E1"/>
    <w:rsid w:val="00454C30"/>
    <w:rsid w:val="004557BF"/>
    <w:rsid w:val="00456924"/>
    <w:rsid w:val="00457385"/>
    <w:rsid w:val="004612AD"/>
    <w:rsid w:val="004613B3"/>
    <w:rsid w:val="0046158E"/>
    <w:rsid w:val="00462C38"/>
    <w:rsid w:val="00463549"/>
    <w:rsid w:val="00463C8C"/>
    <w:rsid w:val="00466D6C"/>
    <w:rsid w:val="004674B5"/>
    <w:rsid w:val="004677D0"/>
    <w:rsid w:val="004701E1"/>
    <w:rsid w:val="0047040B"/>
    <w:rsid w:val="00471E01"/>
    <w:rsid w:val="00471EB0"/>
    <w:rsid w:val="00471EFB"/>
    <w:rsid w:val="00472022"/>
    <w:rsid w:val="00473017"/>
    <w:rsid w:val="00473377"/>
    <w:rsid w:val="0047366E"/>
    <w:rsid w:val="00473913"/>
    <w:rsid w:val="0047520F"/>
    <w:rsid w:val="00475C22"/>
    <w:rsid w:val="00477384"/>
    <w:rsid w:val="00477B64"/>
    <w:rsid w:val="00481734"/>
    <w:rsid w:val="00483A48"/>
    <w:rsid w:val="00483BA3"/>
    <w:rsid w:val="00483E6C"/>
    <w:rsid w:val="00484563"/>
    <w:rsid w:val="00484A5F"/>
    <w:rsid w:val="00486001"/>
    <w:rsid w:val="004860E6"/>
    <w:rsid w:val="0049004F"/>
    <w:rsid w:val="004900EF"/>
    <w:rsid w:val="00491953"/>
    <w:rsid w:val="00494010"/>
    <w:rsid w:val="00494832"/>
    <w:rsid w:val="00495C2E"/>
    <w:rsid w:val="00497DBA"/>
    <w:rsid w:val="004A0DE0"/>
    <w:rsid w:val="004A1539"/>
    <w:rsid w:val="004A32DD"/>
    <w:rsid w:val="004A38B4"/>
    <w:rsid w:val="004A38CD"/>
    <w:rsid w:val="004A3CA4"/>
    <w:rsid w:val="004A480B"/>
    <w:rsid w:val="004A6E42"/>
    <w:rsid w:val="004A7E70"/>
    <w:rsid w:val="004B0A41"/>
    <w:rsid w:val="004B1F94"/>
    <w:rsid w:val="004B5BD5"/>
    <w:rsid w:val="004C0AFB"/>
    <w:rsid w:val="004C1DBF"/>
    <w:rsid w:val="004C2EA3"/>
    <w:rsid w:val="004C3088"/>
    <w:rsid w:val="004C34DB"/>
    <w:rsid w:val="004C6FCC"/>
    <w:rsid w:val="004C7BE3"/>
    <w:rsid w:val="004D30E9"/>
    <w:rsid w:val="004D340A"/>
    <w:rsid w:val="004D3C61"/>
    <w:rsid w:val="004D3CA7"/>
    <w:rsid w:val="004D4726"/>
    <w:rsid w:val="004D5C45"/>
    <w:rsid w:val="004D5D73"/>
    <w:rsid w:val="004D6072"/>
    <w:rsid w:val="004D6F1C"/>
    <w:rsid w:val="004D75C1"/>
    <w:rsid w:val="004E1E36"/>
    <w:rsid w:val="004E29AE"/>
    <w:rsid w:val="004E3039"/>
    <w:rsid w:val="004F0391"/>
    <w:rsid w:val="004F04FB"/>
    <w:rsid w:val="004F495C"/>
    <w:rsid w:val="004F4D50"/>
    <w:rsid w:val="004F534E"/>
    <w:rsid w:val="00500801"/>
    <w:rsid w:val="0050084B"/>
    <w:rsid w:val="00501079"/>
    <w:rsid w:val="005017F3"/>
    <w:rsid w:val="005024FA"/>
    <w:rsid w:val="00503604"/>
    <w:rsid w:val="00506A32"/>
    <w:rsid w:val="0051071E"/>
    <w:rsid w:val="00511B56"/>
    <w:rsid w:val="005125E3"/>
    <w:rsid w:val="005126AA"/>
    <w:rsid w:val="005133CE"/>
    <w:rsid w:val="0051445A"/>
    <w:rsid w:val="00514B93"/>
    <w:rsid w:val="00514E38"/>
    <w:rsid w:val="00515359"/>
    <w:rsid w:val="0051642D"/>
    <w:rsid w:val="00517C4D"/>
    <w:rsid w:val="00520AA8"/>
    <w:rsid w:val="005210BA"/>
    <w:rsid w:val="00523404"/>
    <w:rsid w:val="00523EEA"/>
    <w:rsid w:val="00525655"/>
    <w:rsid w:val="00527006"/>
    <w:rsid w:val="00527CF3"/>
    <w:rsid w:val="00527F05"/>
    <w:rsid w:val="00527FF5"/>
    <w:rsid w:val="0053188A"/>
    <w:rsid w:val="005324AF"/>
    <w:rsid w:val="00532AF4"/>
    <w:rsid w:val="00533B83"/>
    <w:rsid w:val="00534CE2"/>
    <w:rsid w:val="00537786"/>
    <w:rsid w:val="00540CCE"/>
    <w:rsid w:val="00541EC9"/>
    <w:rsid w:val="00543370"/>
    <w:rsid w:val="005447E2"/>
    <w:rsid w:val="00544BCA"/>
    <w:rsid w:val="00544BEC"/>
    <w:rsid w:val="0054676B"/>
    <w:rsid w:val="00551427"/>
    <w:rsid w:val="00552BE2"/>
    <w:rsid w:val="005531DD"/>
    <w:rsid w:val="005532E6"/>
    <w:rsid w:val="005532F6"/>
    <w:rsid w:val="00553792"/>
    <w:rsid w:val="005555D0"/>
    <w:rsid w:val="00555D8B"/>
    <w:rsid w:val="00556454"/>
    <w:rsid w:val="00556F01"/>
    <w:rsid w:val="005578CD"/>
    <w:rsid w:val="00557A6E"/>
    <w:rsid w:val="0056174B"/>
    <w:rsid w:val="0056186E"/>
    <w:rsid w:val="005658DD"/>
    <w:rsid w:val="0056647A"/>
    <w:rsid w:val="0056652D"/>
    <w:rsid w:val="00571AD5"/>
    <w:rsid w:val="0057218E"/>
    <w:rsid w:val="00574762"/>
    <w:rsid w:val="005751DD"/>
    <w:rsid w:val="00576CAB"/>
    <w:rsid w:val="005805FB"/>
    <w:rsid w:val="00582249"/>
    <w:rsid w:val="005822C4"/>
    <w:rsid w:val="00582723"/>
    <w:rsid w:val="00584BE1"/>
    <w:rsid w:val="00584BEC"/>
    <w:rsid w:val="0058671C"/>
    <w:rsid w:val="0058683F"/>
    <w:rsid w:val="00587645"/>
    <w:rsid w:val="00587EF8"/>
    <w:rsid w:val="00592B3F"/>
    <w:rsid w:val="00592FD8"/>
    <w:rsid w:val="0059404E"/>
    <w:rsid w:val="005954C6"/>
    <w:rsid w:val="0059561B"/>
    <w:rsid w:val="00595AB5"/>
    <w:rsid w:val="005A0C13"/>
    <w:rsid w:val="005A1578"/>
    <w:rsid w:val="005A188F"/>
    <w:rsid w:val="005A1E0B"/>
    <w:rsid w:val="005A25D8"/>
    <w:rsid w:val="005A3AD5"/>
    <w:rsid w:val="005A4092"/>
    <w:rsid w:val="005A48B0"/>
    <w:rsid w:val="005A48BA"/>
    <w:rsid w:val="005A6554"/>
    <w:rsid w:val="005A6A77"/>
    <w:rsid w:val="005A7805"/>
    <w:rsid w:val="005A7AEC"/>
    <w:rsid w:val="005B07DB"/>
    <w:rsid w:val="005B3A91"/>
    <w:rsid w:val="005B5606"/>
    <w:rsid w:val="005B5DF2"/>
    <w:rsid w:val="005B5FCE"/>
    <w:rsid w:val="005B67D5"/>
    <w:rsid w:val="005C1715"/>
    <w:rsid w:val="005C2CE6"/>
    <w:rsid w:val="005C5469"/>
    <w:rsid w:val="005C56DF"/>
    <w:rsid w:val="005C5B72"/>
    <w:rsid w:val="005C600E"/>
    <w:rsid w:val="005C63FD"/>
    <w:rsid w:val="005C66A2"/>
    <w:rsid w:val="005C6F8C"/>
    <w:rsid w:val="005C72C6"/>
    <w:rsid w:val="005C79C1"/>
    <w:rsid w:val="005C7BCD"/>
    <w:rsid w:val="005D0E6C"/>
    <w:rsid w:val="005D0FF8"/>
    <w:rsid w:val="005D1C97"/>
    <w:rsid w:val="005D22A8"/>
    <w:rsid w:val="005D2B7D"/>
    <w:rsid w:val="005D2E3C"/>
    <w:rsid w:val="005D3345"/>
    <w:rsid w:val="005D3515"/>
    <w:rsid w:val="005D37DC"/>
    <w:rsid w:val="005D449A"/>
    <w:rsid w:val="005D5A0B"/>
    <w:rsid w:val="005D5B70"/>
    <w:rsid w:val="005D5E60"/>
    <w:rsid w:val="005D65BC"/>
    <w:rsid w:val="005D6BA9"/>
    <w:rsid w:val="005D7C5B"/>
    <w:rsid w:val="005E0BA2"/>
    <w:rsid w:val="005E1A02"/>
    <w:rsid w:val="005E2118"/>
    <w:rsid w:val="005E2C45"/>
    <w:rsid w:val="005E3012"/>
    <w:rsid w:val="005E3154"/>
    <w:rsid w:val="005E5C62"/>
    <w:rsid w:val="005E6479"/>
    <w:rsid w:val="005E6A3F"/>
    <w:rsid w:val="005E6A43"/>
    <w:rsid w:val="005E75B9"/>
    <w:rsid w:val="005F073E"/>
    <w:rsid w:val="005F1D17"/>
    <w:rsid w:val="005F2710"/>
    <w:rsid w:val="005F2B1C"/>
    <w:rsid w:val="005F2BC5"/>
    <w:rsid w:val="005F2BF1"/>
    <w:rsid w:val="005F55F6"/>
    <w:rsid w:val="005F5CB4"/>
    <w:rsid w:val="005F5F08"/>
    <w:rsid w:val="005F67C3"/>
    <w:rsid w:val="005F707D"/>
    <w:rsid w:val="005F7EF0"/>
    <w:rsid w:val="006004D1"/>
    <w:rsid w:val="0060087A"/>
    <w:rsid w:val="0060097C"/>
    <w:rsid w:val="0060225D"/>
    <w:rsid w:val="00603C2F"/>
    <w:rsid w:val="00605C57"/>
    <w:rsid w:val="0061031E"/>
    <w:rsid w:val="00611C7A"/>
    <w:rsid w:val="00613394"/>
    <w:rsid w:val="00613C0F"/>
    <w:rsid w:val="00614CB1"/>
    <w:rsid w:val="00615C5E"/>
    <w:rsid w:val="006166B1"/>
    <w:rsid w:val="0062362B"/>
    <w:rsid w:val="00624134"/>
    <w:rsid w:val="006247F5"/>
    <w:rsid w:val="00624A44"/>
    <w:rsid w:val="00626109"/>
    <w:rsid w:val="006272F5"/>
    <w:rsid w:val="00627F05"/>
    <w:rsid w:val="006308BA"/>
    <w:rsid w:val="00630DBD"/>
    <w:rsid w:val="00630E04"/>
    <w:rsid w:val="006310F8"/>
    <w:rsid w:val="00631601"/>
    <w:rsid w:val="0063162A"/>
    <w:rsid w:val="00631C1E"/>
    <w:rsid w:val="00633649"/>
    <w:rsid w:val="00633B7E"/>
    <w:rsid w:val="00633F9F"/>
    <w:rsid w:val="00634759"/>
    <w:rsid w:val="00640621"/>
    <w:rsid w:val="00641A0A"/>
    <w:rsid w:val="00641E5F"/>
    <w:rsid w:val="00642AF0"/>
    <w:rsid w:val="00642EE1"/>
    <w:rsid w:val="00644194"/>
    <w:rsid w:val="006448D0"/>
    <w:rsid w:val="00645520"/>
    <w:rsid w:val="00647A06"/>
    <w:rsid w:val="00651F86"/>
    <w:rsid w:val="00652C95"/>
    <w:rsid w:val="00653250"/>
    <w:rsid w:val="006538D5"/>
    <w:rsid w:val="0065453F"/>
    <w:rsid w:val="00656A76"/>
    <w:rsid w:val="00657011"/>
    <w:rsid w:val="00661517"/>
    <w:rsid w:val="00661844"/>
    <w:rsid w:val="00661933"/>
    <w:rsid w:val="00661F23"/>
    <w:rsid w:val="006654B5"/>
    <w:rsid w:val="00665F02"/>
    <w:rsid w:val="006663E5"/>
    <w:rsid w:val="00667A86"/>
    <w:rsid w:val="00671CCA"/>
    <w:rsid w:val="006753F2"/>
    <w:rsid w:val="0067673D"/>
    <w:rsid w:val="00676C16"/>
    <w:rsid w:val="00677396"/>
    <w:rsid w:val="006810DE"/>
    <w:rsid w:val="006823EF"/>
    <w:rsid w:val="006825DF"/>
    <w:rsid w:val="006830AB"/>
    <w:rsid w:val="00683980"/>
    <w:rsid w:val="00683B23"/>
    <w:rsid w:val="006857D2"/>
    <w:rsid w:val="00685D24"/>
    <w:rsid w:val="006863FB"/>
    <w:rsid w:val="00687288"/>
    <w:rsid w:val="00690202"/>
    <w:rsid w:val="00691068"/>
    <w:rsid w:val="00692CA6"/>
    <w:rsid w:val="0069349F"/>
    <w:rsid w:val="00694E4D"/>
    <w:rsid w:val="00694F60"/>
    <w:rsid w:val="00697E32"/>
    <w:rsid w:val="006A0465"/>
    <w:rsid w:val="006A138A"/>
    <w:rsid w:val="006A1510"/>
    <w:rsid w:val="006A1FF4"/>
    <w:rsid w:val="006A2854"/>
    <w:rsid w:val="006A4A38"/>
    <w:rsid w:val="006A5098"/>
    <w:rsid w:val="006A5C68"/>
    <w:rsid w:val="006A6E66"/>
    <w:rsid w:val="006A753B"/>
    <w:rsid w:val="006A7EDB"/>
    <w:rsid w:val="006B1220"/>
    <w:rsid w:val="006B20EC"/>
    <w:rsid w:val="006B3C4C"/>
    <w:rsid w:val="006B55DD"/>
    <w:rsid w:val="006B6A93"/>
    <w:rsid w:val="006C3A64"/>
    <w:rsid w:val="006C51F2"/>
    <w:rsid w:val="006C78B1"/>
    <w:rsid w:val="006C7AE5"/>
    <w:rsid w:val="006C7CA1"/>
    <w:rsid w:val="006D152E"/>
    <w:rsid w:val="006D7EA9"/>
    <w:rsid w:val="006E0EC7"/>
    <w:rsid w:val="006E14CE"/>
    <w:rsid w:val="006E2F97"/>
    <w:rsid w:val="006E66AF"/>
    <w:rsid w:val="006E6BD6"/>
    <w:rsid w:val="006E7184"/>
    <w:rsid w:val="006E7C97"/>
    <w:rsid w:val="006F047B"/>
    <w:rsid w:val="006F17DD"/>
    <w:rsid w:val="006F19DB"/>
    <w:rsid w:val="006F1B2A"/>
    <w:rsid w:val="006F1D71"/>
    <w:rsid w:val="006F28CF"/>
    <w:rsid w:val="006F28DC"/>
    <w:rsid w:val="006F393B"/>
    <w:rsid w:val="006F4734"/>
    <w:rsid w:val="006F4A95"/>
    <w:rsid w:val="006F77F7"/>
    <w:rsid w:val="00700F59"/>
    <w:rsid w:val="00701343"/>
    <w:rsid w:val="00701AC3"/>
    <w:rsid w:val="007030B0"/>
    <w:rsid w:val="00703103"/>
    <w:rsid w:val="00704020"/>
    <w:rsid w:val="0070469F"/>
    <w:rsid w:val="00704C56"/>
    <w:rsid w:val="007068A6"/>
    <w:rsid w:val="007072E8"/>
    <w:rsid w:val="00707862"/>
    <w:rsid w:val="00710A2E"/>
    <w:rsid w:val="00711116"/>
    <w:rsid w:val="0071143E"/>
    <w:rsid w:val="0071299E"/>
    <w:rsid w:val="0071333F"/>
    <w:rsid w:val="00716234"/>
    <w:rsid w:val="00716E5C"/>
    <w:rsid w:val="007178C8"/>
    <w:rsid w:val="00720A36"/>
    <w:rsid w:val="00720F9B"/>
    <w:rsid w:val="00722093"/>
    <w:rsid w:val="00722D95"/>
    <w:rsid w:val="007233E5"/>
    <w:rsid w:val="007243A6"/>
    <w:rsid w:val="0072463E"/>
    <w:rsid w:val="00724A4F"/>
    <w:rsid w:val="00725AF2"/>
    <w:rsid w:val="007266E6"/>
    <w:rsid w:val="00726E53"/>
    <w:rsid w:val="007335CF"/>
    <w:rsid w:val="00733796"/>
    <w:rsid w:val="00734D49"/>
    <w:rsid w:val="007400FC"/>
    <w:rsid w:val="00740E6B"/>
    <w:rsid w:val="0074104F"/>
    <w:rsid w:val="0074153D"/>
    <w:rsid w:val="00744EC1"/>
    <w:rsid w:val="00745E58"/>
    <w:rsid w:val="007469F4"/>
    <w:rsid w:val="00746A4C"/>
    <w:rsid w:val="0074787F"/>
    <w:rsid w:val="007479DD"/>
    <w:rsid w:val="00747F19"/>
    <w:rsid w:val="007501A3"/>
    <w:rsid w:val="00751D65"/>
    <w:rsid w:val="0075601F"/>
    <w:rsid w:val="0075659A"/>
    <w:rsid w:val="00756B4D"/>
    <w:rsid w:val="007601C1"/>
    <w:rsid w:val="00760A6B"/>
    <w:rsid w:val="0076191F"/>
    <w:rsid w:val="00764186"/>
    <w:rsid w:val="007642FE"/>
    <w:rsid w:val="00764E4C"/>
    <w:rsid w:val="007650BF"/>
    <w:rsid w:val="00766301"/>
    <w:rsid w:val="007664EF"/>
    <w:rsid w:val="0076675C"/>
    <w:rsid w:val="00766A37"/>
    <w:rsid w:val="00766DF1"/>
    <w:rsid w:val="00767189"/>
    <w:rsid w:val="0076730C"/>
    <w:rsid w:val="00767CDA"/>
    <w:rsid w:val="00770994"/>
    <w:rsid w:val="0077109F"/>
    <w:rsid w:val="0077316B"/>
    <w:rsid w:val="0077333C"/>
    <w:rsid w:val="0077485E"/>
    <w:rsid w:val="0077487E"/>
    <w:rsid w:val="00777116"/>
    <w:rsid w:val="00780FE0"/>
    <w:rsid w:val="007811A3"/>
    <w:rsid w:val="00782C69"/>
    <w:rsid w:val="00783FD6"/>
    <w:rsid w:val="007845DF"/>
    <w:rsid w:val="00785472"/>
    <w:rsid w:val="00794F44"/>
    <w:rsid w:val="00795FBA"/>
    <w:rsid w:val="0079732B"/>
    <w:rsid w:val="007A0484"/>
    <w:rsid w:val="007A1BEA"/>
    <w:rsid w:val="007A1F90"/>
    <w:rsid w:val="007A5D22"/>
    <w:rsid w:val="007A6755"/>
    <w:rsid w:val="007A733E"/>
    <w:rsid w:val="007A7345"/>
    <w:rsid w:val="007B0B4C"/>
    <w:rsid w:val="007B22CC"/>
    <w:rsid w:val="007B29F5"/>
    <w:rsid w:val="007B318D"/>
    <w:rsid w:val="007B3DCD"/>
    <w:rsid w:val="007B631E"/>
    <w:rsid w:val="007C1293"/>
    <w:rsid w:val="007C1E15"/>
    <w:rsid w:val="007C4758"/>
    <w:rsid w:val="007C5FD6"/>
    <w:rsid w:val="007C613A"/>
    <w:rsid w:val="007C7510"/>
    <w:rsid w:val="007D0A53"/>
    <w:rsid w:val="007D37E0"/>
    <w:rsid w:val="007D582E"/>
    <w:rsid w:val="007D5FFD"/>
    <w:rsid w:val="007D61D1"/>
    <w:rsid w:val="007D7A55"/>
    <w:rsid w:val="007D7D92"/>
    <w:rsid w:val="007E1570"/>
    <w:rsid w:val="007E179F"/>
    <w:rsid w:val="007E2C89"/>
    <w:rsid w:val="007E2CE6"/>
    <w:rsid w:val="007E42AD"/>
    <w:rsid w:val="007E4E48"/>
    <w:rsid w:val="007E6E49"/>
    <w:rsid w:val="007E7F4F"/>
    <w:rsid w:val="007F0CEB"/>
    <w:rsid w:val="007F1864"/>
    <w:rsid w:val="007F36B8"/>
    <w:rsid w:val="007F45B0"/>
    <w:rsid w:val="007F4D85"/>
    <w:rsid w:val="007F53C0"/>
    <w:rsid w:val="007F63EE"/>
    <w:rsid w:val="007F643F"/>
    <w:rsid w:val="007F7671"/>
    <w:rsid w:val="00800D47"/>
    <w:rsid w:val="00801149"/>
    <w:rsid w:val="00801520"/>
    <w:rsid w:val="00801E57"/>
    <w:rsid w:val="00802D0D"/>
    <w:rsid w:val="00803A90"/>
    <w:rsid w:val="008042A9"/>
    <w:rsid w:val="008058FA"/>
    <w:rsid w:val="00805BA6"/>
    <w:rsid w:val="00805E24"/>
    <w:rsid w:val="008062A1"/>
    <w:rsid w:val="008068C1"/>
    <w:rsid w:val="0080793E"/>
    <w:rsid w:val="00810CA2"/>
    <w:rsid w:val="00811A92"/>
    <w:rsid w:val="00811E2F"/>
    <w:rsid w:val="008128F3"/>
    <w:rsid w:val="0081323B"/>
    <w:rsid w:val="00813C94"/>
    <w:rsid w:val="00813CF6"/>
    <w:rsid w:val="00813DBC"/>
    <w:rsid w:val="0081506D"/>
    <w:rsid w:val="008163EB"/>
    <w:rsid w:val="008163F3"/>
    <w:rsid w:val="00821B63"/>
    <w:rsid w:val="0082202D"/>
    <w:rsid w:val="008243B7"/>
    <w:rsid w:val="0082447F"/>
    <w:rsid w:val="00824CA9"/>
    <w:rsid w:val="00825F91"/>
    <w:rsid w:val="00826DA3"/>
    <w:rsid w:val="00827E0E"/>
    <w:rsid w:val="00830203"/>
    <w:rsid w:val="008305BB"/>
    <w:rsid w:val="00831CB1"/>
    <w:rsid w:val="008320AB"/>
    <w:rsid w:val="00832408"/>
    <w:rsid w:val="00832C48"/>
    <w:rsid w:val="00834A68"/>
    <w:rsid w:val="00834CE9"/>
    <w:rsid w:val="00834F92"/>
    <w:rsid w:val="00835927"/>
    <w:rsid w:val="008362A2"/>
    <w:rsid w:val="008364BB"/>
    <w:rsid w:val="008379A9"/>
    <w:rsid w:val="00837A0F"/>
    <w:rsid w:val="00837A7B"/>
    <w:rsid w:val="00837E49"/>
    <w:rsid w:val="00840F2D"/>
    <w:rsid w:val="0084657B"/>
    <w:rsid w:val="00846909"/>
    <w:rsid w:val="00846B19"/>
    <w:rsid w:val="00846E88"/>
    <w:rsid w:val="008471B0"/>
    <w:rsid w:val="00847AF7"/>
    <w:rsid w:val="00850FFB"/>
    <w:rsid w:val="0085152A"/>
    <w:rsid w:val="00851EC7"/>
    <w:rsid w:val="00853F18"/>
    <w:rsid w:val="00855865"/>
    <w:rsid w:val="00856047"/>
    <w:rsid w:val="00856856"/>
    <w:rsid w:val="0085704D"/>
    <w:rsid w:val="00860269"/>
    <w:rsid w:val="00860656"/>
    <w:rsid w:val="00861A4B"/>
    <w:rsid w:val="00863371"/>
    <w:rsid w:val="00864AFC"/>
    <w:rsid w:val="0086599C"/>
    <w:rsid w:val="00865FA2"/>
    <w:rsid w:val="00871660"/>
    <w:rsid w:val="00871735"/>
    <w:rsid w:val="00871EB2"/>
    <w:rsid w:val="00873843"/>
    <w:rsid w:val="0087448D"/>
    <w:rsid w:val="008757D4"/>
    <w:rsid w:val="008759A8"/>
    <w:rsid w:val="00875D00"/>
    <w:rsid w:val="00876058"/>
    <w:rsid w:val="00876C94"/>
    <w:rsid w:val="00876E76"/>
    <w:rsid w:val="00877449"/>
    <w:rsid w:val="0088067D"/>
    <w:rsid w:val="008823C5"/>
    <w:rsid w:val="00882417"/>
    <w:rsid w:val="008828E2"/>
    <w:rsid w:val="00883BA2"/>
    <w:rsid w:val="00883DF5"/>
    <w:rsid w:val="00884639"/>
    <w:rsid w:val="0088587F"/>
    <w:rsid w:val="0088786B"/>
    <w:rsid w:val="00890C2E"/>
    <w:rsid w:val="008917A4"/>
    <w:rsid w:val="00892698"/>
    <w:rsid w:val="0089496F"/>
    <w:rsid w:val="00894A47"/>
    <w:rsid w:val="0089513B"/>
    <w:rsid w:val="00895D5F"/>
    <w:rsid w:val="00896357"/>
    <w:rsid w:val="00897CC5"/>
    <w:rsid w:val="00897CF3"/>
    <w:rsid w:val="008A042B"/>
    <w:rsid w:val="008A1EE6"/>
    <w:rsid w:val="008A318D"/>
    <w:rsid w:val="008A4435"/>
    <w:rsid w:val="008A4A12"/>
    <w:rsid w:val="008A738D"/>
    <w:rsid w:val="008B1171"/>
    <w:rsid w:val="008B15EC"/>
    <w:rsid w:val="008B1F62"/>
    <w:rsid w:val="008B2211"/>
    <w:rsid w:val="008B2396"/>
    <w:rsid w:val="008B3D9A"/>
    <w:rsid w:val="008B4642"/>
    <w:rsid w:val="008B5E9E"/>
    <w:rsid w:val="008B6AE8"/>
    <w:rsid w:val="008B778E"/>
    <w:rsid w:val="008B77D2"/>
    <w:rsid w:val="008C1001"/>
    <w:rsid w:val="008C1D88"/>
    <w:rsid w:val="008C2249"/>
    <w:rsid w:val="008C2568"/>
    <w:rsid w:val="008C3147"/>
    <w:rsid w:val="008C3A83"/>
    <w:rsid w:val="008C3F12"/>
    <w:rsid w:val="008C4647"/>
    <w:rsid w:val="008C6148"/>
    <w:rsid w:val="008D14F1"/>
    <w:rsid w:val="008D1F88"/>
    <w:rsid w:val="008D3101"/>
    <w:rsid w:val="008D55E3"/>
    <w:rsid w:val="008D63BB"/>
    <w:rsid w:val="008E01AC"/>
    <w:rsid w:val="008E064B"/>
    <w:rsid w:val="008E0702"/>
    <w:rsid w:val="008E0BCA"/>
    <w:rsid w:val="008E16B6"/>
    <w:rsid w:val="008E19B3"/>
    <w:rsid w:val="008E2BAB"/>
    <w:rsid w:val="008E3502"/>
    <w:rsid w:val="008E362E"/>
    <w:rsid w:val="008E3E40"/>
    <w:rsid w:val="008E4782"/>
    <w:rsid w:val="008E57E5"/>
    <w:rsid w:val="008E5D8A"/>
    <w:rsid w:val="008E70D6"/>
    <w:rsid w:val="008E74E0"/>
    <w:rsid w:val="008E7767"/>
    <w:rsid w:val="008E78B6"/>
    <w:rsid w:val="008F1506"/>
    <w:rsid w:val="008F2E21"/>
    <w:rsid w:val="008F32EC"/>
    <w:rsid w:val="008F346C"/>
    <w:rsid w:val="008F370A"/>
    <w:rsid w:val="008F5FAB"/>
    <w:rsid w:val="008F7E41"/>
    <w:rsid w:val="00900153"/>
    <w:rsid w:val="009002B7"/>
    <w:rsid w:val="009008AC"/>
    <w:rsid w:val="0090146D"/>
    <w:rsid w:val="00901D8D"/>
    <w:rsid w:val="00902CA7"/>
    <w:rsid w:val="00905BC5"/>
    <w:rsid w:val="00905C5C"/>
    <w:rsid w:val="009060C1"/>
    <w:rsid w:val="00906339"/>
    <w:rsid w:val="009068BC"/>
    <w:rsid w:val="009110A8"/>
    <w:rsid w:val="009114DC"/>
    <w:rsid w:val="00911666"/>
    <w:rsid w:val="00913D51"/>
    <w:rsid w:val="009141EE"/>
    <w:rsid w:val="0091422E"/>
    <w:rsid w:val="00914A03"/>
    <w:rsid w:val="00914B08"/>
    <w:rsid w:val="00921FC1"/>
    <w:rsid w:val="00922B1F"/>
    <w:rsid w:val="00923E7C"/>
    <w:rsid w:val="00924770"/>
    <w:rsid w:val="009261D5"/>
    <w:rsid w:val="00926666"/>
    <w:rsid w:val="009303CF"/>
    <w:rsid w:val="00931120"/>
    <w:rsid w:val="00931DD1"/>
    <w:rsid w:val="009331E7"/>
    <w:rsid w:val="009351D4"/>
    <w:rsid w:val="00936C17"/>
    <w:rsid w:val="00937ACF"/>
    <w:rsid w:val="0094004B"/>
    <w:rsid w:val="0094174B"/>
    <w:rsid w:val="009439BD"/>
    <w:rsid w:val="0094487F"/>
    <w:rsid w:val="00944D17"/>
    <w:rsid w:val="009457CA"/>
    <w:rsid w:val="00945A0A"/>
    <w:rsid w:val="00946540"/>
    <w:rsid w:val="00947098"/>
    <w:rsid w:val="009477F6"/>
    <w:rsid w:val="009500A3"/>
    <w:rsid w:val="00951351"/>
    <w:rsid w:val="00953C95"/>
    <w:rsid w:val="00954997"/>
    <w:rsid w:val="009565F4"/>
    <w:rsid w:val="00960DA2"/>
    <w:rsid w:val="009623EA"/>
    <w:rsid w:val="00962E9F"/>
    <w:rsid w:val="00962F14"/>
    <w:rsid w:val="00964D02"/>
    <w:rsid w:val="00965026"/>
    <w:rsid w:val="0096548E"/>
    <w:rsid w:val="0097031B"/>
    <w:rsid w:val="00970FB2"/>
    <w:rsid w:val="009710AB"/>
    <w:rsid w:val="00972AE5"/>
    <w:rsid w:val="00973C4B"/>
    <w:rsid w:val="00981340"/>
    <w:rsid w:val="00981754"/>
    <w:rsid w:val="00982D91"/>
    <w:rsid w:val="00983356"/>
    <w:rsid w:val="00983563"/>
    <w:rsid w:val="00984046"/>
    <w:rsid w:val="009840B2"/>
    <w:rsid w:val="00985CB5"/>
    <w:rsid w:val="009878BF"/>
    <w:rsid w:val="00987C39"/>
    <w:rsid w:val="00991EA8"/>
    <w:rsid w:val="0099243A"/>
    <w:rsid w:val="00996812"/>
    <w:rsid w:val="009A08EE"/>
    <w:rsid w:val="009A13BC"/>
    <w:rsid w:val="009A24D2"/>
    <w:rsid w:val="009A35C7"/>
    <w:rsid w:val="009A36C1"/>
    <w:rsid w:val="009A375B"/>
    <w:rsid w:val="009A38C6"/>
    <w:rsid w:val="009A41B2"/>
    <w:rsid w:val="009A57D8"/>
    <w:rsid w:val="009B1024"/>
    <w:rsid w:val="009B1872"/>
    <w:rsid w:val="009B1BD2"/>
    <w:rsid w:val="009B4627"/>
    <w:rsid w:val="009B511D"/>
    <w:rsid w:val="009B6872"/>
    <w:rsid w:val="009B7828"/>
    <w:rsid w:val="009C018E"/>
    <w:rsid w:val="009C0C55"/>
    <w:rsid w:val="009C36ED"/>
    <w:rsid w:val="009C438E"/>
    <w:rsid w:val="009C4AD7"/>
    <w:rsid w:val="009C5058"/>
    <w:rsid w:val="009C52E5"/>
    <w:rsid w:val="009C6B6D"/>
    <w:rsid w:val="009C75CD"/>
    <w:rsid w:val="009C7D11"/>
    <w:rsid w:val="009D1AB0"/>
    <w:rsid w:val="009D2BA3"/>
    <w:rsid w:val="009D7C7C"/>
    <w:rsid w:val="009E17BC"/>
    <w:rsid w:val="009E17EC"/>
    <w:rsid w:val="009E262F"/>
    <w:rsid w:val="009E3B9C"/>
    <w:rsid w:val="009E429C"/>
    <w:rsid w:val="009E471C"/>
    <w:rsid w:val="009E51A6"/>
    <w:rsid w:val="009E60F9"/>
    <w:rsid w:val="009E6423"/>
    <w:rsid w:val="009E662B"/>
    <w:rsid w:val="009E662C"/>
    <w:rsid w:val="009E6BE7"/>
    <w:rsid w:val="009F1CCE"/>
    <w:rsid w:val="009F226E"/>
    <w:rsid w:val="009F37D9"/>
    <w:rsid w:val="009F3DB4"/>
    <w:rsid w:val="009F3ED6"/>
    <w:rsid w:val="009F515F"/>
    <w:rsid w:val="009F64F6"/>
    <w:rsid w:val="009F721A"/>
    <w:rsid w:val="009F7F89"/>
    <w:rsid w:val="00A01857"/>
    <w:rsid w:val="00A02580"/>
    <w:rsid w:val="00A03412"/>
    <w:rsid w:val="00A03BF3"/>
    <w:rsid w:val="00A04766"/>
    <w:rsid w:val="00A064A3"/>
    <w:rsid w:val="00A06622"/>
    <w:rsid w:val="00A06CFF"/>
    <w:rsid w:val="00A13716"/>
    <w:rsid w:val="00A16094"/>
    <w:rsid w:val="00A16F2C"/>
    <w:rsid w:val="00A178BC"/>
    <w:rsid w:val="00A2054F"/>
    <w:rsid w:val="00A22CEB"/>
    <w:rsid w:val="00A2335A"/>
    <w:rsid w:val="00A31D06"/>
    <w:rsid w:val="00A32667"/>
    <w:rsid w:val="00A32D3E"/>
    <w:rsid w:val="00A3499A"/>
    <w:rsid w:val="00A354E1"/>
    <w:rsid w:val="00A378F5"/>
    <w:rsid w:val="00A37C91"/>
    <w:rsid w:val="00A4045D"/>
    <w:rsid w:val="00A4097A"/>
    <w:rsid w:val="00A40B4B"/>
    <w:rsid w:val="00A41143"/>
    <w:rsid w:val="00A4360B"/>
    <w:rsid w:val="00A43E22"/>
    <w:rsid w:val="00A440E2"/>
    <w:rsid w:val="00A441E2"/>
    <w:rsid w:val="00A445F0"/>
    <w:rsid w:val="00A4472C"/>
    <w:rsid w:val="00A4529F"/>
    <w:rsid w:val="00A457AF"/>
    <w:rsid w:val="00A51B3C"/>
    <w:rsid w:val="00A520D8"/>
    <w:rsid w:val="00A53000"/>
    <w:rsid w:val="00A54387"/>
    <w:rsid w:val="00A553A0"/>
    <w:rsid w:val="00A55CF6"/>
    <w:rsid w:val="00A55EFF"/>
    <w:rsid w:val="00A56AB6"/>
    <w:rsid w:val="00A571ED"/>
    <w:rsid w:val="00A606C9"/>
    <w:rsid w:val="00A62269"/>
    <w:rsid w:val="00A64F3F"/>
    <w:rsid w:val="00A65528"/>
    <w:rsid w:val="00A66D42"/>
    <w:rsid w:val="00A67C60"/>
    <w:rsid w:val="00A704AB"/>
    <w:rsid w:val="00A7192B"/>
    <w:rsid w:val="00A73BE2"/>
    <w:rsid w:val="00A73D9A"/>
    <w:rsid w:val="00A7459B"/>
    <w:rsid w:val="00A757D7"/>
    <w:rsid w:val="00A76D6B"/>
    <w:rsid w:val="00A76FA4"/>
    <w:rsid w:val="00A77912"/>
    <w:rsid w:val="00A80232"/>
    <w:rsid w:val="00A8206F"/>
    <w:rsid w:val="00A825EC"/>
    <w:rsid w:val="00A8294B"/>
    <w:rsid w:val="00A834AF"/>
    <w:rsid w:val="00A8472A"/>
    <w:rsid w:val="00A84FA7"/>
    <w:rsid w:val="00A85F63"/>
    <w:rsid w:val="00A86516"/>
    <w:rsid w:val="00A914F9"/>
    <w:rsid w:val="00A91C18"/>
    <w:rsid w:val="00A92520"/>
    <w:rsid w:val="00A92698"/>
    <w:rsid w:val="00A928F0"/>
    <w:rsid w:val="00A92AB8"/>
    <w:rsid w:val="00A94952"/>
    <w:rsid w:val="00A94DE2"/>
    <w:rsid w:val="00A959A3"/>
    <w:rsid w:val="00A95F12"/>
    <w:rsid w:val="00AA2579"/>
    <w:rsid w:val="00AA3EBF"/>
    <w:rsid w:val="00AA6C19"/>
    <w:rsid w:val="00AA7DE0"/>
    <w:rsid w:val="00AB0590"/>
    <w:rsid w:val="00AB06AE"/>
    <w:rsid w:val="00AB270B"/>
    <w:rsid w:val="00AB2732"/>
    <w:rsid w:val="00AB2CDE"/>
    <w:rsid w:val="00AB3165"/>
    <w:rsid w:val="00AB41DC"/>
    <w:rsid w:val="00AB4421"/>
    <w:rsid w:val="00AB4B26"/>
    <w:rsid w:val="00AB65F8"/>
    <w:rsid w:val="00AB7843"/>
    <w:rsid w:val="00AC0CAD"/>
    <w:rsid w:val="00AC1CE2"/>
    <w:rsid w:val="00AC217E"/>
    <w:rsid w:val="00AC3406"/>
    <w:rsid w:val="00AC4BF6"/>
    <w:rsid w:val="00AC4D0E"/>
    <w:rsid w:val="00AC5683"/>
    <w:rsid w:val="00AC578A"/>
    <w:rsid w:val="00AC774F"/>
    <w:rsid w:val="00AC7EA7"/>
    <w:rsid w:val="00AC7F03"/>
    <w:rsid w:val="00AD0E3B"/>
    <w:rsid w:val="00AD3356"/>
    <w:rsid w:val="00AD3DD0"/>
    <w:rsid w:val="00AD589E"/>
    <w:rsid w:val="00AD5D17"/>
    <w:rsid w:val="00AD6119"/>
    <w:rsid w:val="00AD6D62"/>
    <w:rsid w:val="00AE02FA"/>
    <w:rsid w:val="00AE0631"/>
    <w:rsid w:val="00AE069C"/>
    <w:rsid w:val="00AE12CB"/>
    <w:rsid w:val="00AE1A38"/>
    <w:rsid w:val="00AE1EFA"/>
    <w:rsid w:val="00AE2774"/>
    <w:rsid w:val="00AE2D18"/>
    <w:rsid w:val="00AE52F2"/>
    <w:rsid w:val="00AE5776"/>
    <w:rsid w:val="00AE59BD"/>
    <w:rsid w:val="00AE5C2F"/>
    <w:rsid w:val="00AE626E"/>
    <w:rsid w:val="00AE6758"/>
    <w:rsid w:val="00AE6BAA"/>
    <w:rsid w:val="00AE6F90"/>
    <w:rsid w:val="00AE7BE4"/>
    <w:rsid w:val="00AF0386"/>
    <w:rsid w:val="00AF171F"/>
    <w:rsid w:val="00AF1A36"/>
    <w:rsid w:val="00AF2D06"/>
    <w:rsid w:val="00AF5565"/>
    <w:rsid w:val="00AF5676"/>
    <w:rsid w:val="00AF6300"/>
    <w:rsid w:val="00AF6C31"/>
    <w:rsid w:val="00AF6E3F"/>
    <w:rsid w:val="00B00F91"/>
    <w:rsid w:val="00B029CF"/>
    <w:rsid w:val="00B02BC1"/>
    <w:rsid w:val="00B03A56"/>
    <w:rsid w:val="00B043AC"/>
    <w:rsid w:val="00B04E76"/>
    <w:rsid w:val="00B06094"/>
    <w:rsid w:val="00B07168"/>
    <w:rsid w:val="00B10E6E"/>
    <w:rsid w:val="00B129E1"/>
    <w:rsid w:val="00B12D69"/>
    <w:rsid w:val="00B13117"/>
    <w:rsid w:val="00B1333B"/>
    <w:rsid w:val="00B1754F"/>
    <w:rsid w:val="00B17DB3"/>
    <w:rsid w:val="00B22B47"/>
    <w:rsid w:val="00B23911"/>
    <w:rsid w:val="00B25C97"/>
    <w:rsid w:val="00B26D11"/>
    <w:rsid w:val="00B31B12"/>
    <w:rsid w:val="00B320DA"/>
    <w:rsid w:val="00B32797"/>
    <w:rsid w:val="00B32845"/>
    <w:rsid w:val="00B364B4"/>
    <w:rsid w:val="00B36567"/>
    <w:rsid w:val="00B36D76"/>
    <w:rsid w:val="00B372C6"/>
    <w:rsid w:val="00B41337"/>
    <w:rsid w:val="00B421CD"/>
    <w:rsid w:val="00B443CE"/>
    <w:rsid w:val="00B465CB"/>
    <w:rsid w:val="00B46DDE"/>
    <w:rsid w:val="00B479C0"/>
    <w:rsid w:val="00B47B0E"/>
    <w:rsid w:val="00B51C3B"/>
    <w:rsid w:val="00B524F0"/>
    <w:rsid w:val="00B5338C"/>
    <w:rsid w:val="00B538D1"/>
    <w:rsid w:val="00B54D7A"/>
    <w:rsid w:val="00B55BE6"/>
    <w:rsid w:val="00B56C71"/>
    <w:rsid w:val="00B57346"/>
    <w:rsid w:val="00B576E6"/>
    <w:rsid w:val="00B57C4F"/>
    <w:rsid w:val="00B618CD"/>
    <w:rsid w:val="00B62BD3"/>
    <w:rsid w:val="00B64374"/>
    <w:rsid w:val="00B663ED"/>
    <w:rsid w:val="00B71C44"/>
    <w:rsid w:val="00B73A26"/>
    <w:rsid w:val="00B751E6"/>
    <w:rsid w:val="00B762EE"/>
    <w:rsid w:val="00B7688E"/>
    <w:rsid w:val="00B818D8"/>
    <w:rsid w:val="00B84B71"/>
    <w:rsid w:val="00B85B07"/>
    <w:rsid w:val="00B85F83"/>
    <w:rsid w:val="00B86E6E"/>
    <w:rsid w:val="00B90CE8"/>
    <w:rsid w:val="00B913F6"/>
    <w:rsid w:val="00B932F2"/>
    <w:rsid w:val="00B93591"/>
    <w:rsid w:val="00B94EAB"/>
    <w:rsid w:val="00B953F3"/>
    <w:rsid w:val="00B95778"/>
    <w:rsid w:val="00B9732F"/>
    <w:rsid w:val="00BA0F43"/>
    <w:rsid w:val="00BA1E8D"/>
    <w:rsid w:val="00BA5154"/>
    <w:rsid w:val="00BA5896"/>
    <w:rsid w:val="00BA595A"/>
    <w:rsid w:val="00BA7765"/>
    <w:rsid w:val="00BB08F5"/>
    <w:rsid w:val="00BB1B75"/>
    <w:rsid w:val="00BB2BB4"/>
    <w:rsid w:val="00BB3099"/>
    <w:rsid w:val="00BB5CFC"/>
    <w:rsid w:val="00BC0AE7"/>
    <w:rsid w:val="00BC0DF8"/>
    <w:rsid w:val="00BC1708"/>
    <w:rsid w:val="00BC3CEE"/>
    <w:rsid w:val="00BC41F4"/>
    <w:rsid w:val="00BC5359"/>
    <w:rsid w:val="00BC6D70"/>
    <w:rsid w:val="00BD1399"/>
    <w:rsid w:val="00BD2BC8"/>
    <w:rsid w:val="00BD30D5"/>
    <w:rsid w:val="00BD533A"/>
    <w:rsid w:val="00BD6713"/>
    <w:rsid w:val="00BD6B82"/>
    <w:rsid w:val="00BD7B22"/>
    <w:rsid w:val="00BE01E9"/>
    <w:rsid w:val="00BE1A5F"/>
    <w:rsid w:val="00BE1D9B"/>
    <w:rsid w:val="00BE2FB4"/>
    <w:rsid w:val="00BE2FE8"/>
    <w:rsid w:val="00BE37D8"/>
    <w:rsid w:val="00BE52D0"/>
    <w:rsid w:val="00BE7C76"/>
    <w:rsid w:val="00BF1EDC"/>
    <w:rsid w:val="00BF2A0C"/>
    <w:rsid w:val="00BF3057"/>
    <w:rsid w:val="00BF366F"/>
    <w:rsid w:val="00BF57C5"/>
    <w:rsid w:val="00BF5F25"/>
    <w:rsid w:val="00BF6808"/>
    <w:rsid w:val="00BF6A87"/>
    <w:rsid w:val="00BF6F53"/>
    <w:rsid w:val="00C001F9"/>
    <w:rsid w:val="00C02153"/>
    <w:rsid w:val="00C045DC"/>
    <w:rsid w:val="00C05C44"/>
    <w:rsid w:val="00C06510"/>
    <w:rsid w:val="00C07B73"/>
    <w:rsid w:val="00C10371"/>
    <w:rsid w:val="00C11189"/>
    <w:rsid w:val="00C11622"/>
    <w:rsid w:val="00C11957"/>
    <w:rsid w:val="00C16E1D"/>
    <w:rsid w:val="00C17357"/>
    <w:rsid w:val="00C17EB1"/>
    <w:rsid w:val="00C2071E"/>
    <w:rsid w:val="00C20993"/>
    <w:rsid w:val="00C212C1"/>
    <w:rsid w:val="00C217C9"/>
    <w:rsid w:val="00C23EEC"/>
    <w:rsid w:val="00C240B8"/>
    <w:rsid w:val="00C2472D"/>
    <w:rsid w:val="00C25BCC"/>
    <w:rsid w:val="00C260E3"/>
    <w:rsid w:val="00C30E50"/>
    <w:rsid w:val="00C336D7"/>
    <w:rsid w:val="00C33B74"/>
    <w:rsid w:val="00C3428D"/>
    <w:rsid w:val="00C35CF9"/>
    <w:rsid w:val="00C4118A"/>
    <w:rsid w:val="00C41C84"/>
    <w:rsid w:val="00C42ABC"/>
    <w:rsid w:val="00C43C80"/>
    <w:rsid w:val="00C44C2C"/>
    <w:rsid w:val="00C472D0"/>
    <w:rsid w:val="00C4742E"/>
    <w:rsid w:val="00C47512"/>
    <w:rsid w:val="00C509B2"/>
    <w:rsid w:val="00C51F82"/>
    <w:rsid w:val="00C52373"/>
    <w:rsid w:val="00C531D8"/>
    <w:rsid w:val="00C53975"/>
    <w:rsid w:val="00C5473E"/>
    <w:rsid w:val="00C562A9"/>
    <w:rsid w:val="00C570C2"/>
    <w:rsid w:val="00C57E2B"/>
    <w:rsid w:val="00C613B6"/>
    <w:rsid w:val="00C61E3D"/>
    <w:rsid w:val="00C62FB6"/>
    <w:rsid w:val="00C66131"/>
    <w:rsid w:val="00C67A11"/>
    <w:rsid w:val="00C67E02"/>
    <w:rsid w:val="00C70F81"/>
    <w:rsid w:val="00C71576"/>
    <w:rsid w:val="00C71B57"/>
    <w:rsid w:val="00C72C90"/>
    <w:rsid w:val="00C73FBC"/>
    <w:rsid w:val="00C743DA"/>
    <w:rsid w:val="00C75B82"/>
    <w:rsid w:val="00C7615D"/>
    <w:rsid w:val="00C76A83"/>
    <w:rsid w:val="00C772FE"/>
    <w:rsid w:val="00C77C20"/>
    <w:rsid w:val="00C800C0"/>
    <w:rsid w:val="00C80B22"/>
    <w:rsid w:val="00C81770"/>
    <w:rsid w:val="00C835EA"/>
    <w:rsid w:val="00C84709"/>
    <w:rsid w:val="00C84C05"/>
    <w:rsid w:val="00C865DD"/>
    <w:rsid w:val="00C869D1"/>
    <w:rsid w:val="00C87078"/>
    <w:rsid w:val="00C870CF"/>
    <w:rsid w:val="00C9095F"/>
    <w:rsid w:val="00C93006"/>
    <w:rsid w:val="00C937A1"/>
    <w:rsid w:val="00CA006F"/>
    <w:rsid w:val="00CA0BE5"/>
    <w:rsid w:val="00CA13B5"/>
    <w:rsid w:val="00CA15B9"/>
    <w:rsid w:val="00CA1E59"/>
    <w:rsid w:val="00CA2185"/>
    <w:rsid w:val="00CA7D8C"/>
    <w:rsid w:val="00CB2680"/>
    <w:rsid w:val="00CB3A4A"/>
    <w:rsid w:val="00CB4231"/>
    <w:rsid w:val="00CB4555"/>
    <w:rsid w:val="00CB522A"/>
    <w:rsid w:val="00CB661D"/>
    <w:rsid w:val="00CB6A4D"/>
    <w:rsid w:val="00CB758C"/>
    <w:rsid w:val="00CC1140"/>
    <w:rsid w:val="00CC2D41"/>
    <w:rsid w:val="00CC4211"/>
    <w:rsid w:val="00CC490D"/>
    <w:rsid w:val="00CC4E05"/>
    <w:rsid w:val="00CC6326"/>
    <w:rsid w:val="00CC66B2"/>
    <w:rsid w:val="00CD1279"/>
    <w:rsid w:val="00CD16D8"/>
    <w:rsid w:val="00CD1B99"/>
    <w:rsid w:val="00CD39DD"/>
    <w:rsid w:val="00CD3D8C"/>
    <w:rsid w:val="00CD71D4"/>
    <w:rsid w:val="00CE056E"/>
    <w:rsid w:val="00CE1678"/>
    <w:rsid w:val="00CE1EC7"/>
    <w:rsid w:val="00CE218A"/>
    <w:rsid w:val="00CE22E5"/>
    <w:rsid w:val="00CE23BD"/>
    <w:rsid w:val="00CE242F"/>
    <w:rsid w:val="00CE344C"/>
    <w:rsid w:val="00CE41C6"/>
    <w:rsid w:val="00CE42A1"/>
    <w:rsid w:val="00CE45EA"/>
    <w:rsid w:val="00CE4C66"/>
    <w:rsid w:val="00CE5514"/>
    <w:rsid w:val="00CE5E90"/>
    <w:rsid w:val="00CE6B3E"/>
    <w:rsid w:val="00CF07D5"/>
    <w:rsid w:val="00CF088C"/>
    <w:rsid w:val="00CF19D2"/>
    <w:rsid w:val="00CF24D1"/>
    <w:rsid w:val="00CF28A9"/>
    <w:rsid w:val="00CF2C0E"/>
    <w:rsid w:val="00CF314C"/>
    <w:rsid w:val="00CF4107"/>
    <w:rsid w:val="00CF45AC"/>
    <w:rsid w:val="00CF4AB6"/>
    <w:rsid w:val="00CF5E76"/>
    <w:rsid w:val="00CF5F34"/>
    <w:rsid w:val="00CF7EEA"/>
    <w:rsid w:val="00D00374"/>
    <w:rsid w:val="00D00543"/>
    <w:rsid w:val="00D00844"/>
    <w:rsid w:val="00D02EBD"/>
    <w:rsid w:val="00D02FF6"/>
    <w:rsid w:val="00D04446"/>
    <w:rsid w:val="00D045BF"/>
    <w:rsid w:val="00D062A5"/>
    <w:rsid w:val="00D073F1"/>
    <w:rsid w:val="00D075ED"/>
    <w:rsid w:val="00D07A61"/>
    <w:rsid w:val="00D11DCA"/>
    <w:rsid w:val="00D1254B"/>
    <w:rsid w:val="00D140AB"/>
    <w:rsid w:val="00D15DBD"/>
    <w:rsid w:val="00D1759C"/>
    <w:rsid w:val="00D17DDD"/>
    <w:rsid w:val="00D21BB2"/>
    <w:rsid w:val="00D2204F"/>
    <w:rsid w:val="00D22BF2"/>
    <w:rsid w:val="00D23122"/>
    <w:rsid w:val="00D23706"/>
    <w:rsid w:val="00D241D1"/>
    <w:rsid w:val="00D244F3"/>
    <w:rsid w:val="00D255B9"/>
    <w:rsid w:val="00D25C4D"/>
    <w:rsid w:val="00D268B8"/>
    <w:rsid w:val="00D273B2"/>
    <w:rsid w:val="00D31A9A"/>
    <w:rsid w:val="00D31DD1"/>
    <w:rsid w:val="00D32A8C"/>
    <w:rsid w:val="00D33945"/>
    <w:rsid w:val="00D343EA"/>
    <w:rsid w:val="00D34513"/>
    <w:rsid w:val="00D34653"/>
    <w:rsid w:val="00D34FD7"/>
    <w:rsid w:val="00D351D7"/>
    <w:rsid w:val="00D356AB"/>
    <w:rsid w:val="00D36E55"/>
    <w:rsid w:val="00D43604"/>
    <w:rsid w:val="00D467E6"/>
    <w:rsid w:val="00D4685B"/>
    <w:rsid w:val="00D47503"/>
    <w:rsid w:val="00D51E32"/>
    <w:rsid w:val="00D53A41"/>
    <w:rsid w:val="00D563AB"/>
    <w:rsid w:val="00D56CA0"/>
    <w:rsid w:val="00D574C3"/>
    <w:rsid w:val="00D57919"/>
    <w:rsid w:val="00D60A21"/>
    <w:rsid w:val="00D627DA"/>
    <w:rsid w:val="00D66002"/>
    <w:rsid w:val="00D66A7F"/>
    <w:rsid w:val="00D67004"/>
    <w:rsid w:val="00D674FD"/>
    <w:rsid w:val="00D70ADA"/>
    <w:rsid w:val="00D73CC3"/>
    <w:rsid w:val="00D7446E"/>
    <w:rsid w:val="00D75470"/>
    <w:rsid w:val="00D760EE"/>
    <w:rsid w:val="00D7733C"/>
    <w:rsid w:val="00D80063"/>
    <w:rsid w:val="00D815C3"/>
    <w:rsid w:val="00D8287E"/>
    <w:rsid w:val="00D84085"/>
    <w:rsid w:val="00D84402"/>
    <w:rsid w:val="00D84E2D"/>
    <w:rsid w:val="00D86795"/>
    <w:rsid w:val="00D86AF5"/>
    <w:rsid w:val="00D920E4"/>
    <w:rsid w:val="00D9216D"/>
    <w:rsid w:val="00D9454D"/>
    <w:rsid w:val="00D950AC"/>
    <w:rsid w:val="00D97587"/>
    <w:rsid w:val="00DA02B7"/>
    <w:rsid w:val="00DA0B29"/>
    <w:rsid w:val="00DA153E"/>
    <w:rsid w:val="00DA1551"/>
    <w:rsid w:val="00DA6B6D"/>
    <w:rsid w:val="00DB1DA7"/>
    <w:rsid w:val="00DB3267"/>
    <w:rsid w:val="00DB3C83"/>
    <w:rsid w:val="00DB3CEE"/>
    <w:rsid w:val="00DB4917"/>
    <w:rsid w:val="00DB4B1C"/>
    <w:rsid w:val="00DB5B3A"/>
    <w:rsid w:val="00DB6093"/>
    <w:rsid w:val="00DB637F"/>
    <w:rsid w:val="00DB6632"/>
    <w:rsid w:val="00DB7623"/>
    <w:rsid w:val="00DB7B66"/>
    <w:rsid w:val="00DC0407"/>
    <w:rsid w:val="00DC0B69"/>
    <w:rsid w:val="00DC1634"/>
    <w:rsid w:val="00DC3A42"/>
    <w:rsid w:val="00DC53B2"/>
    <w:rsid w:val="00DC5508"/>
    <w:rsid w:val="00DC5EDB"/>
    <w:rsid w:val="00DC6B22"/>
    <w:rsid w:val="00DC7F2F"/>
    <w:rsid w:val="00DD2192"/>
    <w:rsid w:val="00DD381B"/>
    <w:rsid w:val="00DD525E"/>
    <w:rsid w:val="00DD56E4"/>
    <w:rsid w:val="00DE14DE"/>
    <w:rsid w:val="00DE1561"/>
    <w:rsid w:val="00DE1D71"/>
    <w:rsid w:val="00DE337F"/>
    <w:rsid w:val="00DE377F"/>
    <w:rsid w:val="00DE57C2"/>
    <w:rsid w:val="00DE5932"/>
    <w:rsid w:val="00DE67DA"/>
    <w:rsid w:val="00DE6FA9"/>
    <w:rsid w:val="00DE71BB"/>
    <w:rsid w:val="00DE741B"/>
    <w:rsid w:val="00DE76DB"/>
    <w:rsid w:val="00DE7D58"/>
    <w:rsid w:val="00DF025B"/>
    <w:rsid w:val="00DF08B0"/>
    <w:rsid w:val="00DF3470"/>
    <w:rsid w:val="00DF45F9"/>
    <w:rsid w:val="00DF508C"/>
    <w:rsid w:val="00DF689D"/>
    <w:rsid w:val="00E00E8D"/>
    <w:rsid w:val="00E013F9"/>
    <w:rsid w:val="00E035DA"/>
    <w:rsid w:val="00E0378D"/>
    <w:rsid w:val="00E04D35"/>
    <w:rsid w:val="00E07000"/>
    <w:rsid w:val="00E10241"/>
    <w:rsid w:val="00E108BD"/>
    <w:rsid w:val="00E1151E"/>
    <w:rsid w:val="00E1355F"/>
    <w:rsid w:val="00E14399"/>
    <w:rsid w:val="00E14EC7"/>
    <w:rsid w:val="00E15D2F"/>
    <w:rsid w:val="00E20872"/>
    <w:rsid w:val="00E22234"/>
    <w:rsid w:val="00E23674"/>
    <w:rsid w:val="00E241C2"/>
    <w:rsid w:val="00E243C6"/>
    <w:rsid w:val="00E24D98"/>
    <w:rsid w:val="00E25EED"/>
    <w:rsid w:val="00E26132"/>
    <w:rsid w:val="00E26D36"/>
    <w:rsid w:val="00E2743B"/>
    <w:rsid w:val="00E3023D"/>
    <w:rsid w:val="00E32129"/>
    <w:rsid w:val="00E326F4"/>
    <w:rsid w:val="00E330D3"/>
    <w:rsid w:val="00E3361E"/>
    <w:rsid w:val="00E34F28"/>
    <w:rsid w:val="00E3576E"/>
    <w:rsid w:val="00E3610B"/>
    <w:rsid w:val="00E37716"/>
    <w:rsid w:val="00E409B7"/>
    <w:rsid w:val="00E4116E"/>
    <w:rsid w:val="00E41A13"/>
    <w:rsid w:val="00E42749"/>
    <w:rsid w:val="00E42822"/>
    <w:rsid w:val="00E440D9"/>
    <w:rsid w:val="00E4460C"/>
    <w:rsid w:val="00E46281"/>
    <w:rsid w:val="00E47414"/>
    <w:rsid w:val="00E47F95"/>
    <w:rsid w:val="00E47F9E"/>
    <w:rsid w:val="00E519CD"/>
    <w:rsid w:val="00E51ECA"/>
    <w:rsid w:val="00E5347B"/>
    <w:rsid w:val="00E53DC3"/>
    <w:rsid w:val="00E54CD6"/>
    <w:rsid w:val="00E555B1"/>
    <w:rsid w:val="00E55C87"/>
    <w:rsid w:val="00E57208"/>
    <w:rsid w:val="00E60540"/>
    <w:rsid w:val="00E6246C"/>
    <w:rsid w:val="00E63F69"/>
    <w:rsid w:val="00E64F6C"/>
    <w:rsid w:val="00E6531D"/>
    <w:rsid w:val="00E67FE3"/>
    <w:rsid w:val="00E706E6"/>
    <w:rsid w:val="00E71DBE"/>
    <w:rsid w:val="00E73831"/>
    <w:rsid w:val="00E74C95"/>
    <w:rsid w:val="00E74F6E"/>
    <w:rsid w:val="00E75BA0"/>
    <w:rsid w:val="00E77813"/>
    <w:rsid w:val="00E82AA3"/>
    <w:rsid w:val="00E85111"/>
    <w:rsid w:val="00E86269"/>
    <w:rsid w:val="00E873BD"/>
    <w:rsid w:val="00E87947"/>
    <w:rsid w:val="00E87A28"/>
    <w:rsid w:val="00E9229C"/>
    <w:rsid w:val="00E92DD1"/>
    <w:rsid w:val="00E95413"/>
    <w:rsid w:val="00E96EB3"/>
    <w:rsid w:val="00EA0372"/>
    <w:rsid w:val="00EA15EF"/>
    <w:rsid w:val="00EA2D2B"/>
    <w:rsid w:val="00EA51FC"/>
    <w:rsid w:val="00EA621B"/>
    <w:rsid w:val="00EA6D3B"/>
    <w:rsid w:val="00EA7BC1"/>
    <w:rsid w:val="00EB1824"/>
    <w:rsid w:val="00EB1D3E"/>
    <w:rsid w:val="00EB22A0"/>
    <w:rsid w:val="00EB25CD"/>
    <w:rsid w:val="00EB2A94"/>
    <w:rsid w:val="00EB4330"/>
    <w:rsid w:val="00EB4AF9"/>
    <w:rsid w:val="00EB54E2"/>
    <w:rsid w:val="00EC0FA6"/>
    <w:rsid w:val="00EC37F6"/>
    <w:rsid w:val="00EC4508"/>
    <w:rsid w:val="00EC5FD1"/>
    <w:rsid w:val="00EC61E4"/>
    <w:rsid w:val="00EC761B"/>
    <w:rsid w:val="00ED2341"/>
    <w:rsid w:val="00ED26E5"/>
    <w:rsid w:val="00ED6187"/>
    <w:rsid w:val="00ED65AD"/>
    <w:rsid w:val="00ED74FF"/>
    <w:rsid w:val="00ED7B12"/>
    <w:rsid w:val="00EE08C3"/>
    <w:rsid w:val="00EE1E9C"/>
    <w:rsid w:val="00EE2500"/>
    <w:rsid w:val="00EE252C"/>
    <w:rsid w:val="00EE276F"/>
    <w:rsid w:val="00EE29B0"/>
    <w:rsid w:val="00EE47F1"/>
    <w:rsid w:val="00EE509D"/>
    <w:rsid w:val="00EE5AF9"/>
    <w:rsid w:val="00EE653F"/>
    <w:rsid w:val="00EE7CA2"/>
    <w:rsid w:val="00EF2239"/>
    <w:rsid w:val="00EF3A27"/>
    <w:rsid w:val="00EF4F7D"/>
    <w:rsid w:val="00EF7B99"/>
    <w:rsid w:val="00F01E32"/>
    <w:rsid w:val="00F02512"/>
    <w:rsid w:val="00F028B5"/>
    <w:rsid w:val="00F05ECE"/>
    <w:rsid w:val="00F063EE"/>
    <w:rsid w:val="00F069E8"/>
    <w:rsid w:val="00F0776E"/>
    <w:rsid w:val="00F11304"/>
    <w:rsid w:val="00F120C0"/>
    <w:rsid w:val="00F1278E"/>
    <w:rsid w:val="00F13E2B"/>
    <w:rsid w:val="00F13F24"/>
    <w:rsid w:val="00F14C93"/>
    <w:rsid w:val="00F1604E"/>
    <w:rsid w:val="00F16C87"/>
    <w:rsid w:val="00F16E6A"/>
    <w:rsid w:val="00F16F98"/>
    <w:rsid w:val="00F171A4"/>
    <w:rsid w:val="00F2296D"/>
    <w:rsid w:val="00F23A61"/>
    <w:rsid w:val="00F24392"/>
    <w:rsid w:val="00F26350"/>
    <w:rsid w:val="00F27864"/>
    <w:rsid w:val="00F31C91"/>
    <w:rsid w:val="00F33062"/>
    <w:rsid w:val="00F33B1A"/>
    <w:rsid w:val="00F33F98"/>
    <w:rsid w:val="00F347A0"/>
    <w:rsid w:val="00F348BA"/>
    <w:rsid w:val="00F35D97"/>
    <w:rsid w:val="00F35E2C"/>
    <w:rsid w:val="00F3621B"/>
    <w:rsid w:val="00F36A4A"/>
    <w:rsid w:val="00F36DEC"/>
    <w:rsid w:val="00F3750D"/>
    <w:rsid w:val="00F375E8"/>
    <w:rsid w:val="00F37D0C"/>
    <w:rsid w:val="00F40B2B"/>
    <w:rsid w:val="00F41333"/>
    <w:rsid w:val="00F42063"/>
    <w:rsid w:val="00F4273E"/>
    <w:rsid w:val="00F42C5E"/>
    <w:rsid w:val="00F43FF9"/>
    <w:rsid w:val="00F44589"/>
    <w:rsid w:val="00F46405"/>
    <w:rsid w:val="00F474B5"/>
    <w:rsid w:val="00F501B0"/>
    <w:rsid w:val="00F519AE"/>
    <w:rsid w:val="00F53722"/>
    <w:rsid w:val="00F54767"/>
    <w:rsid w:val="00F57A13"/>
    <w:rsid w:val="00F620A4"/>
    <w:rsid w:val="00F63239"/>
    <w:rsid w:val="00F64124"/>
    <w:rsid w:val="00F644AC"/>
    <w:rsid w:val="00F64F98"/>
    <w:rsid w:val="00F658A6"/>
    <w:rsid w:val="00F66454"/>
    <w:rsid w:val="00F6698C"/>
    <w:rsid w:val="00F70734"/>
    <w:rsid w:val="00F71867"/>
    <w:rsid w:val="00F7202A"/>
    <w:rsid w:val="00F72061"/>
    <w:rsid w:val="00F73355"/>
    <w:rsid w:val="00F734C5"/>
    <w:rsid w:val="00F73B64"/>
    <w:rsid w:val="00F7465F"/>
    <w:rsid w:val="00F74B54"/>
    <w:rsid w:val="00F74E9F"/>
    <w:rsid w:val="00F75BC6"/>
    <w:rsid w:val="00F77B6E"/>
    <w:rsid w:val="00F8197B"/>
    <w:rsid w:val="00F83139"/>
    <w:rsid w:val="00F83207"/>
    <w:rsid w:val="00F83C0A"/>
    <w:rsid w:val="00F84394"/>
    <w:rsid w:val="00F86842"/>
    <w:rsid w:val="00F869C1"/>
    <w:rsid w:val="00F86D27"/>
    <w:rsid w:val="00F86ECE"/>
    <w:rsid w:val="00F8752C"/>
    <w:rsid w:val="00F90EDC"/>
    <w:rsid w:val="00F9272E"/>
    <w:rsid w:val="00F92915"/>
    <w:rsid w:val="00F92DC7"/>
    <w:rsid w:val="00F93771"/>
    <w:rsid w:val="00F93CBA"/>
    <w:rsid w:val="00F93EE3"/>
    <w:rsid w:val="00F94A9D"/>
    <w:rsid w:val="00F95774"/>
    <w:rsid w:val="00F96655"/>
    <w:rsid w:val="00F97DAA"/>
    <w:rsid w:val="00FA220A"/>
    <w:rsid w:val="00FA700B"/>
    <w:rsid w:val="00FA7109"/>
    <w:rsid w:val="00FB01FD"/>
    <w:rsid w:val="00FB1178"/>
    <w:rsid w:val="00FB313A"/>
    <w:rsid w:val="00FB494A"/>
    <w:rsid w:val="00FB4B24"/>
    <w:rsid w:val="00FB5F2F"/>
    <w:rsid w:val="00FB7DB7"/>
    <w:rsid w:val="00FC0501"/>
    <w:rsid w:val="00FC0D17"/>
    <w:rsid w:val="00FC25A9"/>
    <w:rsid w:val="00FC2E7E"/>
    <w:rsid w:val="00FC347E"/>
    <w:rsid w:val="00FC3974"/>
    <w:rsid w:val="00FC3D22"/>
    <w:rsid w:val="00FC3E64"/>
    <w:rsid w:val="00FC3F3D"/>
    <w:rsid w:val="00FC4081"/>
    <w:rsid w:val="00FC5D20"/>
    <w:rsid w:val="00FC676F"/>
    <w:rsid w:val="00FC7DA5"/>
    <w:rsid w:val="00FD0264"/>
    <w:rsid w:val="00FD3C6C"/>
    <w:rsid w:val="00FD5161"/>
    <w:rsid w:val="00FD64DA"/>
    <w:rsid w:val="00FD6AFA"/>
    <w:rsid w:val="00FD7766"/>
    <w:rsid w:val="00FE16FB"/>
    <w:rsid w:val="00FE3B64"/>
    <w:rsid w:val="00FE3B67"/>
    <w:rsid w:val="00FE4EC9"/>
    <w:rsid w:val="00FE4F80"/>
    <w:rsid w:val="00FE5CF6"/>
    <w:rsid w:val="00FE6CCB"/>
    <w:rsid w:val="00FE7E53"/>
    <w:rsid w:val="00FF02B1"/>
    <w:rsid w:val="00FF0B4E"/>
    <w:rsid w:val="00FF26B8"/>
    <w:rsid w:val="00FF35C3"/>
    <w:rsid w:val="00FF4F17"/>
    <w:rsid w:val="00FF5E8B"/>
    <w:rsid w:val="00FF68A1"/>
    <w:rsid w:val="00FF6BD8"/>
    <w:rsid w:val="00FF78E1"/>
    <w:rsid w:val="065767B7"/>
    <w:rsid w:val="07E383FE"/>
    <w:rsid w:val="087BD0EE"/>
    <w:rsid w:val="09748007"/>
    <w:rsid w:val="0F3158B2"/>
    <w:rsid w:val="11A6F248"/>
    <w:rsid w:val="121619C5"/>
    <w:rsid w:val="1CC9E633"/>
    <w:rsid w:val="1CF9389E"/>
    <w:rsid w:val="251A2208"/>
    <w:rsid w:val="28A36C99"/>
    <w:rsid w:val="2E93C031"/>
    <w:rsid w:val="31F45C52"/>
    <w:rsid w:val="34DCB419"/>
    <w:rsid w:val="367D55B7"/>
    <w:rsid w:val="3ABEB291"/>
    <w:rsid w:val="3CEAB37C"/>
    <w:rsid w:val="3D237611"/>
    <w:rsid w:val="40280004"/>
    <w:rsid w:val="4502EF2B"/>
    <w:rsid w:val="467707C6"/>
    <w:rsid w:val="4DE333D5"/>
    <w:rsid w:val="52F63F17"/>
    <w:rsid w:val="56B26DDD"/>
    <w:rsid w:val="5A496354"/>
    <w:rsid w:val="5B3C0450"/>
    <w:rsid w:val="68AE3A77"/>
    <w:rsid w:val="68DDCCC5"/>
    <w:rsid w:val="69789A19"/>
    <w:rsid w:val="6D9F1566"/>
    <w:rsid w:val="6E50DD15"/>
    <w:rsid w:val="74BD6283"/>
    <w:rsid w:val="7505B090"/>
    <w:rsid w:val="7A45C602"/>
    <w:rsid w:val="7C00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0ABC880D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5E60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paragraph" w:customStyle="1" w:styleId="paragraph">
    <w:name w:val="paragraph"/>
    <w:basedOn w:val="Normal"/>
    <w:rsid w:val="00541EC9"/>
    <w:pPr>
      <w:spacing w:before="100" w:beforeAutospacing="1" w:after="100" w:afterAutospacing="1"/>
    </w:pPr>
    <w:rPr>
      <w:lang w:val="en-US"/>
    </w:rPr>
  </w:style>
  <w:style w:type="character" w:styleId="Strong">
    <w:name w:val="Strong"/>
    <w:basedOn w:val="DefaultParagraphFont"/>
    <w:uiPriority w:val="22"/>
    <w:qFormat/>
    <w:rsid w:val="0085152A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4677D0"/>
    <w:rPr>
      <w:color w:val="605E5C"/>
      <w:shd w:val="clear" w:color="auto" w:fill="E1DFDD"/>
    </w:rPr>
  </w:style>
  <w:style w:type="paragraph" w:customStyle="1" w:styleId="Links">
    <w:name w:val="Links"/>
    <w:basedOn w:val="Normal"/>
    <w:link w:val="LinksChar"/>
    <w:qFormat/>
    <w:rsid w:val="00544BEC"/>
    <w:pPr>
      <w:numPr>
        <w:numId w:val="3"/>
      </w:numPr>
      <w:spacing w:before="240"/>
      <w:jc w:val="both"/>
    </w:pPr>
    <w:rPr>
      <w:i/>
      <w:color w:val="0000FF"/>
      <w:u w:val="single"/>
    </w:rPr>
  </w:style>
  <w:style w:type="character" w:customStyle="1" w:styleId="LinksChar">
    <w:name w:val="Links Char"/>
    <w:basedOn w:val="ListParagraphChar"/>
    <w:link w:val="Links"/>
    <w:rsid w:val="00544BEC"/>
    <w:rPr>
      <w:i/>
      <w:color w:val="0000FF"/>
      <w:sz w:val="24"/>
      <w:szCs w:val="24"/>
      <w:u w:val="single"/>
      <w:lang w:eastAsia="en-US"/>
    </w:rPr>
  </w:style>
  <w:style w:type="character" w:customStyle="1" w:styleId="scxw159490660">
    <w:name w:val="scxw159490660"/>
    <w:basedOn w:val="DefaultParagraphFont"/>
    <w:rsid w:val="004C7BE3"/>
  </w:style>
  <w:style w:type="character" w:customStyle="1" w:styleId="scxw18121104">
    <w:name w:val="scxw18121104"/>
    <w:basedOn w:val="DefaultParagraphFont"/>
    <w:rsid w:val="004C7BE3"/>
  </w:style>
  <w:style w:type="character" w:customStyle="1" w:styleId="scxw64604852">
    <w:name w:val="scxw64604852"/>
    <w:basedOn w:val="DefaultParagraphFont"/>
    <w:rsid w:val="00C16E1D"/>
  </w:style>
  <w:style w:type="character" w:customStyle="1" w:styleId="wacimagecontainer">
    <w:name w:val="wacimagecontainer"/>
    <w:basedOn w:val="DefaultParagraphFont"/>
    <w:rsid w:val="00C16E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8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1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0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9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0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1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7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7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7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3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2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8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4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3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8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6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7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64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9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7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5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9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0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3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8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6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6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3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7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8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897424">
          <w:marLeft w:val="547"/>
          <w:marRight w:val="0"/>
          <w:marTop w:val="6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7403">
          <w:marLeft w:val="547"/>
          <w:marRight w:val="0"/>
          <w:marTop w:val="6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59438">
          <w:marLeft w:val="274"/>
          <w:marRight w:val="0"/>
          <w:marTop w:val="6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73802">
          <w:marLeft w:val="274"/>
          <w:marRight w:val="0"/>
          <w:marTop w:val="6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23749">
          <w:marLeft w:val="274"/>
          <w:marRight w:val="0"/>
          <w:marTop w:val="6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6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2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4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1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3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5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7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3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2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2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5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8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56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1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74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9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07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3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1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17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09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46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62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2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7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65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58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11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9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08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8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4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8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14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63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5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7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09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7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8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8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0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8B0C3FB496384B92CB0277224434C8" ma:contentTypeVersion="28" ma:contentTypeDescription="Create a new document." ma:contentTypeScope="" ma:versionID="46b2833c54ea31a171b1ac04620b7ab3">
  <xsd:schema xmlns:xsd="http://www.w3.org/2001/XMLSchema" xmlns:xs="http://www.w3.org/2001/XMLSchema" xmlns:p="http://schemas.microsoft.com/office/2006/metadata/properties" xmlns:ns2="b65d37fc-5335-47ce-b298-477afd94d99b" xmlns:ns3="ffcdf2b0-1459-4444-989c-847f95dff766" targetNamespace="http://schemas.microsoft.com/office/2006/metadata/properties" ma:root="true" ma:fieldsID="fc293838794196c54457b8a47e83e9df" ns2:_="" ns3:_="">
    <xsd:import namespace="b65d37fc-5335-47ce-b298-477afd94d99b"/>
    <xsd:import namespace="ffcdf2b0-1459-4444-989c-847f95dff766"/>
    <xsd:element name="properties">
      <xsd:complexType>
        <xsd:sequence>
          <xsd:element name="documentManagement">
            <xsd:complexType>
              <xsd:all>
                <xsd:element ref="ns2:Deliverable_x0020_Id" minOccurs="0"/>
                <xsd:element ref="ns2:Deliverable_x0020_Status" minOccurs="0"/>
                <xsd:element ref="ns2:Deliverable_x0020_Version" minOccurs="0"/>
                <xsd:element ref="ns2:RfA" minOccurs="0"/>
                <xsd:element ref="ns2:Delivery_x0020_Date" minOccurs="0"/>
                <xsd:element ref="ns2:SC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5d37fc-5335-47ce-b298-477afd94d99b" elementFormDefault="qualified">
    <xsd:import namespace="http://schemas.microsoft.com/office/2006/documentManagement/types"/>
    <xsd:import namespace="http://schemas.microsoft.com/office/infopath/2007/PartnerControls"/>
    <xsd:element name="Deliverable_x0020_Id" ma:index="4" nillable="true" ma:displayName="Deliverable Id" ma:description="It is required for deliveries" ma:internalName="Deliverable_x0020_Id" ma:readOnly="false">
      <xsd:simpleType>
        <xsd:restriction base="dms:Text">
          <xsd:maxLength value="255"/>
        </xsd:restriction>
      </xsd:simpleType>
    </xsd:element>
    <xsd:element name="Deliverable_x0020_Status" ma:index="5" nillable="true" ma:displayName="Deliverable Status" ma:description="Status of the deliverable version." ma:format="Dropdown" ma:internalName="Deliverable_x0020_Status" ma:readOnly="false">
      <xsd:simpleType>
        <xsd:restriction base="dms:Choice">
          <xsd:enumeration value="Working"/>
          <xsd:enumeration value="Internal QR"/>
          <xsd:enumeration value="Draft"/>
          <xsd:enumeration value="SfI"/>
          <xsd:enumeration value="SfR"/>
          <xsd:enumeration value="SfA"/>
        </xsd:restriction>
      </xsd:simpleType>
    </xsd:element>
    <xsd:element name="Deliverable_x0020_Version" ma:index="6" nillable="true" ma:displayName="Deliverable Version" ma:description="Version of the deliverable (TAXUD version)" ma:internalName="Deliverable_x0020_Version" ma:readOnly="false">
      <xsd:simpleType>
        <xsd:restriction base="dms:Text">
          <xsd:maxLength value="255"/>
        </xsd:restriction>
      </xsd:simpleType>
    </xsd:element>
    <xsd:element name="RfA" ma:index="7" nillable="true" ma:displayName="RfA" ma:internalName="RfA" ma:readOnly="false">
      <xsd:simpleType>
        <xsd:restriction base="dms:Text">
          <xsd:maxLength value="255"/>
        </xsd:restriction>
      </xsd:simpleType>
    </xsd:element>
    <xsd:element name="Delivery_x0020_Date" ma:index="8" nillable="true" ma:displayName="Delivery Date" ma:description="Only for Deliverables" ma:format="DateOnly" ma:internalName="Delivery_x0020_Date" ma:readOnly="false">
      <xsd:simpleType>
        <xsd:restriction base="dms:DateTime"/>
      </xsd:simpleType>
    </xsd:element>
    <xsd:element name="SC" ma:index="9" nillable="true" ma:displayName="SC" ma:internalName="SC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d6837251-29ea-4b68-89a9-9f41a84048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df2b0-1459-4444-989c-847f95dff76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dc3efaef-d65d-454e-a102-2afb12e09a8e}" ma:internalName="TaxCatchAll" ma:showField="CatchAllData" ma:web="ffcdf2b0-1459-4444-989c-847f95dff7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 xmlns="b65d37fc-5335-47ce-b298-477afd94d99b" xsi:nil="true"/>
    <Deliverable_x0020_Version xmlns="b65d37fc-5335-47ce-b298-477afd94d99b" xsi:nil="true"/>
    <Deliverable_x0020_Id xmlns="b65d37fc-5335-47ce-b298-477afd94d99b" xsi:nil="true"/>
    <Delivery_x0020_Date xmlns="b65d37fc-5335-47ce-b298-477afd94d99b" xsi:nil="true"/>
    <RfA xmlns="b65d37fc-5335-47ce-b298-477afd94d99b" xsi:nil="true"/>
    <Deliverable_x0020_Status xmlns="b65d37fc-5335-47ce-b298-477afd94d99b" xsi:nil="true"/>
    <TaxCatchAll xmlns="ffcdf2b0-1459-4444-989c-847f95dff766" xsi:nil="true"/>
    <lcf76f155ced4ddcb4097134ff3c332f xmlns="b65d37fc-5335-47ce-b298-477afd94d99b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</documentManagement>
</p:properties>
</file>

<file path=customXml/itemProps1.xml><?xml version="1.0" encoding="utf-8"?>
<ds:datastoreItem xmlns:ds="http://schemas.openxmlformats.org/officeDocument/2006/customXml" ds:itemID="{4A2AB95E-D117-47AE-839F-4A7C2D8EE8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5d37fc-5335-47ce-b298-477afd94d99b"/>
    <ds:schemaRef ds:uri="ffcdf2b0-1459-4444-989c-847f95dff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81B731-646E-4883-8FDA-B67BC31510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34CF7E-14AB-43A2-B21F-0F8332BFD441}">
  <ds:schemaRefs>
    <ds:schemaRef ds:uri="b65d37fc-5335-47ce-b298-477afd94d99b"/>
    <ds:schemaRef ds:uri="http://purl.org/dc/dcmitype/"/>
    <ds:schemaRef ds:uri="ffcdf2b0-1459-4444-989c-847f95dff766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IRF.dotm</Template>
  <TotalTime>92</TotalTime>
  <Pages>6</Pages>
  <Words>1431</Words>
  <Characters>8968</Characters>
  <Application>Microsoft Office Word</Application>
  <DocSecurity>0</DocSecurity>
  <Lines>560</Lines>
  <Paragraphs>433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9966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IT</dc:creator>
  <cp:lastModifiedBy>DESCHUYTENEER Tanguy (TAXUD-EXT)</cp:lastModifiedBy>
  <cp:revision>37</cp:revision>
  <cp:lastPrinted>2014-03-17T16:31:00Z</cp:lastPrinted>
  <dcterms:created xsi:type="dcterms:W3CDTF">2024-07-07T11:35:00Z</dcterms:created>
  <dcterms:modified xsi:type="dcterms:W3CDTF">2024-12-20T12:22:00Z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0x0101006F8B0C3FB496384B92CB0277224434C8</vt:lpwstr>
  </property>
  <property fmtid="{D5CDD505-2E9C-101B-9397-08002B2CF9AE}" pid="7" name="GrammarlyDocumentId">
    <vt:lpwstr>0fd60f7f02f9c8c4abe483e4732fbad9d3c52923dd68a76bf2abe5b9fc89a45d</vt:lpwstr>
  </property>
  <property fmtid="{D5CDD505-2E9C-101B-9397-08002B2CF9AE}" pid="8" name="MediaServiceImageTags">
    <vt:lpwstr/>
  </property>
  <property fmtid="{D5CDD505-2E9C-101B-9397-08002B2CF9AE}" pid="9" name="_ExtendedDescription">
    <vt:lpwstr/>
  </property>
  <property fmtid="{D5CDD505-2E9C-101B-9397-08002B2CF9AE}" pid="10" name="SfRFilename">
    <vt:lpwstr>| RFC_NCTS-P6_0291_IAR-UCCNCTSP6-216-v0.20.docx</vt:lpwstr>
  </property>
  <property fmtid="{D5CDD505-2E9C-101B-9397-08002B2CF9AE}" pid="11" name="QCNumber">
    <vt:lpwstr>QC53658</vt:lpwstr>
  </property>
  <property fmtid="{D5CDD505-2E9C-101B-9397-08002B2CF9AE}" pid="12" name="MSIP_Label_f4cdc456-5864-460f-beda-883d23b78bbb_Enabled">
    <vt:lpwstr>true</vt:lpwstr>
  </property>
  <property fmtid="{D5CDD505-2E9C-101B-9397-08002B2CF9AE}" pid="13" name="MSIP_Label_f4cdc456-5864-460f-beda-883d23b78bbb_SetDate">
    <vt:lpwstr>2024-12-20T12:22:32Z</vt:lpwstr>
  </property>
  <property fmtid="{D5CDD505-2E9C-101B-9397-08002B2CF9AE}" pid="14" name="MSIP_Label_f4cdc456-5864-460f-beda-883d23b78bbb_Method">
    <vt:lpwstr>Privileged</vt:lpwstr>
  </property>
  <property fmtid="{D5CDD505-2E9C-101B-9397-08002B2CF9AE}" pid="15" name="MSIP_Label_f4cdc456-5864-460f-beda-883d23b78bbb_Name">
    <vt:lpwstr>Publicly Available</vt:lpwstr>
  </property>
  <property fmtid="{D5CDD505-2E9C-101B-9397-08002B2CF9AE}" pid="16" name="MSIP_Label_f4cdc456-5864-460f-beda-883d23b78bbb_SiteId">
    <vt:lpwstr>b24c8b06-522c-46fe-9080-70926f8dddb1</vt:lpwstr>
  </property>
  <property fmtid="{D5CDD505-2E9C-101B-9397-08002B2CF9AE}" pid="17" name="MSIP_Label_f4cdc456-5864-460f-beda-883d23b78bbb_ActionId">
    <vt:lpwstr>8cd1003a-5e2f-4d09-b07d-a359d982cd27</vt:lpwstr>
  </property>
  <property fmtid="{D5CDD505-2E9C-101B-9397-08002B2CF9AE}" pid="18" name="MSIP_Label_f4cdc456-5864-460f-beda-883d23b78bbb_ContentBits">
    <vt:lpwstr>0</vt:lpwstr>
  </property>
</Properties>
</file>